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2D" w:rsidRDefault="008650F5" w:rsidP="008254EE">
      <w:pPr>
        <w:jc w:val="center"/>
        <w:rPr>
          <w:lang w:val="en-US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795655" cy="982345"/>
            <wp:effectExtent l="0" t="0" r="4445" b="8255"/>
            <wp:docPr id="1" name="Рисунок 5" descr="Описание: Герб чб с белой заливк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Герб чб с белой заливко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4EE" w:rsidRPr="00816BEE" w:rsidRDefault="004F6FB2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16BEE">
        <w:rPr>
          <w:rFonts w:ascii="Times New Roman" w:hAnsi="Times New Roman"/>
          <w:b/>
          <w:sz w:val="32"/>
          <w:szCs w:val="32"/>
        </w:rPr>
        <w:t>АДМИНИСТРАЦИЯ</w:t>
      </w:r>
      <w:r w:rsidR="008254EE" w:rsidRPr="00816BEE">
        <w:rPr>
          <w:rFonts w:ascii="Times New Roman" w:hAnsi="Times New Roman"/>
          <w:b/>
          <w:sz w:val="32"/>
          <w:szCs w:val="32"/>
        </w:rPr>
        <w:t xml:space="preserve"> МУНИЦИПАЛЬНОГО РАЙОНА </w:t>
      </w:r>
    </w:p>
    <w:p w:rsidR="008254EE" w:rsidRPr="00816BEE" w:rsidRDefault="008254EE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16BEE">
        <w:rPr>
          <w:rFonts w:ascii="Times New Roman" w:hAnsi="Times New Roman"/>
          <w:b/>
          <w:sz w:val="32"/>
          <w:szCs w:val="32"/>
        </w:rPr>
        <w:t>ВОЛЖСКИЙ САМАРСКОЙ ОБЛАСТИ</w:t>
      </w:r>
    </w:p>
    <w:p w:rsidR="008254EE" w:rsidRPr="002445C4" w:rsidRDefault="008254EE" w:rsidP="008254E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8254EE" w:rsidRPr="002445C4" w:rsidRDefault="00A56791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45C4">
        <w:rPr>
          <w:rFonts w:ascii="Times New Roman" w:hAnsi="Times New Roman"/>
          <w:b/>
          <w:sz w:val="32"/>
          <w:szCs w:val="32"/>
        </w:rPr>
        <w:t>ПОСТАНОВЛЕНИЕ</w:t>
      </w:r>
    </w:p>
    <w:p w:rsidR="008254EE" w:rsidRPr="00A56791" w:rsidRDefault="008254EE" w:rsidP="00825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54EE" w:rsidRPr="002445C4" w:rsidRDefault="008254EE" w:rsidP="008254E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2445C4">
        <w:rPr>
          <w:rFonts w:ascii="Times New Roman" w:hAnsi="Times New Roman"/>
          <w:sz w:val="32"/>
          <w:szCs w:val="32"/>
        </w:rPr>
        <w:t xml:space="preserve">от </w:t>
      </w:r>
      <w:r w:rsidR="002445C4">
        <w:rPr>
          <w:rFonts w:ascii="Times New Roman" w:hAnsi="Times New Roman"/>
          <w:sz w:val="32"/>
          <w:szCs w:val="32"/>
        </w:rPr>
        <w:t>________</w:t>
      </w:r>
      <w:r w:rsidR="00060F26">
        <w:rPr>
          <w:rFonts w:ascii="Times New Roman" w:hAnsi="Times New Roman"/>
          <w:sz w:val="32"/>
          <w:szCs w:val="32"/>
        </w:rPr>
        <w:t xml:space="preserve"> 20</w:t>
      </w:r>
      <w:r w:rsidR="009E6A72">
        <w:rPr>
          <w:rFonts w:ascii="Times New Roman" w:hAnsi="Times New Roman"/>
          <w:sz w:val="32"/>
          <w:szCs w:val="32"/>
        </w:rPr>
        <w:t>2</w:t>
      </w:r>
      <w:r w:rsidR="00AB7A8F">
        <w:rPr>
          <w:rFonts w:ascii="Times New Roman" w:hAnsi="Times New Roman"/>
          <w:sz w:val="32"/>
          <w:szCs w:val="32"/>
        </w:rPr>
        <w:t>1</w:t>
      </w:r>
      <w:r w:rsidR="00524ED6">
        <w:rPr>
          <w:rFonts w:ascii="Times New Roman" w:hAnsi="Times New Roman"/>
          <w:sz w:val="32"/>
          <w:szCs w:val="32"/>
        </w:rPr>
        <w:t xml:space="preserve"> </w:t>
      </w:r>
      <w:r w:rsidRPr="002445C4">
        <w:rPr>
          <w:rFonts w:ascii="Times New Roman" w:hAnsi="Times New Roman"/>
          <w:sz w:val="32"/>
          <w:szCs w:val="32"/>
        </w:rPr>
        <w:t xml:space="preserve">  №___</w:t>
      </w:r>
    </w:p>
    <w:p w:rsidR="00FE5C00" w:rsidRDefault="00FE5C00" w:rsidP="008977E7">
      <w:pPr>
        <w:spacing w:after="0" w:line="240" w:lineRule="auto"/>
        <w:jc w:val="center"/>
        <w:rPr>
          <w:rFonts w:ascii="Times New Roman" w:hAnsi="Times New Roman"/>
          <w:sz w:val="28"/>
          <w:szCs w:val="34"/>
        </w:rPr>
      </w:pPr>
    </w:p>
    <w:p w:rsidR="00FF1112" w:rsidRDefault="007826BA" w:rsidP="008977E7">
      <w:pPr>
        <w:spacing w:after="0" w:line="240" w:lineRule="auto"/>
        <w:jc w:val="center"/>
        <w:rPr>
          <w:rFonts w:ascii="Times New Roman" w:hAnsi="Times New Roman"/>
          <w:sz w:val="28"/>
          <w:szCs w:val="34"/>
        </w:rPr>
      </w:pPr>
      <w:r w:rsidRPr="00937BE7">
        <w:rPr>
          <w:rFonts w:ascii="Times New Roman" w:hAnsi="Times New Roman"/>
          <w:sz w:val="28"/>
          <w:szCs w:val="34"/>
        </w:rPr>
        <w:t>О</w:t>
      </w:r>
      <w:r w:rsidR="00FF1112">
        <w:rPr>
          <w:rFonts w:ascii="Times New Roman" w:hAnsi="Times New Roman"/>
          <w:sz w:val="28"/>
          <w:szCs w:val="34"/>
        </w:rPr>
        <w:t>б</w:t>
      </w:r>
      <w:r w:rsidR="004A2C59">
        <w:rPr>
          <w:rFonts w:ascii="Times New Roman" w:hAnsi="Times New Roman"/>
          <w:sz w:val="28"/>
          <w:szCs w:val="34"/>
        </w:rPr>
        <w:t xml:space="preserve"> утверждении отчета </w:t>
      </w:r>
    </w:p>
    <w:p w:rsidR="008977E7" w:rsidRPr="00937BE7" w:rsidRDefault="00060F26" w:rsidP="008977E7">
      <w:pPr>
        <w:spacing w:after="0" w:line="240" w:lineRule="auto"/>
        <w:jc w:val="center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о </w:t>
      </w:r>
      <w:r w:rsidR="00FD2F39">
        <w:rPr>
          <w:rFonts w:ascii="Times New Roman" w:hAnsi="Times New Roman"/>
          <w:sz w:val="28"/>
          <w:szCs w:val="34"/>
        </w:rPr>
        <w:t>ходе</w:t>
      </w:r>
      <w:r>
        <w:rPr>
          <w:rFonts w:ascii="Times New Roman" w:hAnsi="Times New Roman"/>
          <w:sz w:val="28"/>
          <w:szCs w:val="34"/>
        </w:rPr>
        <w:t xml:space="preserve"> </w:t>
      </w:r>
      <w:r w:rsidR="008977E7">
        <w:rPr>
          <w:rFonts w:ascii="Times New Roman" w:hAnsi="Times New Roman"/>
          <w:sz w:val="28"/>
          <w:szCs w:val="34"/>
        </w:rPr>
        <w:t xml:space="preserve">реализации </w:t>
      </w:r>
      <w:r w:rsidR="00FF1112">
        <w:rPr>
          <w:rFonts w:ascii="Times New Roman" w:hAnsi="Times New Roman"/>
          <w:sz w:val="28"/>
          <w:szCs w:val="34"/>
        </w:rPr>
        <w:t>и оценк</w:t>
      </w:r>
      <w:r w:rsidR="00FD2F39">
        <w:rPr>
          <w:rFonts w:ascii="Times New Roman" w:hAnsi="Times New Roman"/>
          <w:sz w:val="28"/>
          <w:szCs w:val="34"/>
        </w:rPr>
        <w:t>е</w:t>
      </w:r>
      <w:r w:rsidR="00FF1112">
        <w:rPr>
          <w:rFonts w:ascii="Times New Roman" w:hAnsi="Times New Roman"/>
          <w:sz w:val="28"/>
          <w:szCs w:val="34"/>
        </w:rPr>
        <w:t xml:space="preserve"> эффективности реализации</w:t>
      </w:r>
    </w:p>
    <w:p w:rsidR="007826BA" w:rsidRDefault="008977E7" w:rsidP="00E430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4"/>
        </w:rPr>
        <w:t xml:space="preserve">муниципальной </w:t>
      </w:r>
      <w:r w:rsidR="00E4304F">
        <w:rPr>
          <w:rFonts w:ascii="Times New Roman" w:hAnsi="Times New Roman"/>
          <w:sz w:val="28"/>
          <w:szCs w:val="34"/>
        </w:rPr>
        <w:t>п</w:t>
      </w:r>
      <w:r w:rsidR="00DB7BC8">
        <w:rPr>
          <w:rFonts w:ascii="Times New Roman" w:hAnsi="Times New Roman"/>
          <w:sz w:val="28"/>
          <w:szCs w:val="34"/>
        </w:rPr>
        <w:t xml:space="preserve">рограммы </w:t>
      </w:r>
      <w:r w:rsidR="00BD16FB" w:rsidRPr="00BD16FB">
        <w:rPr>
          <w:rFonts w:ascii="Times New Roman" w:hAnsi="Times New Roman"/>
          <w:sz w:val="28"/>
          <w:szCs w:val="34"/>
        </w:rPr>
        <w:t>«Профилактика правонарушений и обеспечение общественной безопасности в муниципальном районе Волжский Самарской области на 201</w:t>
      </w:r>
      <w:r w:rsidR="00FD2F39">
        <w:rPr>
          <w:rFonts w:ascii="Times New Roman" w:hAnsi="Times New Roman"/>
          <w:sz w:val="28"/>
          <w:szCs w:val="34"/>
        </w:rPr>
        <w:t>8</w:t>
      </w:r>
      <w:r w:rsidR="00BD16FB" w:rsidRPr="00BD16FB">
        <w:rPr>
          <w:rFonts w:ascii="Times New Roman" w:hAnsi="Times New Roman"/>
          <w:sz w:val="28"/>
          <w:szCs w:val="34"/>
        </w:rPr>
        <w:t>-20</w:t>
      </w:r>
      <w:r w:rsidR="00FD2F39">
        <w:rPr>
          <w:rFonts w:ascii="Times New Roman" w:hAnsi="Times New Roman"/>
          <w:sz w:val="28"/>
          <w:szCs w:val="34"/>
        </w:rPr>
        <w:t>20</w:t>
      </w:r>
      <w:r w:rsidR="00BD16FB" w:rsidRPr="00BD16FB">
        <w:rPr>
          <w:rFonts w:ascii="Times New Roman" w:hAnsi="Times New Roman"/>
          <w:sz w:val="28"/>
          <w:szCs w:val="34"/>
        </w:rPr>
        <w:t xml:space="preserve"> годы»</w:t>
      </w:r>
      <w:r w:rsidR="008F498A" w:rsidRPr="008F498A">
        <w:rPr>
          <w:rFonts w:ascii="Times New Roman" w:hAnsi="Times New Roman"/>
          <w:sz w:val="28"/>
          <w:szCs w:val="34"/>
        </w:rPr>
        <w:t xml:space="preserve"> </w:t>
      </w:r>
      <w:r w:rsidR="008F498A">
        <w:rPr>
          <w:rFonts w:ascii="Times New Roman" w:hAnsi="Times New Roman"/>
          <w:sz w:val="28"/>
          <w:szCs w:val="34"/>
        </w:rPr>
        <w:t>в 20</w:t>
      </w:r>
      <w:r w:rsidR="00AB7A8F">
        <w:rPr>
          <w:rFonts w:ascii="Times New Roman" w:hAnsi="Times New Roman"/>
          <w:sz w:val="28"/>
          <w:szCs w:val="34"/>
        </w:rPr>
        <w:t>20</w:t>
      </w:r>
      <w:r w:rsidR="008F498A">
        <w:rPr>
          <w:rFonts w:ascii="Times New Roman" w:hAnsi="Times New Roman"/>
          <w:sz w:val="28"/>
          <w:szCs w:val="34"/>
        </w:rPr>
        <w:t xml:space="preserve"> году</w:t>
      </w:r>
    </w:p>
    <w:p w:rsidR="00A018DF" w:rsidRPr="00EB4C41" w:rsidRDefault="00A018DF" w:rsidP="00A018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26BA" w:rsidRPr="00EB4C41" w:rsidRDefault="007826BA" w:rsidP="007826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10DB" w:rsidRPr="00120400" w:rsidRDefault="009B0E7B" w:rsidP="00816BE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FF1112">
        <w:rPr>
          <w:rFonts w:ascii="Times New Roman" w:hAnsi="Times New Roman"/>
          <w:sz w:val="28"/>
          <w:szCs w:val="28"/>
        </w:rPr>
        <w:t xml:space="preserve">постановлением  </w:t>
      </w:r>
      <w:r w:rsidR="00FF1112" w:rsidRPr="00005E7C">
        <w:rPr>
          <w:rFonts w:ascii="Times New Roman" w:hAnsi="Times New Roman"/>
          <w:sz w:val="28"/>
          <w:szCs w:val="28"/>
        </w:rPr>
        <w:t>Администрации муниципального района Волжский Са</w:t>
      </w:r>
      <w:r w:rsidR="00FF1112">
        <w:rPr>
          <w:rFonts w:ascii="Times New Roman" w:hAnsi="Times New Roman"/>
          <w:sz w:val="28"/>
          <w:szCs w:val="28"/>
        </w:rPr>
        <w:t xml:space="preserve">марской области от </w:t>
      </w:r>
      <w:r w:rsidR="004904C2">
        <w:rPr>
          <w:rFonts w:ascii="Times New Roman" w:hAnsi="Times New Roman"/>
          <w:sz w:val="28"/>
          <w:szCs w:val="28"/>
        </w:rPr>
        <w:t>11</w:t>
      </w:r>
      <w:r w:rsidR="00FF1112">
        <w:rPr>
          <w:rFonts w:ascii="Times New Roman" w:hAnsi="Times New Roman"/>
          <w:sz w:val="28"/>
          <w:szCs w:val="28"/>
        </w:rPr>
        <w:t>.0</w:t>
      </w:r>
      <w:r w:rsidR="004904C2">
        <w:rPr>
          <w:rFonts w:ascii="Times New Roman" w:hAnsi="Times New Roman"/>
          <w:sz w:val="28"/>
          <w:szCs w:val="28"/>
        </w:rPr>
        <w:t>2</w:t>
      </w:r>
      <w:r w:rsidR="00FF1112">
        <w:rPr>
          <w:rFonts w:ascii="Times New Roman" w:hAnsi="Times New Roman"/>
          <w:sz w:val="28"/>
          <w:szCs w:val="28"/>
        </w:rPr>
        <w:t>.20</w:t>
      </w:r>
      <w:r w:rsidR="004904C2">
        <w:rPr>
          <w:rFonts w:ascii="Times New Roman" w:hAnsi="Times New Roman"/>
          <w:sz w:val="28"/>
          <w:szCs w:val="28"/>
        </w:rPr>
        <w:t>2</w:t>
      </w:r>
      <w:r w:rsidR="005347C2">
        <w:rPr>
          <w:rFonts w:ascii="Times New Roman" w:hAnsi="Times New Roman"/>
          <w:sz w:val="28"/>
          <w:szCs w:val="28"/>
        </w:rPr>
        <w:t>0</w:t>
      </w:r>
      <w:r w:rsidR="00FF1112">
        <w:rPr>
          <w:rFonts w:ascii="Times New Roman" w:hAnsi="Times New Roman"/>
          <w:sz w:val="28"/>
          <w:szCs w:val="28"/>
        </w:rPr>
        <w:t xml:space="preserve"> № </w:t>
      </w:r>
      <w:r w:rsidR="004904C2">
        <w:rPr>
          <w:rFonts w:ascii="Times New Roman" w:hAnsi="Times New Roman"/>
          <w:sz w:val="28"/>
          <w:szCs w:val="28"/>
        </w:rPr>
        <w:t>119</w:t>
      </w:r>
      <w:r w:rsidR="00FF1112">
        <w:rPr>
          <w:rFonts w:ascii="Times New Roman" w:hAnsi="Times New Roman"/>
          <w:sz w:val="28"/>
          <w:szCs w:val="28"/>
        </w:rPr>
        <w:t xml:space="preserve"> «Об утверждении порядка принятия решений о разработке, реализации </w:t>
      </w:r>
      <w:r w:rsidR="004904C2">
        <w:rPr>
          <w:rFonts w:ascii="Times New Roman" w:hAnsi="Times New Roman"/>
          <w:sz w:val="28"/>
          <w:szCs w:val="28"/>
        </w:rPr>
        <w:t xml:space="preserve">и оценке эффективности </w:t>
      </w:r>
      <w:r w:rsidR="00FF1112">
        <w:rPr>
          <w:rFonts w:ascii="Times New Roman" w:hAnsi="Times New Roman"/>
          <w:sz w:val="28"/>
          <w:szCs w:val="28"/>
        </w:rPr>
        <w:t>муниципальных программ</w:t>
      </w:r>
      <w:r w:rsidR="00FF1112" w:rsidRPr="009B0E7B">
        <w:rPr>
          <w:rFonts w:ascii="Times New Roman" w:hAnsi="Times New Roman"/>
          <w:sz w:val="28"/>
          <w:szCs w:val="28"/>
        </w:rPr>
        <w:t xml:space="preserve"> </w:t>
      </w:r>
      <w:r w:rsidR="004904C2">
        <w:rPr>
          <w:rFonts w:ascii="Times New Roman" w:hAnsi="Times New Roman"/>
          <w:sz w:val="28"/>
          <w:szCs w:val="28"/>
        </w:rPr>
        <w:t xml:space="preserve">Администрации </w:t>
      </w:r>
      <w:r w:rsidR="00FF1112">
        <w:rPr>
          <w:rFonts w:ascii="Times New Roman" w:hAnsi="Times New Roman"/>
          <w:sz w:val="28"/>
          <w:szCs w:val="28"/>
        </w:rPr>
        <w:t xml:space="preserve">муниципального района Волжский Самарской области», </w:t>
      </w:r>
      <w:r w:rsidR="000B10D9">
        <w:rPr>
          <w:rFonts w:ascii="Times New Roman" w:hAnsi="Times New Roman"/>
          <w:sz w:val="28"/>
          <w:szCs w:val="28"/>
        </w:rPr>
        <w:t>по</w:t>
      </w:r>
      <w:r w:rsidR="004A44D2">
        <w:rPr>
          <w:rFonts w:ascii="Times New Roman" w:hAnsi="Times New Roman"/>
          <w:sz w:val="28"/>
          <w:szCs w:val="28"/>
        </w:rPr>
        <w:t xml:space="preserve"> результат</w:t>
      </w:r>
      <w:r w:rsidR="000B10D9">
        <w:rPr>
          <w:rFonts w:ascii="Times New Roman" w:hAnsi="Times New Roman"/>
          <w:sz w:val="28"/>
          <w:szCs w:val="28"/>
        </w:rPr>
        <w:t>ам</w:t>
      </w:r>
      <w:r w:rsidR="004A44D2">
        <w:rPr>
          <w:rFonts w:ascii="Times New Roman" w:hAnsi="Times New Roman"/>
          <w:sz w:val="28"/>
          <w:szCs w:val="28"/>
        </w:rPr>
        <w:t xml:space="preserve"> </w:t>
      </w:r>
      <w:r w:rsidR="00042349">
        <w:rPr>
          <w:rFonts w:ascii="Times New Roman" w:hAnsi="Times New Roman"/>
          <w:sz w:val="28"/>
          <w:szCs w:val="28"/>
        </w:rPr>
        <w:t>рассмотрения отчет</w:t>
      </w:r>
      <w:r w:rsidR="00FD2F39">
        <w:rPr>
          <w:rFonts w:ascii="Times New Roman" w:hAnsi="Times New Roman"/>
          <w:sz w:val="28"/>
          <w:szCs w:val="28"/>
        </w:rPr>
        <w:t>а</w:t>
      </w:r>
      <w:r w:rsidR="00FF1112">
        <w:rPr>
          <w:rFonts w:ascii="Times New Roman" w:hAnsi="Times New Roman"/>
          <w:sz w:val="28"/>
          <w:szCs w:val="28"/>
        </w:rPr>
        <w:t xml:space="preserve"> о ходе реализации и оценк</w:t>
      </w:r>
      <w:r w:rsidR="002F088E">
        <w:rPr>
          <w:rFonts w:ascii="Times New Roman" w:hAnsi="Times New Roman"/>
          <w:sz w:val="28"/>
          <w:szCs w:val="28"/>
        </w:rPr>
        <w:t>е</w:t>
      </w:r>
      <w:r w:rsidR="00FF1112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</w:t>
      </w:r>
      <w:r w:rsidR="002F088E">
        <w:rPr>
          <w:rFonts w:ascii="Times New Roman" w:hAnsi="Times New Roman"/>
          <w:sz w:val="28"/>
          <w:szCs w:val="28"/>
        </w:rPr>
        <w:t>п</w:t>
      </w:r>
      <w:r w:rsidR="00FF1112">
        <w:rPr>
          <w:rFonts w:ascii="Times New Roman" w:hAnsi="Times New Roman"/>
          <w:sz w:val="28"/>
          <w:szCs w:val="28"/>
        </w:rPr>
        <w:t xml:space="preserve">рограммы </w:t>
      </w:r>
      <w:r w:rsidR="00BD16FB" w:rsidRPr="00BD16FB">
        <w:rPr>
          <w:rFonts w:ascii="Times New Roman" w:hAnsi="Times New Roman"/>
          <w:sz w:val="28"/>
          <w:szCs w:val="28"/>
        </w:rPr>
        <w:t>«Профилактика правонарушений и обеспечение общественной безопасности в муниципальном районе Волжский Самарской области на 201</w:t>
      </w:r>
      <w:r w:rsidR="00FD2F39">
        <w:rPr>
          <w:rFonts w:ascii="Times New Roman" w:hAnsi="Times New Roman"/>
          <w:sz w:val="28"/>
          <w:szCs w:val="28"/>
        </w:rPr>
        <w:t>8</w:t>
      </w:r>
      <w:r w:rsidR="00BD16FB" w:rsidRPr="00BD16FB">
        <w:rPr>
          <w:rFonts w:ascii="Times New Roman" w:hAnsi="Times New Roman"/>
          <w:sz w:val="28"/>
          <w:szCs w:val="28"/>
        </w:rPr>
        <w:t>-20</w:t>
      </w:r>
      <w:r w:rsidR="00FD2F39">
        <w:rPr>
          <w:rFonts w:ascii="Times New Roman" w:hAnsi="Times New Roman"/>
          <w:sz w:val="28"/>
          <w:szCs w:val="28"/>
        </w:rPr>
        <w:t>20</w:t>
      </w:r>
      <w:r w:rsidR="00BD16FB" w:rsidRPr="00BD16FB">
        <w:rPr>
          <w:rFonts w:ascii="Times New Roman" w:hAnsi="Times New Roman"/>
          <w:sz w:val="28"/>
          <w:szCs w:val="28"/>
        </w:rPr>
        <w:t xml:space="preserve"> годы»</w:t>
      </w:r>
      <w:r w:rsidR="00F36817">
        <w:rPr>
          <w:rFonts w:ascii="Times New Roman" w:hAnsi="Times New Roman"/>
          <w:sz w:val="28"/>
          <w:szCs w:val="28"/>
        </w:rPr>
        <w:t xml:space="preserve"> в 20</w:t>
      </w:r>
      <w:r w:rsidR="00AB7A8F">
        <w:rPr>
          <w:rFonts w:ascii="Times New Roman" w:hAnsi="Times New Roman"/>
          <w:sz w:val="28"/>
          <w:szCs w:val="28"/>
        </w:rPr>
        <w:t>20</w:t>
      </w:r>
      <w:r w:rsidR="00F36817">
        <w:rPr>
          <w:rFonts w:ascii="Times New Roman" w:hAnsi="Times New Roman"/>
          <w:sz w:val="28"/>
          <w:szCs w:val="28"/>
        </w:rPr>
        <w:t xml:space="preserve"> году</w:t>
      </w:r>
      <w:r w:rsidR="00FF1112">
        <w:rPr>
          <w:rFonts w:ascii="Times New Roman" w:hAnsi="Times New Roman"/>
          <w:sz w:val="28"/>
          <w:szCs w:val="28"/>
        </w:rPr>
        <w:t>, руководствуясь</w:t>
      </w:r>
      <w:r w:rsidR="00FF1112" w:rsidRPr="00A308BC">
        <w:rPr>
          <w:rFonts w:ascii="Times New Roman" w:hAnsi="Times New Roman"/>
          <w:sz w:val="28"/>
          <w:szCs w:val="28"/>
        </w:rPr>
        <w:t xml:space="preserve"> </w:t>
      </w:r>
      <w:r w:rsidR="00CA45C7" w:rsidRPr="00A308BC">
        <w:rPr>
          <w:rFonts w:ascii="Times New Roman" w:hAnsi="Times New Roman"/>
          <w:sz w:val="28"/>
          <w:szCs w:val="28"/>
        </w:rPr>
        <w:t>Уставом муниципального района Волжский Самарской области,</w:t>
      </w:r>
      <w:r w:rsidRPr="00005E7C">
        <w:rPr>
          <w:rFonts w:ascii="Times New Roman" w:hAnsi="Times New Roman"/>
          <w:sz w:val="28"/>
          <w:szCs w:val="28"/>
        </w:rPr>
        <w:t xml:space="preserve"> </w:t>
      </w:r>
      <w:r w:rsidR="00CA45C7">
        <w:rPr>
          <w:rFonts w:ascii="Times New Roman" w:hAnsi="Times New Roman"/>
          <w:sz w:val="28"/>
          <w:szCs w:val="28"/>
        </w:rPr>
        <w:t>Администрация муниципального района Волжский Самарской области ПОСТАНОВЛЯЕТ</w:t>
      </w:r>
      <w:r w:rsidR="00CA45C7" w:rsidRPr="00A308BC">
        <w:rPr>
          <w:rFonts w:ascii="Times New Roman" w:hAnsi="Times New Roman"/>
          <w:sz w:val="28"/>
          <w:szCs w:val="28"/>
        </w:rPr>
        <w:t>:</w:t>
      </w:r>
    </w:p>
    <w:p w:rsidR="009B0E7B" w:rsidRDefault="00060F26" w:rsidP="00BD16FB">
      <w:pPr>
        <w:pStyle w:val="a5"/>
        <w:numPr>
          <w:ilvl w:val="0"/>
          <w:numId w:val="12"/>
        </w:numPr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отчет о </w:t>
      </w:r>
      <w:r w:rsidR="00155524">
        <w:rPr>
          <w:rFonts w:ascii="Times New Roman" w:hAnsi="Times New Roman"/>
          <w:sz w:val="28"/>
          <w:szCs w:val="28"/>
        </w:rPr>
        <w:t>ходе</w:t>
      </w:r>
      <w:r w:rsidR="00034168">
        <w:rPr>
          <w:rFonts w:ascii="Times New Roman" w:hAnsi="Times New Roman"/>
          <w:sz w:val="28"/>
          <w:szCs w:val="28"/>
        </w:rPr>
        <w:t xml:space="preserve"> реализации и оценк</w:t>
      </w:r>
      <w:r w:rsidR="00155524">
        <w:rPr>
          <w:rFonts w:ascii="Times New Roman" w:hAnsi="Times New Roman"/>
          <w:sz w:val="28"/>
          <w:szCs w:val="28"/>
        </w:rPr>
        <w:t>е</w:t>
      </w:r>
      <w:r w:rsidR="00034168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</w:t>
      </w:r>
      <w:r w:rsidR="005D1DD1">
        <w:rPr>
          <w:rFonts w:ascii="Times New Roman" w:hAnsi="Times New Roman"/>
          <w:sz w:val="28"/>
          <w:szCs w:val="28"/>
        </w:rPr>
        <w:t>п</w:t>
      </w:r>
      <w:r w:rsidR="00034168">
        <w:rPr>
          <w:rFonts w:ascii="Times New Roman" w:hAnsi="Times New Roman"/>
          <w:sz w:val="28"/>
          <w:szCs w:val="28"/>
        </w:rPr>
        <w:t xml:space="preserve">рограммы </w:t>
      </w:r>
      <w:r w:rsidR="00BD16FB" w:rsidRPr="00BD16FB">
        <w:rPr>
          <w:rFonts w:ascii="Times New Roman" w:hAnsi="Times New Roman"/>
          <w:sz w:val="28"/>
          <w:szCs w:val="28"/>
        </w:rPr>
        <w:t>«Профилактика правонарушений и обеспечение общественной безопасности в муниципальном районе Волжский Самарской области на 201</w:t>
      </w:r>
      <w:r w:rsidR="00155524">
        <w:rPr>
          <w:rFonts w:ascii="Times New Roman" w:hAnsi="Times New Roman"/>
          <w:sz w:val="28"/>
          <w:szCs w:val="28"/>
        </w:rPr>
        <w:t>8</w:t>
      </w:r>
      <w:r w:rsidR="00BD16FB" w:rsidRPr="00BD16FB">
        <w:rPr>
          <w:rFonts w:ascii="Times New Roman" w:hAnsi="Times New Roman"/>
          <w:sz w:val="28"/>
          <w:szCs w:val="28"/>
        </w:rPr>
        <w:t>-20</w:t>
      </w:r>
      <w:r w:rsidR="00155524">
        <w:rPr>
          <w:rFonts w:ascii="Times New Roman" w:hAnsi="Times New Roman"/>
          <w:sz w:val="28"/>
          <w:szCs w:val="28"/>
        </w:rPr>
        <w:t>20</w:t>
      </w:r>
      <w:r w:rsidR="00BD16FB" w:rsidRPr="00BD16FB">
        <w:rPr>
          <w:rFonts w:ascii="Times New Roman" w:hAnsi="Times New Roman"/>
          <w:sz w:val="28"/>
          <w:szCs w:val="28"/>
        </w:rPr>
        <w:t xml:space="preserve"> годы»</w:t>
      </w:r>
      <w:r w:rsidR="00155524">
        <w:rPr>
          <w:rFonts w:ascii="Times New Roman" w:hAnsi="Times New Roman"/>
          <w:sz w:val="28"/>
          <w:szCs w:val="28"/>
        </w:rPr>
        <w:t xml:space="preserve"> в 20</w:t>
      </w:r>
      <w:r w:rsidR="00AB7A8F">
        <w:rPr>
          <w:rFonts w:ascii="Times New Roman" w:hAnsi="Times New Roman"/>
          <w:sz w:val="28"/>
          <w:szCs w:val="28"/>
        </w:rPr>
        <w:t>20</w:t>
      </w:r>
      <w:r w:rsidR="00155524">
        <w:rPr>
          <w:rFonts w:ascii="Times New Roman" w:hAnsi="Times New Roman"/>
          <w:sz w:val="28"/>
          <w:szCs w:val="28"/>
        </w:rPr>
        <w:t xml:space="preserve"> году</w:t>
      </w:r>
      <w:r w:rsidR="0074310C">
        <w:rPr>
          <w:rFonts w:ascii="Times New Roman" w:hAnsi="Times New Roman"/>
          <w:sz w:val="28"/>
          <w:szCs w:val="28"/>
        </w:rPr>
        <w:t>,</w:t>
      </w:r>
      <w:r w:rsidR="00C94FA5">
        <w:rPr>
          <w:rFonts w:ascii="Times New Roman" w:hAnsi="Times New Roman"/>
          <w:sz w:val="28"/>
          <w:szCs w:val="28"/>
        </w:rPr>
        <w:t xml:space="preserve"> </w:t>
      </w:r>
      <w:r w:rsidR="00FF1112">
        <w:rPr>
          <w:rFonts w:ascii="Times New Roman" w:hAnsi="Times New Roman"/>
          <w:sz w:val="28"/>
          <w:szCs w:val="28"/>
        </w:rPr>
        <w:t xml:space="preserve"> </w:t>
      </w:r>
      <w:r w:rsidR="00D32AAA">
        <w:rPr>
          <w:rFonts w:ascii="Times New Roman" w:hAnsi="Times New Roman"/>
          <w:sz w:val="28"/>
          <w:szCs w:val="28"/>
        </w:rPr>
        <w:t>согласно приложению к настоящему постановлению</w:t>
      </w:r>
      <w:r w:rsidR="005D7DCB">
        <w:rPr>
          <w:rFonts w:ascii="Times New Roman" w:hAnsi="Times New Roman"/>
          <w:sz w:val="28"/>
          <w:szCs w:val="28"/>
        </w:rPr>
        <w:t>.</w:t>
      </w:r>
    </w:p>
    <w:p w:rsidR="00D32AAA" w:rsidRDefault="00D32AAA" w:rsidP="00816BEE">
      <w:pPr>
        <w:pStyle w:val="a5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Контроль за исполнением настоящего постановления возложить на </w:t>
      </w:r>
      <w:r w:rsidR="005D1DD1">
        <w:rPr>
          <w:rFonts w:ascii="Times New Roman" w:hAnsi="Times New Roman"/>
          <w:sz w:val="28"/>
          <w:szCs w:val="28"/>
        </w:rPr>
        <w:t xml:space="preserve">начальника отдела общественной безопасности </w:t>
      </w:r>
      <w:r w:rsidR="00F82F0D">
        <w:rPr>
          <w:rFonts w:ascii="Times New Roman" w:hAnsi="Times New Roman"/>
          <w:sz w:val="28"/>
          <w:szCs w:val="28"/>
        </w:rPr>
        <w:t>и противодействия коррупции Администрации муниципального района Волжский Самарской области (Муханчалов)</w:t>
      </w:r>
      <w:r>
        <w:rPr>
          <w:rFonts w:ascii="Times New Roman" w:hAnsi="Times New Roman"/>
          <w:sz w:val="28"/>
          <w:szCs w:val="28"/>
        </w:rPr>
        <w:t>.</w:t>
      </w:r>
    </w:p>
    <w:p w:rsidR="00D35B8E" w:rsidRDefault="00D35B8E" w:rsidP="00D35B8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D35B8E" w:rsidRDefault="00D35B8E" w:rsidP="00D35B8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D35B8E" w:rsidRDefault="00D35B8E" w:rsidP="00D35B8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F82F0D" w:rsidRDefault="00F82F0D" w:rsidP="00D35B8E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D35B8E" w:rsidRDefault="00042349" w:rsidP="00D32A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35B8E" w:rsidRPr="0045447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D35B8E">
        <w:rPr>
          <w:rFonts w:ascii="Times New Roman" w:hAnsi="Times New Roman"/>
          <w:sz w:val="28"/>
          <w:szCs w:val="28"/>
        </w:rPr>
        <w:t xml:space="preserve">муниципального </w:t>
      </w:r>
      <w:r w:rsidR="00D35B8E" w:rsidRPr="00454473">
        <w:rPr>
          <w:rFonts w:ascii="Times New Roman" w:hAnsi="Times New Roman"/>
          <w:sz w:val="28"/>
          <w:szCs w:val="28"/>
        </w:rPr>
        <w:t>района</w:t>
      </w:r>
      <w:r w:rsidR="00D35B8E">
        <w:rPr>
          <w:rFonts w:ascii="Times New Roman" w:hAnsi="Times New Roman"/>
          <w:sz w:val="28"/>
          <w:szCs w:val="28"/>
        </w:rPr>
        <w:t xml:space="preserve">        </w:t>
      </w:r>
      <w:r w:rsidR="00D35B8E">
        <w:rPr>
          <w:rFonts w:ascii="Times New Roman" w:hAnsi="Times New Roman"/>
          <w:sz w:val="28"/>
          <w:szCs w:val="28"/>
        </w:rPr>
        <w:tab/>
      </w:r>
      <w:r w:rsidR="00D35B8E">
        <w:rPr>
          <w:rFonts w:ascii="Times New Roman" w:hAnsi="Times New Roman"/>
          <w:sz w:val="28"/>
          <w:szCs w:val="28"/>
        </w:rPr>
        <w:tab/>
      </w:r>
      <w:r w:rsidR="00D35B8E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D35B8E">
        <w:rPr>
          <w:rFonts w:ascii="Times New Roman" w:hAnsi="Times New Roman"/>
          <w:sz w:val="28"/>
          <w:szCs w:val="28"/>
        </w:rPr>
        <w:t xml:space="preserve">  </w:t>
      </w:r>
      <w:r w:rsidR="005D7DCB">
        <w:rPr>
          <w:rFonts w:ascii="Times New Roman" w:hAnsi="Times New Roman"/>
          <w:sz w:val="28"/>
          <w:szCs w:val="28"/>
        </w:rPr>
        <w:t xml:space="preserve">   </w:t>
      </w:r>
      <w:r w:rsidR="00D35B8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Е.А.Макридин</w:t>
      </w:r>
    </w:p>
    <w:p w:rsidR="00BD16FB" w:rsidRDefault="00BD16FB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BD16FB" w:rsidRDefault="00BD16FB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BD16FB" w:rsidRDefault="00BD16FB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BD16FB" w:rsidRDefault="00BD16FB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D35B8E" w:rsidRDefault="00F82F0D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Цыганов</w:t>
      </w:r>
      <w:r w:rsidR="00D35B8E">
        <w:rPr>
          <w:bCs/>
          <w:sz w:val="28"/>
          <w:szCs w:val="28"/>
        </w:rPr>
        <w:t xml:space="preserve"> </w:t>
      </w:r>
      <w:r w:rsidR="00AB7A8F">
        <w:rPr>
          <w:bCs/>
          <w:sz w:val="28"/>
          <w:szCs w:val="28"/>
        </w:rPr>
        <w:t>2608568</w:t>
      </w: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FB7D6C" w:rsidRDefault="00FB7D6C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  <w:sectPr w:rsidR="00FB7D6C" w:rsidSect="00CA45C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B7D6C" w:rsidRPr="008842DB" w:rsidRDefault="00FB7D6C" w:rsidP="00FB7D6C">
      <w:pPr>
        <w:shd w:val="clear" w:color="auto" w:fill="FFFFFF"/>
        <w:spacing w:after="0" w:line="240" w:lineRule="auto"/>
        <w:ind w:left="8505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42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FB7D6C" w:rsidRPr="008842DB" w:rsidRDefault="00FB7D6C" w:rsidP="00FB7D6C">
      <w:pPr>
        <w:shd w:val="clear" w:color="auto" w:fill="FFFFFF"/>
        <w:spacing w:after="0" w:line="240" w:lineRule="auto"/>
        <w:ind w:left="8505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42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Постановлению Администрации муниципального района Волжский</w:t>
      </w:r>
    </w:p>
    <w:p w:rsidR="00FB7D6C" w:rsidRPr="008842DB" w:rsidRDefault="00FB7D6C" w:rsidP="00FB7D6C">
      <w:pPr>
        <w:shd w:val="clear" w:color="auto" w:fill="FFFFFF"/>
        <w:spacing w:after="0" w:line="240" w:lineRule="auto"/>
        <w:ind w:left="8505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42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Самарской области </w:t>
      </w:r>
    </w:p>
    <w:p w:rsidR="00FB7D6C" w:rsidRDefault="00FB7D6C" w:rsidP="00FB7D6C">
      <w:pPr>
        <w:widowControl w:val="0"/>
        <w:autoSpaceDE w:val="0"/>
        <w:autoSpaceDN w:val="0"/>
        <w:adjustRightInd w:val="0"/>
        <w:spacing w:after="0" w:line="240" w:lineRule="auto"/>
        <w:ind w:left="8505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42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от__________20</w:t>
      </w:r>
      <w:r w:rsidR="005C57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AB7A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8842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№ ___</w:t>
      </w:r>
    </w:p>
    <w:p w:rsidR="005C5770" w:rsidRDefault="005C5770" w:rsidP="00FB7D6C">
      <w:pPr>
        <w:widowControl w:val="0"/>
        <w:autoSpaceDE w:val="0"/>
        <w:autoSpaceDN w:val="0"/>
        <w:adjustRightInd w:val="0"/>
        <w:spacing w:after="0" w:line="240" w:lineRule="auto"/>
        <w:ind w:left="8505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5770" w:rsidRPr="008842DB" w:rsidRDefault="005C5770" w:rsidP="00FB7D6C">
      <w:pPr>
        <w:widowControl w:val="0"/>
        <w:autoSpaceDE w:val="0"/>
        <w:autoSpaceDN w:val="0"/>
        <w:adjustRightInd w:val="0"/>
        <w:spacing w:after="0" w:line="240" w:lineRule="auto"/>
        <w:ind w:left="8505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Отдел общественной безопасности и противодействия коррупции Администрации муниципального района Волжский Самарской области</w:t>
      </w:r>
    </w:p>
    <w:p w:rsidR="005C5770" w:rsidRDefault="005C5770" w:rsidP="00FB7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7D6C" w:rsidRPr="008842DB" w:rsidRDefault="00FB7D6C" w:rsidP="00FB7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2DB">
        <w:rPr>
          <w:rFonts w:ascii="Times New Roman" w:eastAsia="Times New Roman" w:hAnsi="Times New Roman"/>
          <w:sz w:val="28"/>
          <w:szCs w:val="28"/>
          <w:lang w:eastAsia="ru-RU"/>
        </w:rPr>
        <w:t>ОТЧЕТ</w:t>
      </w:r>
    </w:p>
    <w:p w:rsidR="00FB7D6C" w:rsidRDefault="00FB7D6C" w:rsidP="00FB7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2DB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ходе</w:t>
      </w:r>
      <w:r w:rsidRPr="008842DB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>и оценке эффективности реализации</w:t>
      </w:r>
      <w:r w:rsidRPr="008842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</w:p>
    <w:p w:rsidR="00FB7D6C" w:rsidRDefault="00FB7D6C" w:rsidP="00FB7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2DB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8842DB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правоохранительной направленности</w:t>
      </w:r>
    </w:p>
    <w:p w:rsidR="00155524" w:rsidRDefault="00155524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6"/>
        <w:gridCol w:w="2681"/>
        <w:gridCol w:w="1668"/>
        <w:gridCol w:w="1668"/>
        <w:gridCol w:w="2410"/>
        <w:gridCol w:w="2303"/>
      </w:tblGrid>
      <w:tr w:rsidR="005C5770" w:rsidRPr="005C5770" w:rsidTr="00AB7A8F">
        <w:tc>
          <w:tcPr>
            <w:tcW w:w="1372" w:type="pct"/>
            <w:shd w:val="clear" w:color="auto" w:fill="auto"/>
          </w:tcPr>
          <w:p w:rsidR="005C5770" w:rsidRPr="005C5770" w:rsidRDefault="005C5770" w:rsidP="005C5770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5770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3628" w:type="pct"/>
            <w:gridSpan w:val="5"/>
            <w:shd w:val="clear" w:color="auto" w:fill="auto"/>
          </w:tcPr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5770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«Профилактика правонарушений и обеспечение общественной безопасности в муниципальном районе Волжский Самарской области на 2018-2020 годы»</w:t>
            </w:r>
          </w:p>
        </w:tc>
      </w:tr>
      <w:tr w:rsidR="005C5770" w:rsidRPr="005C5770" w:rsidTr="00AB7A8F">
        <w:tc>
          <w:tcPr>
            <w:tcW w:w="1372" w:type="pct"/>
            <w:shd w:val="clear" w:color="auto" w:fill="auto"/>
          </w:tcPr>
          <w:p w:rsidR="005C5770" w:rsidRPr="005C5770" w:rsidRDefault="005C5770" w:rsidP="005C5770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3628" w:type="pct"/>
            <w:gridSpan w:val="5"/>
            <w:shd w:val="clear" w:color="auto" w:fill="auto"/>
          </w:tcPr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 xml:space="preserve">Целью Программы является обеспечение  общественной безопасности и правопорядка  в муниципальном районе Волжский Самарской области. 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Задачи Программы: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- совершенствование нормативно-правовой базы муниципального района Волжский Самарской области в сфере профилактики правонарушений;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- снижение уровня преступности и стабилизация криминогенной обстановки на территории Волжского района Самарской области;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- развитие системы социальной профилактики правонарушений, направленной прежде всего на борьбу с пьянством и алкоголизмом, безнадзорностью и беспризорностью несовершеннолетних, незаконной миграцией;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- повышение уровня межведомственного взаимодействия в сфере профилактики правонарушений;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 xml:space="preserve">- эффективное использование средств массовой информации и общественных объединений в проведении пропагандистской работы среди населения по профилактике правонарушений; 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 xml:space="preserve">- оптимизация работы по предупреждению и профилактике правонарушений, совершаемых на улицах </w:t>
            </w:r>
            <w:r w:rsidRPr="005C5770">
              <w:rPr>
                <w:rFonts w:ascii="Times New Roman" w:hAnsi="Times New Roman"/>
                <w:sz w:val="24"/>
                <w:szCs w:val="24"/>
              </w:rPr>
              <w:lastRenderedPageBreak/>
              <w:t>и в других общественных местах;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- стимулирование и поддержка гражданских инициатив по организации охраны общественного порядка и другой правоохранительной направленности;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- формирование позитивного общественного мнения у населения о правоохранительной деятельности с целью повышения доверия к работе органов правопорядка;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- обеспечение полного использования комплекса технических средств контроля за ситуацией на улицах и в общественных местах, в жилом секторе, повышение оперативности реагирования на заявления и сообщения о преступлениях, правонарушениях и происшествиях;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- выявление и устранение причин и условий, способствующих совершению правонарушений и преступлений.</w:t>
            </w:r>
          </w:p>
        </w:tc>
      </w:tr>
      <w:tr w:rsidR="005C5770" w:rsidRPr="005C5770" w:rsidTr="00AB7A8F">
        <w:trPr>
          <w:trHeight w:val="575"/>
        </w:trPr>
        <w:tc>
          <w:tcPr>
            <w:tcW w:w="1372" w:type="pct"/>
            <w:vMerge w:val="restart"/>
          </w:tcPr>
          <w:p w:rsidR="005C5770" w:rsidRPr="005C5770" w:rsidRDefault="005C5770" w:rsidP="005C577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Целевые показатели (индикаторы)</w:t>
            </w:r>
          </w:p>
        </w:tc>
        <w:tc>
          <w:tcPr>
            <w:tcW w:w="907" w:type="pct"/>
          </w:tcPr>
          <w:p w:rsidR="005C5770" w:rsidRPr="005C5770" w:rsidRDefault="005C5770" w:rsidP="005C577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4" w:type="pct"/>
          </w:tcPr>
          <w:p w:rsidR="005C5770" w:rsidRPr="005C5770" w:rsidRDefault="005C5770" w:rsidP="005C577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564" w:type="pct"/>
          </w:tcPr>
          <w:p w:rsidR="005C5770" w:rsidRPr="005C5770" w:rsidRDefault="005C5770" w:rsidP="005C577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815" w:type="pct"/>
          </w:tcPr>
          <w:p w:rsidR="005C5770" w:rsidRPr="005C5770" w:rsidRDefault="005C5770" w:rsidP="005C577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779" w:type="pct"/>
          </w:tcPr>
          <w:p w:rsidR="005C5770" w:rsidRPr="005C5770" w:rsidRDefault="005C5770" w:rsidP="005C577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% исполнения установленных декомпозированных показателей</w:t>
            </w:r>
          </w:p>
        </w:tc>
      </w:tr>
      <w:tr w:rsidR="00AB7A8F" w:rsidRPr="005C5770" w:rsidTr="00AB7A8F">
        <w:trPr>
          <w:trHeight w:val="575"/>
        </w:trPr>
        <w:tc>
          <w:tcPr>
            <w:tcW w:w="1372" w:type="pct"/>
            <w:vMerge/>
          </w:tcPr>
          <w:p w:rsidR="00AB7A8F" w:rsidRPr="005C5770" w:rsidRDefault="00AB7A8F" w:rsidP="005C577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</w:tcPr>
          <w:p w:rsidR="00AB7A8F" w:rsidRPr="005C5770" w:rsidRDefault="00AB7A8F" w:rsidP="005C5770">
            <w:pPr>
              <w:numPr>
                <w:ilvl w:val="0"/>
                <w:numId w:val="15"/>
              </w:numPr>
              <w:snapToGrid w:val="0"/>
              <w:spacing w:after="0" w:line="240" w:lineRule="auto"/>
              <w:ind w:left="-54" w:firstLine="5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Количество зарегистрированных преступлений</w:t>
            </w:r>
          </w:p>
        </w:tc>
        <w:tc>
          <w:tcPr>
            <w:tcW w:w="564" w:type="pct"/>
          </w:tcPr>
          <w:p w:rsidR="00AB7A8F" w:rsidRPr="00AB7A8F" w:rsidRDefault="00AB7A8F" w:rsidP="006177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A8F">
              <w:rPr>
                <w:rFonts w:ascii="Times New Roman" w:hAnsi="Times New Roman"/>
                <w:sz w:val="24"/>
                <w:szCs w:val="24"/>
              </w:rPr>
              <w:t>1007</w:t>
            </w:r>
          </w:p>
        </w:tc>
        <w:tc>
          <w:tcPr>
            <w:tcW w:w="564" w:type="pct"/>
          </w:tcPr>
          <w:p w:rsidR="00AB7A8F" w:rsidRPr="005C5770" w:rsidRDefault="00470108" w:rsidP="00470108">
            <w:pPr>
              <w:snapToGrid w:val="0"/>
              <w:spacing w:after="0" w:line="240" w:lineRule="auto"/>
              <w:ind w:left="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0108">
              <w:rPr>
                <w:rFonts w:ascii="Times New Roman" w:eastAsia="Times New Roman" w:hAnsi="Times New Roman"/>
                <w:sz w:val="24"/>
                <w:szCs w:val="24"/>
              </w:rPr>
              <w:t>901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15" w:type="pct"/>
          </w:tcPr>
          <w:p w:rsidR="00AB7A8F" w:rsidRPr="005C5770" w:rsidRDefault="00AB7A8F" w:rsidP="005C5770">
            <w:pPr>
              <w:snapToGrid w:val="0"/>
              <w:spacing w:after="0" w:line="240" w:lineRule="auto"/>
              <w:ind w:left="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Произошло снижение зарегистрированных преступлений</w:t>
            </w:r>
          </w:p>
        </w:tc>
        <w:tc>
          <w:tcPr>
            <w:tcW w:w="779" w:type="pct"/>
          </w:tcPr>
          <w:p w:rsidR="00AB7A8F" w:rsidRPr="005C5770" w:rsidRDefault="00AB7A8F" w:rsidP="005C57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AB7A8F" w:rsidRPr="005C5770" w:rsidTr="00AB7A8F">
        <w:trPr>
          <w:trHeight w:val="575"/>
        </w:trPr>
        <w:tc>
          <w:tcPr>
            <w:tcW w:w="1372" w:type="pct"/>
            <w:vMerge/>
          </w:tcPr>
          <w:p w:rsidR="00AB7A8F" w:rsidRPr="005C5770" w:rsidRDefault="00AB7A8F" w:rsidP="005C577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</w:tcPr>
          <w:p w:rsidR="00AB7A8F" w:rsidRPr="005C5770" w:rsidRDefault="00AB7A8F" w:rsidP="005C5770">
            <w:pPr>
              <w:numPr>
                <w:ilvl w:val="0"/>
                <w:numId w:val="15"/>
              </w:numPr>
              <w:snapToGrid w:val="0"/>
              <w:spacing w:after="0" w:line="240" w:lineRule="auto"/>
              <w:ind w:left="-54" w:firstLine="5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Количество зарегистрированных тяжких и особо тяжких преступлений</w:t>
            </w:r>
          </w:p>
        </w:tc>
        <w:tc>
          <w:tcPr>
            <w:tcW w:w="564" w:type="pct"/>
          </w:tcPr>
          <w:p w:rsidR="00AB7A8F" w:rsidRPr="00AB7A8F" w:rsidRDefault="00AB7A8F" w:rsidP="006177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A8F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564" w:type="pct"/>
          </w:tcPr>
          <w:p w:rsidR="00AB7A8F" w:rsidRPr="005C5770" w:rsidRDefault="00470108" w:rsidP="00470108">
            <w:pPr>
              <w:snapToGrid w:val="0"/>
              <w:spacing w:after="0" w:line="240" w:lineRule="auto"/>
              <w:ind w:left="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0108">
              <w:rPr>
                <w:rFonts w:ascii="Times New Roman" w:eastAsia="Times New Roman" w:hAnsi="Times New Roman"/>
                <w:sz w:val="24"/>
                <w:szCs w:val="24"/>
              </w:rPr>
              <w:t xml:space="preserve">253 </w:t>
            </w:r>
          </w:p>
        </w:tc>
        <w:tc>
          <w:tcPr>
            <w:tcW w:w="815" w:type="pct"/>
          </w:tcPr>
          <w:p w:rsidR="00AB7A8F" w:rsidRPr="005C5770" w:rsidRDefault="00DD5A16" w:rsidP="00DD5A16">
            <w:pPr>
              <w:snapToGrid w:val="0"/>
              <w:spacing w:after="0" w:line="240" w:lineRule="auto"/>
              <w:ind w:left="81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Произ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ошёл</w:t>
            </w:r>
            <w:r w:rsidR="00AB7A8F" w:rsidRPr="005C577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рост </w:t>
            </w:r>
            <w:r w:rsidR="00AB7A8F" w:rsidRPr="005C5770">
              <w:rPr>
                <w:rFonts w:ascii="Times New Roman" w:eastAsia="Times New Roman" w:hAnsi="Times New Roman"/>
                <w:sz w:val="24"/>
                <w:szCs w:val="24"/>
              </w:rPr>
              <w:t>зарегистрированных преступлений</w:t>
            </w:r>
          </w:p>
        </w:tc>
        <w:tc>
          <w:tcPr>
            <w:tcW w:w="779" w:type="pct"/>
          </w:tcPr>
          <w:p w:rsidR="00AB7A8F" w:rsidRPr="005C5770" w:rsidRDefault="00AB7A8F" w:rsidP="005C57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AB7A8F" w:rsidRPr="005C5770" w:rsidTr="00AB7A8F">
        <w:trPr>
          <w:trHeight w:val="575"/>
        </w:trPr>
        <w:tc>
          <w:tcPr>
            <w:tcW w:w="1372" w:type="pct"/>
            <w:vMerge/>
          </w:tcPr>
          <w:p w:rsidR="00AB7A8F" w:rsidRPr="005C5770" w:rsidRDefault="00AB7A8F" w:rsidP="005C577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</w:tcPr>
          <w:p w:rsidR="00AB7A8F" w:rsidRPr="005C5770" w:rsidRDefault="00AB7A8F" w:rsidP="005C5770">
            <w:pPr>
              <w:numPr>
                <w:ilvl w:val="0"/>
                <w:numId w:val="15"/>
              </w:numPr>
              <w:snapToGrid w:val="0"/>
              <w:spacing w:after="0" w:line="240" w:lineRule="auto"/>
              <w:ind w:left="-54" w:firstLine="5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Количество преступлений, совершенных в общественных местах</w:t>
            </w:r>
          </w:p>
        </w:tc>
        <w:tc>
          <w:tcPr>
            <w:tcW w:w="564" w:type="pct"/>
          </w:tcPr>
          <w:p w:rsidR="00AB7A8F" w:rsidRPr="00AB7A8F" w:rsidRDefault="00AB7A8F" w:rsidP="006177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A8F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564" w:type="pct"/>
          </w:tcPr>
          <w:p w:rsidR="00AB7A8F" w:rsidRPr="005C5770" w:rsidRDefault="00847381" w:rsidP="005C5770">
            <w:pPr>
              <w:snapToGrid w:val="0"/>
              <w:spacing w:after="0" w:line="240" w:lineRule="auto"/>
              <w:ind w:left="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381">
              <w:rPr>
                <w:rFonts w:ascii="Times New Roman" w:eastAsia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815" w:type="pct"/>
          </w:tcPr>
          <w:p w:rsidR="00AB7A8F" w:rsidRPr="005C5770" w:rsidRDefault="00AB7A8F" w:rsidP="005C5770">
            <w:pPr>
              <w:snapToGrid w:val="0"/>
              <w:spacing w:after="0" w:line="240" w:lineRule="auto"/>
              <w:ind w:left="81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Произошло снижение зарегистрированных преступлений</w:t>
            </w:r>
          </w:p>
        </w:tc>
        <w:tc>
          <w:tcPr>
            <w:tcW w:w="779" w:type="pct"/>
          </w:tcPr>
          <w:p w:rsidR="00AB7A8F" w:rsidRPr="005C5770" w:rsidRDefault="00AB7A8F" w:rsidP="005C57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AB7A8F" w:rsidRPr="005C5770" w:rsidTr="00AB7A8F">
        <w:trPr>
          <w:trHeight w:val="575"/>
        </w:trPr>
        <w:tc>
          <w:tcPr>
            <w:tcW w:w="1372" w:type="pct"/>
            <w:vMerge/>
          </w:tcPr>
          <w:p w:rsidR="00AB7A8F" w:rsidRPr="005C5770" w:rsidRDefault="00AB7A8F" w:rsidP="005C577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</w:tcPr>
          <w:p w:rsidR="00AB7A8F" w:rsidRPr="005C5770" w:rsidRDefault="00AB7A8F" w:rsidP="005C5770">
            <w:pPr>
              <w:numPr>
                <w:ilvl w:val="0"/>
                <w:numId w:val="15"/>
              </w:numPr>
              <w:snapToGrid w:val="0"/>
              <w:spacing w:after="0" w:line="240" w:lineRule="auto"/>
              <w:ind w:left="-54" w:firstLine="5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Количество зарегистрированных преступлений, совершенных лицами, ранее судимыми</w:t>
            </w:r>
          </w:p>
        </w:tc>
        <w:tc>
          <w:tcPr>
            <w:tcW w:w="564" w:type="pct"/>
          </w:tcPr>
          <w:p w:rsidR="00AB7A8F" w:rsidRPr="00AB7A8F" w:rsidRDefault="00AB7A8F" w:rsidP="006177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A8F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564" w:type="pct"/>
          </w:tcPr>
          <w:p w:rsidR="00AB7A8F" w:rsidRPr="005C5770" w:rsidRDefault="00DD5A16" w:rsidP="005C5770">
            <w:pPr>
              <w:snapToGrid w:val="0"/>
              <w:spacing w:after="0" w:line="240" w:lineRule="auto"/>
              <w:ind w:left="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5A16">
              <w:rPr>
                <w:rFonts w:ascii="Times New Roman" w:eastAsia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815" w:type="pct"/>
          </w:tcPr>
          <w:p w:rsidR="00AB7A8F" w:rsidRPr="005C5770" w:rsidRDefault="00DD5A16" w:rsidP="005C5770">
            <w:pPr>
              <w:snapToGrid w:val="0"/>
              <w:spacing w:after="0" w:line="240" w:lineRule="auto"/>
              <w:ind w:left="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Произошло снижение зарегистрированных преступлений</w:t>
            </w:r>
          </w:p>
        </w:tc>
        <w:tc>
          <w:tcPr>
            <w:tcW w:w="779" w:type="pct"/>
          </w:tcPr>
          <w:p w:rsidR="00AB7A8F" w:rsidRPr="005C5770" w:rsidRDefault="00AB7A8F" w:rsidP="005C57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7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5C5770" w:rsidRPr="005C5770" w:rsidTr="00AB7A8F">
        <w:trPr>
          <w:trHeight w:val="263"/>
        </w:trPr>
        <w:tc>
          <w:tcPr>
            <w:tcW w:w="1372" w:type="pct"/>
            <w:shd w:val="clear" w:color="auto" w:fill="auto"/>
          </w:tcPr>
          <w:p w:rsidR="005C5770" w:rsidRPr="005C5770" w:rsidRDefault="005C5770" w:rsidP="005C5770">
            <w:pPr>
              <w:spacing w:after="0" w:line="240" w:lineRule="auto"/>
              <w:ind w:left="-142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 xml:space="preserve">4.  Оценка эффективности реализации муниципальной </w:t>
            </w:r>
            <w:r w:rsidRPr="005C5770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  <w:p w:rsidR="005C5770" w:rsidRPr="005C5770" w:rsidRDefault="005C5770" w:rsidP="005C5770">
            <w:pPr>
              <w:spacing w:after="0" w:line="240" w:lineRule="auto"/>
              <w:ind w:left="-142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pct"/>
            <w:gridSpan w:val="5"/>
            <w:shd w:val="clear" w:color="auto" w:fill="auto"/>
          </w:tcPr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lastRenderedPageBreak/>
              <w:t>R – эффективность реализации муниципальной программы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5770" w:rsidRPr="008650F5" w:rsidRDefault="008650F5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lang w:val="en-US"/>
                  </w:rPr>
                  <w:lastRenderedPageBreak/>
                  <m:t>R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Cambria Math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Cambria Math"/>
                              </w:rPr>
                              <m:t>901+253+164+209</m:t>
                            </m:r>
                          </m:num>
                          <m:den>
                            <m:r>
                              <w:rPr>
                                <w:rFonts w:ascii="Cambria Math" w:hAnsi="Cambria Math" w:cs="Cambria Math"/>
                              </w:rPr>
                              <m:t>1007+181+177+220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 w:cs="Cambria Math"/>
                      </w:rPr>
                      <m:t>÷2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1216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,7021÷1216,69729</m:t>
                    </m:r>
                  </m:den>
                </m:f>
                <m:r>
                  <w:rPr>
                    <w:rFonts w:ascii="Cambria Math" w:hAnsi="Cambria Math"/>
                  </w:rPr>
                  <m:t>×100%=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0,89+1,4+0,92+0,95</m:t>
                    </m:r>
                  </m:e>
                </m:d>
                <m:r>
                  <w:rPr>
                    <w:rFonts w:ascii="Cambria Math" w:hAnsi="Cambria Math"/>
                  </w:rPr>
                  <m:t>/4/1×100=1,04× 100 =104 %</m:t>
                </m:r>
              </m:oMath>
            </m:oMathPara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5770" w:rsidRPr="005C5770" w:rsidRDefault="005C5770" w:rsidP="00B0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 xml:space="preserve">R = </w:t>
            </w:r>
            <w:r w:rsidR="00B063A2">
              <w:rPr>
                <w:rFonts w:ascii="Times New Roman" w:hAnsi="Times New Roman"/>
                <w:sz w:val="24"/>
                <w:szCs w:val="24"/>
              </w:rPr>
              <w:t>104</w:t>
            </w:r>
            <w:r w:rsidRPr="005C5770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5C5770" w:rsidRPr="005C5770" w:rsidTr="00AB7A8F">
        <w:tc>
          <w:tcPr>
            <w:tcW w:w="1372" w:type="pct"/>
            <w:shd w:val="clear" w:color="auto" w:fill="auto"/>
          </w:tcPr>
          <w:p w:rsidR="005C5770" w:rsidRPr="005C5770" w:rsidRDefault="005C5770" w:rsidP="005C5770">
            <w:pPr>
              <w:spacing w:after="0" w:line="240" w:lineRule="auto"/>
              <w:ind w:left="-142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lastRenderedPageBreak/>
              <w:t>5.  Мероприятия муниципальной Программы</w:t>
            </w:r>
          </w:p>
        </w:tc>
        <w:tc>
          <w:tcPr>
            <w:tcW w:w="3628" w:type="pct"/>
            <w:gridSpan w:val="5"/>
            <w:shd w:val="clear" w:color="auto" w:fill="auto"/>
          </w:tcPr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См. приложенную таблицу.</w:t>
            </w:r>
          </w:p>
        </w:tc>
      </w:tr>
      <w:tr w:rsidR="005C5770" w:rsidRPr="005C5770" w:rsidTr="00AB7A8F">
        <w:tc>
          <w:tcPr>
            <w:tcW w:w="1372" w:type="pct"/>
            <w:shd w:val="clear" w:color="auto" w:fill="auto"/>
          </w:tcPr>
          <w:p w:rsidR="005C5770" w:rsidRPr="005C5770" w:rsidRDefault="005C5770" w:rsidP="005C5770">
            <w:pPr>
              <w:spacing w:after="0" w:line="240" w:lineRule="auto"/>
              <w:ind w:left="-142" w:firstLine="142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5.1. Мероприятия, выполненные в рамках Национальных Проектов (при наличии)</w:t>
            </w:r>
          </w:p>
        </w:tc>
        <w:tc>
          <w:tcPr>
            <w:tcW w:w="3628" w:type="pct"/>
            <w:gridSpan w:val="5"/>
            <w:shd w:val="clear" w:color="auto" w:fill="auto"/>
          </w:tcPr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Не имеется.</w:t>
            </w:r>
          </w:p>
        </w:tc>
      </w:tr>
      <w:tr w:rsidR="005C5770" w:rsidRPr="005C5770" w:rsidTr="00AB7A8F">
        <w:tc>
          <w:tcPr>
            <w:tcW w:w="1372" w:type="pct"/>
            <w:shd w:val="clear" w:color="auto" w:fill="auto"/>
          </w:tcPr>
          <w:p w:rsidR="005C5770" w:rsidRPr="005C5770" w:rsidRDefault="005C5770" w:rsidP="005C5770">
            <w:pPr>
              <w:spacing w:after="0" w:line="240" w:lineRule="auto"/>
              <w:ind w:left="-142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6. Информация о внесенных изменениях в муниципальную Программу в отчетном периоде</w:t>
            </w:r>
          </w:p>
        </w:tc>
        <w:tc>
          <w:tcPr>
            <w:tcW w:w="3628" w:type="pct"/>
            <w:gridSpan w:val="5"/>
            <w:shd w:val="clear" w:color="auto" w:fill="auto"/>
          </w:tcPr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Постановления Администрации муниципального района Волжский Самарской области «О внесении изменений муниципальную программу  «Профилактика правонарушений и обеспечение общественной безопасности в муниципальном районе Волжский Самарской области на 2018-2020 годы»:</w:t>
            </w:r>
          </w:p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- от 02.08.2018 № 1216;</w:t>
            </w:r>
          </w:p>
          <w:p w:rsidR="00951246" w:rsidRDefault="00951246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19.11.2019 № 1814;</w:t>
            </w:r>
          </w:p>
          <w:p w:rsidR="005C5770" w:rsidRDefault="00951246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1246">
              <w:rPr>
                <w:rFonts w:ascii="Times New Roman" w:hAnsi="Times New Roman"/>
                <w:sz w:val="24"/>
                <w:szCs w:val="24"/>
              </w:rPr>
              <w:t>от 25.05.2020 № 885</w:t>
            </w:r>
            <w:r w:rsidR="00B04E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04E53" w:rsidRPr="005C5770" w:rsidRDefault="00B04E53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04E53">
              <w:rPr>
                <w:rFonts w:ascii="Times New Roman" w:hAnsi="Times New Roman"/>
                <w:sz w:val="24"/>
                <w:szCs w:val="24"/>
              </w:rPr>
              <w:t>от 16.10.2020 № 1994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5770" w:rsidRPr="005C5770" w:rsidTr="00AB7A8F">
        <w:tc>
          <w:tcPr>
            <w:tcW w:w="1372" w:type="pct"/>
            <w:shd w:val="clear" w:color="auto" w:fill="auto"/>
          </w:tcPr>
          <w:p w:rsidR="005C5770" w:rsidRPr="005C5770" w:rsidRDefault="005C5770" w:rsidP="005C57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7. Предложения о дальнейшей реализации муниципальной Программы</w:t>
            </w:r>
          </w:p>
        </w:tc>
        <w:tc>
          <w:tcPr>
            <w:tcW w:w="3628" w:type="pct"/>
            <w:gridSpan w:val="5"/>
            <w:shd w:val="clear" w:color="auto" w:fill="auto"/>
          </w:tcPr>
          <w:p w:rsidR="005C5770" w:rsidRPr="005C5770" w:rsidRDefault="005C5770" w:rsidP="005C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>Признать муниципальную программу «Профилактика правонарушений и обеспечение общественной безопасности в муниципальном районе Волжский Самарской области на 2018-2020 годы» эффективной.</w:t>
            </w:r>
          </w:p>
          <w:p w:rsidR="005C5770" w:rsidRPr="005C5770" w:rsidRDefault="005C5770" w:rsidP="00B0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770">
              <w:rPr>
                <w:rFonts w:ascii="Times New Roman" w:hAnsi="Times New Roman"/>
                <w:sz w:val="24"/>
                <w:szCs w:val="24"/>
              </w:rPr>
              <w:t xml:space="preserve">В новом плановом периоде </w:t>
            </w:r>
            <w:r w:rsidR="00B04E53">
              <w:rPr>
                <w:rFonts w:ascii="Times New Roman" w:hAnsi="Times New Roman"/>
                <w:sz w:val="24"/>
                <w:szCs w:val="24"/>
              </w:rPr>
              <w:t xml:space="preserve">приступить к </w:t>
            </w:r>
            <w:r w:rsidRPr="005C5770">
              <w:rPr>
                <w:rFonts w:ascii="Times New Roman" w:hAnsi="Times New Roman"/>
                <w:sz w:val="24"/>
                <w:szCs w:val="24"/>
              </w:rPr>
              <w:t>реализаци</w:t>
            </w:r>
            <w:r w:rsidR="00B04E53">
              <w:rPr>
                <w:rFonts w:ascii="Times New Roman" w:hAnsi="Times New Roman"/>
                <w:sz w:val="24"/>
                <w:szCs w:val="24"/>
              </w:rPr>
              <w:t>и</w:t>
            </w:r>
            <w:r w:rsidRPr="005C5770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«Профилактика правонарушений и обеспечение общественной безопасности в муниципальном районе Волжский Самарской области на 20</w:t>
            </w:r>
            <w:r w:rsidR="00B04E53">
              <w:rPr>
                <w:rFonts w:ascii="Times New Roman" w:hAnsi="Times New Roman"/>
                <w:sz w:val="24"/>
                <w:szCs w:val="24"/>
              </w:rPr>
              <w:t>21</w:t>
            </w:r>
            <w:r w:rsidRPr="005C5770">
              <w:rPr>
                <w:rFonts w:ascii="Times New Roman" w:hAnsi="Times New Roman"/>
                <w:sz w:val="24"/>
                <w:szCs w:val="24"/>
              </w:rPr>
              <w:t>-202</w:t>
            </w:r>
            <w:r w:rsidR="00B04E53">
              <w:rPr>
                <w:rFonts w:ascii="Times New Roman" w:hAnsi="Times New Roman"/>
                <w:sz w:val="24"/>
                <w:szCs w:val="24"/>
              </w:rPr>
              <w:t>5</w:t>
            </w:r>
            <w:r w:rsidRPr="005C5770">
              <w:rPr>
                <w:rFonts w:ascii="Times New Roman" w:hAnsi="Times New Roman"/>
                <w:sz w:val="24"/>
                <w:szCs w:val="24"/>
              </w:rPr>
              <w:t xml:space="preserve"> годы».</w:t>
            </w:r>
          </w:p>
        </w:tc>
      </w:tr>
    </w:tbl>
    <w:p w:rsidR="00FB7D6C" w:rsidRPr="005C5770" w:rsidRDefault="00FB7D6C" w:rsidP="00D35B8E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</w:rPr>
      </w:pPr>
    </w:p>
    <w:p w:rsidR="005347C2" w:rsidRPr="00AE6EAA" w:rsidRDefault="005347C2" w:rsidP="005347C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E6EAA">
        <w:rPr>
          <w:rFonts w:ascii="Times New Roman" w:eastAsia="Times New Roman" w:hAnsi="Times New Roman"/>
          <w:sz w:val="28"/>
          <w:szCs w:val="28"/>
        </w:rPr>
        <w:t xml:space="preserve">МКУ «Финансовое управление </w:t>
      </w:r>
    </w:p>
    <w:p w:rsidR="005347C2" w:rsidRPr="00AE6EAA" w:rsidRDefault="005347C2" w:rsidP="005347C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E6EAA">
        <w:rPr>
          <w:rFonts w:ascii="Times New Roman" w:eastAsia="Times New Roman" w:hAnsi="Times New Roman"/>
          <w:sz w:val="28"/>
          <w:szCs w:val="28"/>
        </w:rPr>
        <w:t>Администрации муниципального района Волжский</w:t>
      </w:r>
    </w:p>
    <w:p w:rsidR="005347C2" w:rsidRPr="00AE6EAA" w:rsidRDefault="005347C2" w:rsidP="005347C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E6EAA">
        <w:rPr>
          <w:rFonts w:ascii="Times New Roman" w:eastAsia="Times New Roman" w:hAnsi="Times New Roman"/>
          <w:sz w:val="28"/>
          <w:szCs w:val="28"/>
        </w:rPr>
        <w:t xml:space="preserve">Самарской области» </w:t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  <w:t>______________________________</w:t>
      </w:r>
    </w:p>
    <w:p w:rsidR="005347C2" w:rsidRPr="00AE6EAA" w:rsidRDefault="005347C2" w:rsidP="005347C2">
      <w:pPr>
        <w:spacing w:after="0" w:line="240" w:lineRule="auto"/>
        <w:ind w:left="9204" w:firstLine="708"/>
        <w:rPr>
          <w:rFonts w:ascii="Times New Roman" w:eastAsia="Times New Roman" w:hAnsi="Times New Roman"/>
          <w:sz w:val="20"/>
          <w:szCs w:val="28"/>
        </w:rPr>
      </w:pPr>
      <w:r w:rsidRPr="00AE6EAA">
        <w:rPr>
          <w:rFonts w:ascii="Times New Roman" w:eastAsia="Times New Roman" w:hAnsi="Times New Roman"/>
          <w:sz w:val="20"/>
          <w:szCs w:val="28"/>
        </w:rPr>
        <w:t>(подпись, ФИО)</w:t>
      </w:r>
    </w:p>
    <w:p w:rsidR="005347C2" w:rsidRPr="00AE6EAA" w:rsidRDefault="005347C2" w:rsidP="005347C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Pr="00AE6EAA">
        <w:rPr>
          <w:rFonts w:ascii="Times New Roman" w:eastAsia="Times New Roman" w:hAnsi="Times New Roman"/>
          <w:sz w:val="28"/>
          <w:szCs w:val="28"/>
        </w:rPr>
        <w:t xml:space="preserve">тдел экономики Администрации </w:t>
      </w:r>
    </w:p>
    <w:p w:rsidR="005347C2" w:rsidRPr="00AE6EAA" w:rsidRDefault="005347C2" w:rsidP="005347C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E6EAA">
        <w:rPr>
          <w:rFonts w:ascii="Times New Roman" w:eastAsia="Times New Roman" w:hAnsi="Times New Roman"/>
          <w:sz w:val="28"/>
          <w:szCs w:val="28"/>
        </w:rPr>
        <w:t xml:space="preserve">муниципального района Волжский </w:t>
      </w:r>
    </w:p>
    <w:p w:rsidR="005347C2" w:rsidRPr="00AE6EAA" w:rsidRDefault="005347C2" w:rsidP="005347C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E6EAA">
        <w:rPr>
          <w:rFonts w:ascii="Times New Roman" w:eastAsia="Times New Roman" w:hAnsi="Times New Roman"/>
          <w:sz w:val="28"/>
          <w:szCs w:val="28"/>
        </w:rPr>
        <w:t>Самарской области</w:t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</w:r>
      <w:r w:rsidRPr="00AE6EAA">
        <w:rPr>
          <w:rFonts w:ascii="Times New Roman" w:eastAsia="Times New Roman" w:hAnsi="Times New Roman"/>
          <w:sz w:val="28"/>
          <w:szCs w:val="28"/>
        </w:rPr>
        <w:tab/>
        <w:t>______________________________</w:t>
      </w:r>
    </w:p>
    <w:p w:rsidR="005347C2" w:rsidRPr="00AE6EAA" w:rsidRDefault="005347C2" w:rsidP="005347C2">
      <w:pPr>
        <w:spacing w:after="0" w:line="240" w:lineRule="auto"/>
        <w:ind w:left="9204" w:firstLine="708"/>
        <w:rPr>
          <w:rFonts w:ascii="Times New Roman" w:eastAsia="Times New Roman" w:hAnsi="Times New Roman"/>
          <w:sz w:val="20"/>
          <w:szCs w:val="28"/>
        </w:rPr>
      </w:pPr>
      <w:r w:rsidRPr="00AE6EAA">
        <w:rPr>
          <w:rFonts w:ascii="Times New Roman" w:eastAsia="Times New Roman" w:hAnsi="Times New Roman"/>
          <w:sz w:val="20"/>
          <w:szCs w:val="28"/>
        </w:rPr>
        <w:t>(подпись, ФИО)</w:t>
      </w:r>
    </w:p>
    <w:p w:rsidR="005347C2" w:rsidRDefault="005347C2" w:rsidP="005347C2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3120"/>
        <w:gridCol w:w="1224"/>
        <w:gridCol w:w="1107"/>
        <w:gridCol w:w="1301"/>
        <w:gridCol w:w="990"/>
        <w:gridCol w:w="1079"/>
        <w:gridCol w:w="959"/>
        <w:gridCol w:w="2242"/>
        <w:gridCol w:w="1941"/>
      </w:tblGrid>
      <w:tr w:rsidR="005C5770" w:rsidRPr="005C5770" w:rsidTr="001A0872">
        <w:trPr>
          <w:cantSplit/>
          <w:trHeight w:val="982"/>
        </w:trPr>
        <w:tc>
          <w:tcPr>
            <w:tcW w:w="147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shd w:val="clear" w:color="auto" w:fill="FFFFFF"/>
              <w:spacing w:after="0"/>
              <w:ind w:right="436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программы</w:t>
            </w:r>
          </w:p>
          <w:p w:rsidR="005C5770" w:rsidRPr="005C5770" w:rsidRDefault="005C5770" w:rsidP="005C5770">
            <w:pPr>
              <w:shd w:val="clear" w:color="auto" w:fill="FFFFFF"/>
              <w:spacing w:after="0"/>
              <w:ind w:right="437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МУНИЦИПАЛЬНАЯ ПРОГРАММА «ПРОФИЛАКТИКА ПРАВОНАРУШЕНИЙ И ОБЕСПЕЧЕНИЕ ОБЩЕСТВЕННОЙ БЕЗОПАСНОСТИ В МУНИЦИПАЛЬНОМ РАЙОНЕ ВОЛЖСКИЙ САМАРСКОЙ ОБЛАСТИ НА 2018 – 2020 ГОДЫ»</w:t>
            </w:r>
          </w:p>
          <w:p w:rsidR="005C5770" w:rsidRPr="005C5770" w:rsidRDefault="005C5770" w:rsidP="005C5770">
            <w:pPr>
              <w:shd w:val="clear" w:color="auto" w:fill="FFFFFF"/>
              <w:spacing w:after="0"/>
              <w:ind w:right="436"/>
              <w:jc w:val="center"/>
              <w:outlineLvl w:val="0"/>
              <w:rPr>
                <w:rFonts w:ascii="Times New Roman" w:eastAsia="Times New Roman" w:hAnsi="Times New Roman"/>
                <w:spacing w:val="-13"/>
                <w:sz w:val="20"/>
                <w:szCs w:val="20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(срок действия, основание принятия)</w:t>
            </w:r>
          </w:p>
        </w:tc>
      </w:tr>
      <w:tr w:rsidR="005C5770" w:rsidRPr="005C5770" w:rsidTr="001A0872">
        <w:trPr>
          <w:cantSplit/>
          <w:trHeight w:val="8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пункта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мероприятия,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№ подпункта </w:t>
            </w:r>
          </w:p>
        </w:tc>
        <w:tc>
          <w:tcPr>
            <w:tcW w:w="36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План по программе (тыс. рублей), информация указывается в целом по программе и по каждому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финансовому году отчетному периоду</w:t>
            </w:r>
          </w:p>
        </w:tc>
        <w:tc>
          <w:tcPr>
            <w:tcW w:w="30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по программе (тыс.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рублей), информация  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указывается в целом по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программе и по каждому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финансовому году,   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отчетному периоду   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Отношение количества выполненных мероприятий к общему количеству запланированных мероприятий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3A6A59" w:rsidRPr="005C5770" w:rsidTr="001A0872">
        <w:trPr>
          <w:cantSplit/>
          <w:trHeight w:val="72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средств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бюджета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  счет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иных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источников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 счет 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средств 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бюджета  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 счет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иных 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источников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6A59" w:rsidRPr="005C5770" w:rsidTr="001A0872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 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   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   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  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 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  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    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  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   </w:t>
            </w:r>
          </w:p>
        </w:tc>
      </w:tr>
      <w:tr w:rsidR="003A6A59" w:rsidRPr="005C5770" w:rsidTr="001A0872">
        <w:trPr>
          <w:cantSplit/>
          <w:trHeight w:val="1405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 Обеспечение участия  добровольной народной дружины в охране общественного порядка в населенных пунктах Волжского района Самарской области.</w:t>
            </w:r>
          </w:p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Поощрение членов ДНД.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1 800,0;</w:t>
            </w:r>
          </w:p>
          <w:p w:rsidR="005C5770" w:rsidRPr="005C5770" w:rsidRDefault="005C5770" w:rsidP="0002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22C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 – 6</w:t>
            </w:r>
            <w:r w:rsidR="00022C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1800,0;</w:t>
            </w:r>
          </w:p>
          <w:p w:rsidR="005C5770" w:rsidRPr="005C5770" w:rsidRDefault="005C5770" w:rsidP="0002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22C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 – 6</w:t>
            </w:r>
            <w:r w:rsidR="00022C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02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022C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5C57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02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022C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5C57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муниципального района Волжский Самарской области</w:t>
            </w:r>
          </w:p>
        </w:tc>
      </w:tr>
      <w:tr w:rsidR="003A6A59" w:rsidRPr="005C5770" w:rsidTr="001A0872">
        <w:trPr>
          <w:cantSplit/>
          <w:trHeight w:val="1405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1.11. Ремонт помещений участковых пунктов полиции, расположенных на территории района.</w:t>
            </w:r>
          </w:p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</w:t>
            </w:r>
            <w:r w:rsidRPr="005C57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Внесены изменения</w:t>
            </w:r>
            <w:r w:rsidRPr="005C5770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: Постановление от 02.08.2018 № 1216; Постановление от 19.11.2019 № 1814)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447,39766;</w:t>
            </w:r>
          </w:p>
          <w:p w:rsidR="005C5770" w:rsidRPr="005C5770" w:rsidRDefault="005C5770" w:rsidP="0002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22C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 – 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447,39766;</w:t>
            </w:r>
          </w:p>
          <w:p w:rsidR="005C5770" w:rsidRPr="005C5770" w:rsidRDefault="005C5770" w:rsidP="0002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22C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 – 0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02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02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УГЖКХ</w:t>
            </w:r>
          </w:p>
        </w:tc>
      </w:tr>
      <w:tr w:rsidR="000403B0" w:rsidRPr="005C5770" w:rsidTr="001A0872">
        <w:trPr>
          <w:cantSplit/>
          <w:trHeight w:val="1405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C93" w:rsidRPr="005C5770" w:rsidRDefault="00022C93" w:rsidP="00022C9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A59" w:rsidRPr="003A6A59" w:rsidRDefault="003A6A59" w:rsidP="003A6A59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6A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Восстановление воинских захоронений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022C93" w:rsidRPr="005C5770" w:rsidRDefault="003A6A59" w:rsidP="003A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</w:t>
            </w:r>
            <w:r w:rsidRPr="005C57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Внесены изменения</w:t>
            </w:r>
            <w:r w:rsidRPr="005C5770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:</w:t>
            </w:r>
            <w:r>
              <w:t xml:space="preserve"> </w:t>
            </w:r>
            <w:r w:rsidRPr="003A6A59">
              <w:rPr>
                <w:rFonts w:ascii="Times New Roman" w:hAnsi="Times New Roman"/>
                <w:i/>
              </w:rPr>
              <w:t xml:space="preserve">Постановление </w:t>
            </w:r>
            <w:r w:rsidRPr="003A6A5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от 25.05.2020 № 885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; </w:t>
            </w:r>
            <w:r w:rsidRPr="003A6A59">
              <w:rPr>
                <w:rFonts w:ascii="Times New Roman" w:hAnsi="Times New Roman"/>
                <w:i/>
              </w:rPr>
              <w:t>Постановление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3A6A59">
              <w:rPr>
                <w:rFonts w:ascii="Times New Roman" w:hAnsi="Times New Roman"/>
                <w:i/>
              </w:rPr>
              <w:t>от 16.10.2020 № 1994</w:t>
            </w:r>
            <w:r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C93" w:rsidRPr="005C5770" w:rsidRDefault="00F07BDB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B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566,7021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; 2020 г. - </w:t>
            </w:r>
            <w:r w:rsidRPr="00F07B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566,7021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C93" w:rsidRPr="005C5770" w:rsidRDefault="009E7C73" w:rsidP="00040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566,7021; 2020 г. - 566,7021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C93" w:rsidRPr="005C5770" w:rsidRDefault="009E7C73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C93" w:rsidRPr="005C5770" w:rsidRDefault="00F24069" w:rsidP="00F24069">
            <w:pPr>
              <w:autoSpaceDE w:val="0"/>
              <w:autoSpaceDN w:val="0"/>
              <w:adjustRightInd w:val="0"/>
              <w:spacing w:after="0" w:line="240" w:lineRule="auto"/>
              <w:ind w:left="-8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40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566 697,29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C93" w:rsidRPr="005C5770" w:rsidRDefault="00F24069" w:rsidP="001A0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40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566 697,29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C93" w:rsidRPr="005C5770" w:rsidRDefault="001A0872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C93" w:rsidRPr="005C5770" w:rsidRDefault="009E7C73" w:rsidP="005C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C93" w:rsidRPr="005C5770" w:rsidRDefault="00B9631A" w:rsidP="005C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УГЖКХ</w:t>
            </w:r>
          </w:p>
        </w:tc>
      </w:tr>
      <w:tr w:rsidR="00F07BDB" w:rsidRPr="005C5770" w:rsidTr="001A0872">
        <w:trPr>
          <w:cantSplit/>
          <w:trHeight w:val="240"/>
        </w:trPr>
        <w:tc>
          <w:tcPr>
            <w:tcW w:w="3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770" w:rsidRPr="005C5770" w:rsidRDefault="005C5770" w:rsidP="005C57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5770">
              <w:rPr>
                <w:rFonts w:ascii="Times New Roman" w:eastAsia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ED299F" w:rsidP="00ED2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29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2814,09976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C5770"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5C5770"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 – </w:t>
            </w:r>
            <w:r w:rsidRPr="00ED29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1216,7021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F24069" w:rsidP="00F24069">
            <w:pPr>
              <w:autoSpaceDE w:val="0"/>
              <w:autoSpaceDN w:val="0"/>
              <w:adjustRightInd w:val="0"/>
              <w:spacing w:after="0" w:line="240" w:lineRule="auto"/>
              <w:ind w:left="-66" w:right="-7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40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1216,69729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1A0872" w:rsidP="004A6A9B">
            <w:pPr>
              <w:autoSpaceDE w:val="0"/>
              <w:autoSpaceDN w:val="0"/>
              <w:adjustRightInd w:val="0"/>
              <w:spacing w:after="0" w:line="240" w:lineRule="auto"/>
              <w:ind w:left="-52" w:right="-99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A08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216</w:t>
            </w:r>
            <w:r w:rsidR="004A6A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1A08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69729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4A6A9B" w:rsidP="005C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57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70" w:rsidRPr="005C5770" w:rsidRDefault="005C5770" w:rsidP="005C57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54C1F" w:rsidRPr="00154C1F" w:rsidRDefault="00154C1F" w:rsidP="009E7C73">
      <w:pPr>
        <w:pStyle w:val="a8"/>
        <w:tabs>
          <w:tab w:val="num" w:pos="0"/>
        </w:tabs>
        <w:spacing w:after="0"/>
        <w:jc w:val="both"/>
        <w:rPr>
          <w:bCs/>
          <w:sz w:val="28"/>
          <w:szCs w:val="28"/>
          <w:lang w:val="en-US"/>
        </w:rPr>
      </w:pPr>
    </w:p>
    <w:sectPr w:rsidR="00154C1F" w:rsidRPr="00154C1F" w:rsidSect="00FB7D6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4C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51F6F7D"/>
    <w:multiLevelType w:val="hybridMultilevel"/>
    <w:tmpl w:val="4FC6CACA"/>
    <w:lvl w:ilvl="0" w:tplc="8DEAABC0">
      <w:start w:val="2013"/>
      <w:numFmt w:val="decimal"/>
      <w:lvlText w:val="%1"/>
      <w:lvlJc w:val="left"/>
      <w:pPr>
        <w:ind w:left="12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7D04CCD"/>
    <w:multiLevelType w:val="hybridMultilevel"/>
    <w:tmpl w:val="94807B60"/>
    <w:lvl w:ilvl="0" w:tplc="BA6437F8">
      <w:start w:val="201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804ACC"/>
    <w:multiLevelType w:val="hybridMultilevel"/>
    <w:tmpl w:val="E0C6B170"/>
    <w:lvl w:ilvl="0" w:tplc="99C6A732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7519DF"/>
    <w:multiLevelType w:val="hybridMultilevel"/>
    <w:tmpl w:val="2F620A72"/>
    <w:lvl w:ilvl="0" w:tplc="7DAEDD08">
      <w:start w:val="201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D2626B"/>
    <w:multiLevelType w:val="multilevel"/>
    <w:tmpl w:val="3E5E2D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6">
    <w:nsid w:val="51D40075"/>
    <w:multiLevelType w:val="hybridMultilevel"/>
    <w:tmpl w:val="EA848954"/>
    <w:lvl w:ilvl="0" w:tplc="D4BA5B3E">
      <w:start w:val="2011"/>
      <w:numFmt w:val="decimal"/>
      <w:lvlText w:val="%1"/>
      <w:lvlJc w:val="left"/>
      <w:pPr>
        <w:ind w:left="19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7">
    <w:nsid w:val="52C47F82"/>
    <w:multiLevelType w:val="hybridMultilevel"/>
    <w:tmpl w:val="D390E244"/>
    <w:lvl w:ilvl="0" w:tplc="66EE5986">
      <w:start w:val="2011"/>
      <w:numFmt w:val="decimal"/>
      <w:lvlText w:val="%1"/>
      <w:lvlJc w:val="left"/>
      <w:pPr>
        <w:ind w:left="25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8">
    <w:nsid w:val="552D6670"/>
    <w:multiLevelType w:val="hybridMultilevel"/>
    <w:tmpl w:val="8AF2D614"/>
    <w:lvl w:ilvl="0" w:tplc="35008B90">
      <w:start w:val="201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3E39A8"/>
    <w:multiLevelType w:val="multilevel"/>
    <w:tmpl w:val="42948EE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0">
    <w:nsid w:val="62DA1042"/>
    <w:multiLevelType w:val="hybridMultilevel"/>
    <w:tmpl w:val="9B5CBA1E"/>
    <w:lvl w:ilvl="0" w:tplc="FE280630">
      <w:start w:val="1"/>
      <w:numFmt w:val="decimal"/>
      <w:lvlText w:val="%1."/>
      <w:lvlJc w:val="left"/>
      <w:pPr>
        <w:ind w:left="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64C23B2A"/>
    <w:multiLevelType w:val="hybridMultilevel"/>
    <w:tmpl w:val="0434BD26"/>
    <w:lvl w:ilvl="0" w:tplc="1F6CF96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939030D"/>
    <w:multiLevelType w:val="hybridMultilevel"/>
    <w:tmpl w:val="4900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8745F"/>
    <w:multiLevelType w:val="multilevel"/>
    <w:tmpl w:val="C4E88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3474C3B"/>
    <w:multiLevelType w:val="hybridMultilevel"/>
    <w:tmpl w:val="2B96678C"/>
    <w:lvl w:ilvl="0" w:tplc="B336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4"/>
  </w:num>
  <w:num w:numId="2">
    <w:abstractNumId w:val="4"/>
  </w:num>
  <w:num w:numId="3">
    <w:abstractNumId w:val="1"/>
  </w:num>
  <w:num w:numId="4">
    <w:abstractNumId w:val="11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9"/>
  </w:num>
  <w:num w:numId="12">
    <w:abstractNumId w:val="0"/>
  </w:num>
  <w:num w:numId="13">
    <w:abstractNumId w:val="13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169"/>
    <w:rsid w:val="00022C93"/>
    <w:rsid w:val="00034168"/>
    <w:rsid w:val="000403B0"/>
    <w:rsid w:val="00042349"/>
    <w:rsid w:val="00060F26"/>
    <w:rsid w:val="00067B76"/>
    <w:rsid w:val="00096548"/>
    <w:rsid w:val="000B10D9"/>
    <w:rsid w:val="000C4D4E"/>
    <w:rsid w:val="00120400"/>
    <w:rsid w:val="001274E8"/>
    <w:rsid w:val="00130322"/>
    <w:rsid w:val="00135378"/>
    <w:rsid w:val="00144F64"/>
    <w:rsid w:val="00154C1F"/>
    <w:rsid w:val="00155524"/>
    <w:rsid w:val="00180282"/>
    <w:rsid w:val="001A0872"/>
    <w:rsid w:val="00200C31"/>
    <w:rsid w:val="00202CBF"/>
    <w:rsid w:val="00235300"/>
    <w:rsid w:val="00242226"/>
    <w:rsid w:val="002445C4"/>
    <w:rsid w:val="00251826"/>
    <w:rsid w:val="002F088E"/>
    <w:rsid w:val="00315D0E"/>
    <w:rsid w:val="003A6A59"/>
    <w:rsid w:val="003C5CCE"/>
    <w:rsid w:val="00405F87"/>
    <w:rsid w:val="0041085A"/>
    <w:rsid w:val="00435298"/>
    <w:rsid w:val="0043598E"/>
    <w:rsid w:val="00454ECB"/>
    <w:rsid w:val="00470108"/>
    <w:rsid w:val="004904C2"/>
    <w:rsid w:val="004A2C59"/>
    <w:rsid w:val="004A2CF6"/>
    <w:rsid w:val="004A44D2"/>
    <w:rsid w:val="004A6A9B"/>
    <w:rsid w:val="004B5C99"/>
    <w:rsid w:val="004F5169"/>
    <w:rsid w:val="004F6FB2"/>
    <w:rsid w:val="00502779"/>
    <w:rsid w:val="00524ED6"/>
    <w:rsid w:val="005347C2"/>
    <w:rsid w:val="00543725"/>
    <w:rsid w:val="00553CB3"/>
    <w:rsid w:val="005710DB"/>
    <w:rsid w:val="005736F1"/>
    <w:rsid w:val="0058252D"/>
    <w:rsid w:val="005C5770"/>
    <w:rsid w:val="005D1DD1"/>
    <w:rsid w:val="005D7DCB"/>
    <w:rsid w:val="005E0F8C"/>
    <w:rsid w:val="006013DF"/>
    <w:rsid w:val="0060227B"/>
    <w:rsid w:val="00617775"/>
    <w:rsid w:val="00634076"/>
    <w:rsid w:val="0065161C"/>
    <w:rsid w:val="006922BA"/>
    <w:rsid w:val="006D15E9"/>
    <w:rsid w:val="006E36FD"/>
    <w:rsid w:val="00704721"/>
    <w:rsid w:val="0074310C"/>
    <w:rsid w:val="007826BA"/>
    <w:rsid w:val="007D5976"/>
    <w:rsid w:val="007E0103"/>
    <w:rsid w:val="007E289F"/>
    <w:rsid w:val="007F4EDF"/>
    <w:rsid w:val="008063CB"/>
    <w:rsid w:val="00816BEE"/>
    <w:rsid w:val="008254EE"/>
    <w:rsid w:val="00847381"/>
    <w:rsid w:val="008650F5"/>
    <w:rsid w:val="00877686"/>
    <w:rsid w:val="008977E7"/>
    <w:rsid w:val="008C5804"/>
    <w:rsid w:val="008D2AAF"/>
    <w:rsid w:val="008D7362"/>
    <w:rsid w:val="008F4727"/>
    <w:rsid w:val="008F498A"/>
    <w:rsid w:val="0090310A"/>
    <w:rsid w:val="009052AA"/>
    <w:rsid w:val="00926B66"/>
    <w:rsid w:val="00931499"/>
    <w:rsid w:val="00951246"/>
    <w:rsid w:val="009A19E4"/>
    <w:rsid w:val="009B0E7B"/>
    <w:rsid w:val="009D69F8"/>
    <w:rsid w:val="009E6A72"/>
    <w:rsid w:val="009E7C73"/>
    <w:rsid w:val="00A018DF"/>
    <w:rsid w:val="00A3080C"/>
    <w:rsid w:val="00A308BC"/>
    <w:rsid w:val="00A334EE"/>
    <w:rsid w:val="00A56791"/>
    <w:rsid w:val="00AB7A8F"/>
    <w:rsid w:val="00B04E53"/>
    <w:rsid w:val="00B063A2"/>
    <w:rsid w:val="00B45551"/>
    <w:rsid w:val="00B46982"/>
    <w:rsid w:val="00B62329"/>
    <w:rsid w:val="00B8799B"/>
    <w:rsid w:val="00B9631A"/>
    <w:rsid w:val="00BA7202"/>
    <w:rsid w:val="00BD16FB"/>
    <w:rsid w:val="00BD3328"/>
    <w:rsid w:val="00C01324"/>
    <w:rsid w:val="00C94FA5"/>
    <w:rsid w:val="00CA45C7"/>
    <w:rsid w:val="00CB42B6"/>
    <w:rsid w:val="00CC3DA5"/>
    <w:rsid w:val="00CC3DDF"/>
    <w:rsid w:val="00CC5E90"/>
    <w:rsid w:val="00CE0E60"/>
    <w:rsid w:val="00D063F2"/>
    <w:rsid w:val="00D26528"/>
    <w:rsid w:val="00D32AAA"/>
    <w:rsid w:val="00D35B8E"/>
    <w:rsid w:val="00D65196"/>
    <w:rsid w:val="00D97376"/>
    <w:rsid w:val="00DB7BC8"/>
    <w:rsid w:val="00DD5A16"/>
    <w:rsid w:val="00DE0AC9"/>
    <w:rsid w:val="00E02D36"/>
    <w:rsid w:val="00E257DA"/>
    <w:rsid w:val="00E4304F"/>
    <w:rsid w:val="00EB27AF"/>
    <w:rsid w:val="00ED299F"/>
    <w:rsid w:val="00ED6973"/>
    <w:rsid w:val="00F07BDB"/>
    <w:rsid w:val="00F24069"/>
    <w:rsid w:val="00F36817"/>
    <w:rsid w:val="00F373E1"/>
    <w:rsid w:val="00F4234D"/>
    <w:rsid w:val="00F57177"/>
    <w:rsid w:val="00F61B3A"/>
    <w:rsid w:val="00F6449C"/>
    <w:rsid w:val="00F81029"/>
    <w:rsid w:val="00F82F0D"/>
    <w:rsid w:val="00FA2B19"/>
    <w:rsid w:val="00FB7D6C"/>
    <w:rsid w:val="00FC2E1B"/>
    <w:rsid w:val="00FC3ECB"/>
    <w:rsid w:val="00FD2F39"/>
    <w:rsid w:val="00FE5C00"/>
    <w:rsid w:val="00FF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254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FB2"/>
    <w:pPr>
      <w:ind w:left="720"/>
      <w:contextualSpacing/>
    </w:pPr>
  </w:style>
  <w:style w:type="paragraph" w:customStyle="1" w:styleId="ConsNormal">
    <w:name w:val="ConsNormal"/>
    <w:rsid w:val="005710D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Document Map"/>
    <w:basedOn w:val="a"/>
    <w:link w:val="a7"/>
    <w:semiHidden/>
    <w:rsid w:val="00435298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link w:val="a6"/>
    <w:semiHidden/>
    <w:rsid w:val="00435298"/>
    <w:rPr>
      <w:rFonts w:ascii="Tahoma" w:eastAsia="Times New Roman" w:hAnsi="Tahoma" w:cs="Tahoma"/>
      <w:shd w:val="clear" w:color="auto" w:fill="000080"/>
    </w:rPr>
  </w:style>
  <w:style w:type="paragraph" w:styleId="a8">
    <w:name w:val="Body Text"/>
    <w:basedOn w:val="a"/>
    <w:link w:val="a9"/>
    <w:rsid w:val="00D35B8E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rsid w:val="00D35B8E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254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FB2"/>
    <w:pPr>
      <w:ind w:left="720"/>
      <w:contextualSpacing/>
    </w:pPr>
  </w:style>
  <w:style w:type="paragraph" w:customStyle="1" w:styleId="ConsNormal">
    <w:name w:val="ConsNormal"/>
    <w:rsid w:val="005710D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Document Map"/>
    <w:basedOn w:val="a"/>
    <w:link w:val="a7"/>
    <w:semiHidden/>
    <w:rsid w:val="00435298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link w:val="a6"/>
    <w:semiHidden/>
    <w:rsid w:val="00435298"/>
    <w:rPr>
      <w:rFonts w:ascii="Tahoma" w:eastAsia="Times New Roman" w:hAnsi="Tahoma" w:cs="Tahoma"/>
      <w:shd w:val="clear" w:color="auto" w:fill="000080"/>
    </w:rPr>
  </w:style>
  <w:style w:type="paragraph" w:styleId="a8">
    <w:name w:val="Body Text"/>
    <w:basedOn w:val="a"/>
    <w:link w:val="a9"/>
    <w:rsid w:val="00D35B8E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rsid w:val="00D35B8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OTDEL\&#1055;&#1088;&#1086;&#1075;&#1088;&#1072;&#1084;&#1084;&#1099;\&#1054;&#1090;&#1095;&#1077;&#1090;&#1099;%20&#1080;&#1089;&#1087;&#1086;&#1083;&#1085;&#1080;&#1090;&#1077;&#1083;&#1077;&#1081;\2020\&#1055;&#1086;&#1089;&#1090;%20&#1086;%20&#1088;&#1077;&#1072;&#1083;&#1080;&#1079;&#1072;&#1094;&#1080;&#1080;%20&#1055;&#1055;&#1055;%202018-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7D482-F6E4-41C6-9EF1-39258781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 о реализации ППП 2018-20</Template>
  <TotalTime>0</TotalTime>
  <Pages>7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2019-04-09T09:40:00Z</cp:lastPrinted>
  <dcterms:created xsi:type="dcterms:W3CDTF">2021-02-26T07:28:00Z</dcterms:created>
  <dcterms:modified xsi:type="dcterms:W3CDTF">2021-02-26T07:28:00Z</dcterms:modified>
</cp:coreProperties>
</file>