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2D" w:rsidRPr="003451CB" w:rsidRDefault="002445C4" w:rsidP="008254EE">
      <w:pPr>
        <w:jc w:val="center"/>
        <w:rPr>
          <w:lang w:val="en-US"/>
        </w:rPr>
      </w:pPr>
      <w:r w:rsidRPr="003451CB">
        <w:rPr>
          <w:noProof/>
          <w:lang w:eastAsia="ru-RU"/>
        </w:rPr>
        <w:drawing>
          <wp:inline distT="0" distB="0" distL="0" distR="0">
            <wp:extent cx="797442" cy="977755"/>
            <wp:effectExtent l="0" t="0" r="0" b="0"/>
            <wp:docPr id="1" name="Рисунок 5" descr="Герб чб с белой заливк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Герб чб с белой заливкой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4EE" w:rsidRPr="003451CB" w:rsidRDefault="004F6FB2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АДМИНИСТРАЦИЯ</w:t>
      </w:r>
      <w:r w:rsidR="008254EE" w:rsidRPr="003451CB">
        <w:rPr>
          <w:rFonts w:ascii="Times New Roman" w:hAnsi="Times New Roman"/>
          <w:b/>
          <w:sz w:val="32"/>
          <w:szCs w:val="32"/>
        </w:rPr>
        <w:t xml:space="preserve"> МУНИЦИПАЛЬНОГО РАЙОНА </w:t>
      </w:r>
    </w:p>
    <w:p w:rsidR="008254EE" w:rsidRPr="003451CB" w:rsidRDefault="008254EE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3451CB">
        <w:rPr>
          <w:rFonts w:ascii="Times New Roman" w:hAnsi="Times New Roman"/>
          <w:b/>
          <w:sz w:val="32"/>
          <w:szCs w:val="32"/>
        </w:rPr>
        <w:t>ВОЛЖСКИЙ</w:t>
      </w:r>
      <w:proofErr w:type="gramEnd"/>
      <w:r w:rsidRPr="003451CB">
        <w:rPr>
          <w:rFonts w:ascii="Times New Roman" w:hAnsi="Times New Roman"/>
          <w:b/>
          <w:sz w:val="32"/>
          <w:szCs w:val="32"/>
        </w:rPr>
        <w:t xml:space="preserve"> САМАРСКОЙ ОБЛАСТИ</w:t>
      </w:r>
    </w:p>
    <w:p w:rsidR="008254EE" w:rsidRPr="003451CB" w:rsidRDefault="008254EE" w:rsidP="008254EE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8254EE" w:rsidRPr="003451CB" w:rsidRDefault="00A56791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ПОСТАНОВЛЕНИЕ</w:t>
      </w:r>
    </w:p>
    <w:p w:rsidR="008254EE" w:rsidRPr="003451CB" w:rsidRDefault="008254EE" w:rsidP="008254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F6FB2" w:rsidRDefault="008254EE" w:rsidP="00C16AE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3451CB">
        <w:rPr>
          <w:rFonts w:ascii="Times New Roman" w:hAnsi="Times New Roman"/>
          <w:sz w:val="32"/>
          <w:szCs w:val="32"/>
        </w:rPr>
        <w:t xml:space="preserve">от </w:t>
      </w:r>
      <w:r w:rsidR="002445C4" w:rsidRPr="003451CB">
        <w:rPr>
          <w:rFonts w:ascii="Times New Roman" w:hAnsi="Times New Roman"/>
          <w:sz w:val="32"/>
          <w:szCs w:val="32"/>
        </w:rPr>
        <w:t>_______________</w:t>
      </w:r>
      <w:r w:rsidR="00DB5FF4" w:rsidRPr="003451CB">
        <w:rPr>
          <w:rFonts w:ascii="Times New Roman" w:hAnsi="Times New Roman"/>
          <w:sz w:val="32"/>
          <w:szCs w:val="32"/>
        </w:rPr>
        <w:t xml:space="preserve"> 20</w:t>
      </w:r>
      <w:r w:rsidR="00BB6EB5">
        <w:rPr>
          <w:rFonts w:ascii="Times New Roman" w:hAnsi="Times New Roman"/>
          <w:sz w:val="32"/>
          <w:szCs w:val="32"/>
        </w:rPr>
        <w:t>21</w:t>
      </w:r>
      <w:r w:rsidRPr="003451CB">
        <w:rPr>
          <w:rFonts w:ascii="Times New Roman" w:hAnsi="Times New Roman"/>
          <w:sz w:val="32"/>
          <w:szCs w:val="32"/>
        </w:rPr>
        <w:t xml:space="preserve">  №____</w:t>
      </w:r>
      <w:r w:rsidR="002445C4" w:rsidRPr="003451CB">
        <w:rPr>
          <w:rFonts w:ascii="Times New Roman" w:hAnsi="Times New Roman"/>
          <w:sz w:val="32"/>
          <w:szCs w:val="32"/>
        </w:rPr>
        <w:t>__</w:t>
      </w:r>
    </w:p>
    <w:p w:rsidR="00B20068" w:rsidRDefault="00B20068" w:rsidP="0021341C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:rsidR="0021341C" w:rsidRDefault="0021341C" w:rsidP="0021341C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:rsidR="00CA45C7" w:rsidRDefault="00235300" w:rsidP="00D84B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134A4B" w:rsidRPr="003451CB">
        <w:rPr>
          <w:rFonts w:ascii="Times New Roman" w:hAnsi="Times New Roman"/>
          <w:sz w:val="28"/>
          <w:szCs w:val="28"/>
        </w:rPr>
        <w:t>муниципальн</w:t>
      </w:r>
      <w:r w:rsidR="009052AA" w:rsidRPr="003451CB">
        <w:rPr>
          <w:rFonts w:ascii="Times New Roman" w:hAnsi="Times New Roman"/>
          <w:sz w:val="28"/>
          <w:szCs w:val="28"/>
        </w:rPr>
        <w:t>ую Программу</w:t>
      </w:r>
      <w:r w:rsidR="00524ED6" w:rsidRPr="003451CB">
        <w:rPr>
          <w:rFonts w:ascii="Times New Roman" w:hAnsi="Times New Roman"/>
          <w:sz w:val="28"/>
          <w:szCs w:val="28"/>
        </w:rPr>
        <w:t xml:space="preserve"> муниципального района Волжский Самарской области</w:t>
      </w:r>
      <w:r w:rsidR="00300A33" w:rsidRPr="003451CB">
        <w:rPr>
          <w:rFonts w:ascii="Times New Roman" w:hAnsi="Times New Roman"/>
          <w:sz w:val="28"/>
          <w:szCs w:val="28"/>
        </w:rPr>
        <w:t xml:space="preserve"> «Строительство, реконструкция и ремонт объектов образования на территории муниципального района Волжский Самарской области» </w:t>
      </w:r>
      <w:r w:rsidR="009052AA" w:rsidRPr="003451CB">
        <w:rPr>
          <w:rFonts w:ascii="Times New Roman" w:hAnsi="Times New Roman"/>
          <w:sz w:val="28"/>
          <w:szCs w:val="28"/>
        </w:rPr>
        <w:t xml:space="preserve">на </w:t>
      </w:r>
      <w:r w:rsidR="00752C4E" w:rsidRPr="00752C4E">
        <w:rPr>
          <w:rFonts w:ascii="Times New Roman" w:hAnsi="Times New Roman"/>
          <w:sz w:val="28"/>
          <w:szCs w:val="28"/>
        </w:rPr>
        <w:t>2020- 2022</w:t>
      </w:r>
      <w:r w:rsidR="009052AA" w:rsidRPr="003451CB">
        <w:rPr>
          <w:rFonts w:ascii="Times New Roman" w:hAnsi="Times New Roman"/>
          <w:sz w:val="28"/>
          <w:szCs w:val="28"/>
        </w:rPr>
        <w:t>годы</w:t>
      </w:r>
    </w:p>
    <w:p w:rsidR="0021341C" w:rsidRDefault="0021341C" w:rsidP="0021341C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341C" w:rsidRDefault="0021341C" w:rsidP="0021341C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33BA" w:rsidRPr="00DE1982" w:rsidRDefault="0042185D" w:rsidP="0021341C">
      <w:pPr>
        <w:spacing w:after="0" w:line="336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 xml:space="preserve">Рассмотрев материалы, поступившие </w:t>
      </w:r>
      <w:r w:rsidR="0075429D">
        <w:rPr>
          <w:rFonts w:ascii="Times New Roman" w:hAnsi="Times New Roman"/>
          <w:color w:val="000000" w:themeColor="text1"/>
          <w:sz w:val="28"/>
          <w:szCs w:val="28"/>
        </w:rPr>
        <w:t>от муниципального бюджетного учреждения «Управление градостроительства и жилищно-коммунального хозяйства» Волжского района Самарской области</w:t>
      </w:r>
      <w:bookmarkStart w:id="0" w:name="_GoBack"/>
      <w:bookmarkEnd w:id="0"/>
      <w:r w:rsidR="0075429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75429D">
        <w:rPr>
          <w:rFonts w:ascii="Times New Roman" w:hAnsi="Times New Roman"/>
          <w:sz w:val="28"/>
          <w:szCs w:val="28"/>
        </w:rPr>
        <w:t>в соответствии с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="008E173C" w:rsidRPr="003451CB"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="00D330EB" w:rsidRPr="003451CB">
        <w:rPr>
          <w:rFonts w:ascii="Times New Roman" w:hAnsi="Times New Roman"/>
          <w:sz w:val="28"/>
          <w:szCs w:val="28"/>
        </w:rPr>
        <w:t>0</w:t>
      </w:r>
      <w:r w:rsidR="008E173C" w:rsidRPr="003451CB">
        <w:rPr>
          <w:rFonts w:ascii="Times New Roman" w:hAnsi="Times New Roman"/>
          <w:sz w:val="28"/>
          <w:szCs w:val="28"/>
        </w:rPr>
        <w:t>6</w:t>
      </w:r>
      <w:r w:rsidR="00D330EB" w:rsidRPr="003451CB">
        <w:rPr>
          <w:rFonts w:ascii="Times New Roman" w:hAnsi="Times New Roman"/>
          <w:sz w:val="28"/>
          <w:szCs w:val="28"/>
        </w:rPr>
        <w:t>.10.</w:t>
      </w:r>
      <w:r w:rsidR="008E173C" w:rsidRPr="003451CB">
        <w:rPr>
          <w:rFonts w:ascii="Times New Roman" w:hAnsi="Times New Roman"/>
          <w:sz w:val="28"/>
          <w:szCs w:val="28"/>
        </w:rPr>
        <w:t>2003</w:t>
      </w:r>
      <w:r w:rsidR="00D330EB" w:rsidRPr="003451CB">
        <w:rPr>
          <w:rFonts w:ascii="Times New Roman" w:hAnsi="Times New Roman"/>
          <w:sz w:val="28"/>
          <w:szCs w:val="28"/>
        </w:rPr>
        <w:t xml:space="preserve"> № </w:t>
      </w:r>
      <w:r w:rsidR="008E173C" w:rsidRPr="003451CB">
        <w:rPr>
          <w:rFonts w:ascii="Times New Roman" w:hAnsi="Times New Roman"/>
          <w:sz w:val="28"/>
          <w:szCs w:val="28"/>
        </w:rPr>
        <w:t xml:space="preserve">131-ФЗ </w:t>
      </w:r>
      <w:r w:rsidR="00D330EB" w:rsidRPr="003451CB">
        <w:rPr>
          <w:rFonts w:ascii="Times New Roman" w:hAnsi="Times New Roman"/>
          <w:sz w:val="28"/>
          <w:szCs w:val="28"/>
        </w:rPr>
        <w:t>«</w:t>
      </w:r>
      <w:r w:rsidR="008E173C" w:rsidRPr="003451CB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330EB" w:rsidRPr="003451CB">
        <w:rPr>
          <w:rFonts w:ascii="Times New Roman" w:hAnsi="Times New Roman"/>
          <w:sz w:val="28"/>
          <w:szCs w:val="28"/>
        </w:rPr>
        <w:t>»</w:t>
      </w:r>
      <w:r w:rsidR="008E173C" w:rsidRPr="003451CB">
        <w:rPr>
          <w:rFonts w:ascii="Times New Roman" w:hAnsi="Times New Roman"/>
          <w:sz w:val="28"/>
          <w:szCs w:val="28"/>
        </w:rPr>
        <w:t>,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="00AF050E" w:rsidRPr="003451CB">
        <w:rPr>
          <w:rFonts w:ascii="Times New Roman" w:hAnsi="Times New Roman"/>
          <w:sz w:val="28"/>
          <w:szCs w:val="28"/>
        </w:rPr>
        <w:t>законо</w:t>
      </w:r>
      <w:r w:rsidR="00F4234D" w:rsidRPr="003451CB">
        <w:rPr>
          <w:rFonts w:ascii="Times New Roman" w:hAnsi="Times New Roman"/>
          <w:sz w:val="28"/>
          <w:szCs w:val="28"/>
        </w:rPr>
        <w:t xml:space="preserve">м Самарской области от </w:t>
      </w:r>
      <w:r w:rsidR="00F4234D" w:rsidRPr="001B5992">
        <w:rPr>
          <w:rFonts w:ascii="Times New Roman" w:hAnsi="Times New Roman"/>
          <w:sz w:val="28"/>
          <w:szCs w:val="28"/>
        </w:rPr>
        <w:t>28.12.2005 №</w:t>
      </w:r>
      <w:r w:rsidR="00D330EB" w:rsidRPr="001B5992">
        <w:rPr>
          <w:rFonts w:ascii="Times New Roman" w:hAnsi="Times New Roman"/>
          <w:sz w:val="28"/>
          <w:szCs w:val="28"/>
        </w:rPr>
        <w:t> </w:t>
      </w:r>
      <w:r w:rsidR="00F4234D" w:rsidRPr="001B5992">
        <w:rPr>
          <w:rFonts w:ascii="Times New Roman" w:hAnsi="Times New Roman"/>
          <w:sz w:val="28"/>
          <w:szCs w:val="28"/>
        </w:rPr>
        <w:t>235-ГД</w:t>
      </w:r>
      <w:r w:rsidR="00F4234D" w:rsidRPr="003451CB">
        <w:rPr>
          <w:rFonts w:ascii="Times New Roman" w:hAnsi="Times New Roman"/>
          <w:sz w:val="28"/>
          <w:szCs w:val="28"/>
        </w:rPr>
        <w:t xml:space="preserve"> «О бюджетном устройстве и бюджетном процессе в Самарской области», руководствуясь </w:t>
      </w:r>
      <w:r w:rsidR="00CA45C7" w:rsidRPr="003451CB">
        <w:rPr>
          <w:rFonts w:ascii="Times New Roman" w:hAnsi="Times New Roman"/>
          <w:sz w:val="28"/>
          <w:szCs w:val="28"/>
        </w:rPr>
        <w:t xml:space="preserve">Уставом муниципального района Волжский Самарской области, Администрация муниципального района </w:t>
      </w:r>
      <w:r w:rsidR="007033BA" w:rsidRPr="003451CB">
        <w:rPr>
          <w:rFonts w:ascii="Times New Roman" w:hAnsi="Times New Roman"/>
          <w:sz w:val="28"/>
          <w:szCs w:val="28"/>
        </w:rPr>
        <w:t>Волжский Самарской</w:t>
      </w:r>
      <w:proofErr w:type="gramEnd"/>
      <w:r w:rsidR="007033BA" w:rsidRPr="003451CB">
        <w:rPr>
          <w:rFonts w:ascii="Times New Roman" w:hAnsi="Times New Roman"/>
          <w:sz w:val="28"/>
          <w:szCs w:val="28"/>
        </w:rPr>
        <w:t xml:space="preserve"> области ПОСТАНОВЛЯЕТ:</w:t>
      </w:r>
    </w:p>
    <w:p w:rsidR="007033BA" w:rsidRDefault="007033BA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Внести следующие изменения в муниципальную Программу муниципального района Волжский Самарской области «Строительство, реконструкция и ремонт объектов образования на территории муниципального района Волжский Самарской области» на </w:t>
      </w:r>
      <w:r w:rsidR="00752C4E" w:rsidRPr="00752C4E">
        <w:rPr>
          <w:rFonts w:ascii="Times New Roman" w:hAnsi="Times New Roman"/>
          <w:sz w:val="28"/>
          <w:szCs w:val="28"/>
        </w:rPr>
        <w:t>2020- 2022</w:t>
      </w:r>
      <w:r w:rsidRPr="003451CB">
        <w:rPr>
          <w:rFonts w:ascii="Times New Roman" w:hAnsi="Times New Roman"/>
          <w:sz w:val="28"/>
          <w:szCs w:val="28"/>
        </w:rPr>
        <w:t xml:space="preserve">годы, </w:t>
      </w:r>
      <w:proofErr w:type="gramStart"/>
      <w:r w:rsidRPr="003451CB">
        <w:rPr>
          <w:rFonts w:ascii="Times New Roman" w:hAnsi="Times New Roman"/>
          <w:sz w:val="28"/>
          <w:szCs w:val="28"/>
        </w:rPr>
        <w:t>утвержденную</w:t>
      </w:r>
      <w:proofErr w:type="gramEnd"/>
      <w:r w:rsidRPr="003451CB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района Волжский Самарской области от </w:t>
      </w:r>
      <w:r w:rsidR="00752C4E">
        <w:rPr>
          <w:rFonts w:ascii="Times New Roman" w:hAnsi="Times New Roman"/>
          <w:sz w:val="28"/>
          <w:szCs w:val="28"/>
        </w:rPr>
        <w:t>10.10.2019</w:t>
      </w:r>
      <w:r w:rsidRPr="003451CB">
        <w:rPr>
          <w:rFonts w:ascii="Times New Roman" w:hAnsi="Times New Roman"/>
          <w:sz w:val="28"/>
          <w:szCs w:val="28"/>
        </w:rPr>
        <w:t xml:space="preserve"> № </w:t>
      </w:r>
      <w:r w:rsidR="00752C4E">
        <w:rPr>
          <w:rFonts w:ascii="Times New Roman" w:hAnsi="Times New Roman"/>
          <w:sz w:val="28"/>
          <w:szCs w:val="28"/>
        </w:rPr>
        <w:t>1525</w:t>
      </w:r>
      <w:r w:rsidRPr="003451CB">
        <w:rPr>
          <w:rFonts w:ascii="Times New Roman" w:hAnsi="Times New Roman"/>
          <w:sz w:val="28"/>
          <w:szCs w:val="28"/>
        </w:rPr>
        <w:t xml:space="preserve"> (далее </w:t>
      </w:r>
      <w:r w:rsidR="00D330EB" w:rsidRPr="003451CB">
        <w:rPr>
          <w:rFonts w:ascii="Times New Roman" w:hAnsi="Times New Roman"/>
          <w:sz w:val="28"/>
          <w:szCs w:val="28"/>
        </w:rPr>
        <w:t>–</w:t>
      </w:r>
      <w:r w:rsidRPr="003451CB">
        <w:rPr>
          <w:rFonts w:ascii="Times New Roman" w:hAnsi="Times New Roman"/>
          <w:sz w:val="28"/>
          <w:szCs w:val="28"/>
        </w:rPr>
        <w:t xml:space="preserve"> муниципальная Программа):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- в Паспорте муниципальной Программы раздел «Объем и источники финансирования» изложить в следующей редакции: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lastRenderedPageBreak/>
        <w:t xml:space="preserve">«Общий объем финансирования Программы составит – </w:t>
      </w:r>
      <w:r w:rsidR="00D84BEE">
        <w:rPr>
          <w:rFonts w:ascii="Times New Roman" w:hAnsi="Times New Roman"/>
          <w:sz w:val="28"/>
          <w:szCs w:val="28"/>
        </w:rPr>
        <w:t>2 015 376,17823</w:t>
      </w:r>
      <w:r w:rsidRPr="003451CB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средств бюджета муниципального района Волжский (за исключением средств областного бюджета, </w:t>
      </w:r>
      <w:proofErr w:type="gramStart"/>
      <w:r w:rsidRPr="003451CB">
        <w:rPr>
          <w:rFonts w:ascii="Times New Roman" w:hAnsi="Times New Roman"/>
          <w:sz w:val="28"/>
          <w:szCs w:val="28"/>
        </w:rPr>
        <w:t>формируемого</w:t>
      </w:r>
      <w:proofErr w:type="gramEnd"/>
      <w:r w:rsidRPr="003451CB">
        <w:rPr>
          <w:rFonts w:ascii="Times New Roman" w:hAnsi="Times New Roman"/>
          <w:sz w:val="28"/>
          <w:szCs w:val="28"/>
        </w:rPr>
        <w:t xml:space="preserve"> в том числе за счет средств федерального бюджета) в сумме </w:t>
      </w:r>
      <w:r w:rsidR="00D84BEE">
        <w:rPr>
          <w:rFonts w:ascii="Times New Roman" w:hAnsi="Times New Roman"/>
          <w:sz w:val="28"/>
          <w:szCs w:val="28"/>
        </w:rPr>
        <w:t>396 498,93509</w:t>
      </w:r>
      <w:r w:rsidR="00BB6EB5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поступающих в соответствии с действующим законодательством в бюджет муниципального района Волжский средств областного бюджета, </w:t>
      </w:r>
      <w:proofErr w:type="gramStart"/>
      <w:r w:rsidRPr="003451CB">
        <w:rPr>
          <w:rFonts w:ascii="Times New Roman" w:hAnsi="Times New Roman"/>
          <w:sz w:val="28"/>
          <w:szCs w:val="28"/>
        </w:rPr>
        <w:t>формируемого</w:t>
      </w:r>
      <w:proofErr w:type="gramEnd"/>
      <w:r w:rsidRPr="003451CB">
        <w:rPr>
          <w:rFonts w:ascii="Times New Roman" w:hAnsi="Times New Roman"/>
          <w:sz w:val="28"/>
          <w:szCs w:val="28"/>
        </w:rPr>
        <w:t xml:space="preserve"> в том числе за счет средств федерального бюджета, в сумме </w:t>
      </w:r>
      <w:r>
        <w:rPr>
          <w:rFonts w:ascii="Times New Roman" w:hAnsi="Times New Roman"/>
          <w:sz w:val="28"/>
          <w:szCs w:val="28"/>
        </w:rPr>
        <w:t>1</w:t>
      </w:r>
      <w:r w:rsidR="00BB6EB5">
        <w:rPr>
          <w:rFonts w:ascii="Times New Roman" w:hAnsi="Times New Roman"/>
          <w:sz w:val="28"/>
          <w:szCs w:val="28"/>
        </w:rPr>
        <w:t> 618 877,24314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:rsidR="00D053F2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из них:</w:t>
      </w:r>
    </w:p>
    <w:p w:rsidR="00D84BEE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89 583,02018</w:t>
      </w:r>
      <w:r w:rsidRPr="003451CB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</w:t>
      </w:r>
      <w:proofErr w:type="gramStart"/>
      <w:r w:rsidRPr="003451CB">
        <w:rPr>
          <w:rFonts w:ascii="Times New Roman" w:hAnsi="Times New Roman"/>
          <w:sz w:val="28"/>
          <w:szCs w:val="28"/>
        </w:rPr>
        <w:t>формируемого</w:t>
      </w:r>
      <w:proofErr w:type="gramEnd"/>
      <w:r w:rsidRPr="003451CB">
        <w:rPr>
          <w:rFonts w:ascii="Times New Roman" w:hAnsi="Times New Roman"/>
          <w:sz w:val="28"/>
          <w:szCs w:val="28"/>
        </w:rPr>
        <w:t xml:space="preserve"> в том числе за счет</w:t>
      </w:r>
      <w:r>
        <w:rPr>
          <w:rFonts w:ascii="Times New Roman" w:hAnsi="Times New Roman"/>
          <w:sz w:val="28"/>
          <w:szCs w:val="28"/>
        </w:rPr>
        <w:t xml:space="preserve"> средств федерального бюджета);</w:t>
      </w:r>
    </w:p>
    <w:p w:rsidR="00D84BEE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1 108 619,66438</w:t>
      </w:r>
      <w:r w:rsidRPr="003451C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 xml:space="preserve">за счет поступающих в соответствии с действующим законодательством в бюджет муниципального района Волжский средств областного бюджета, </w:t>
      </w:r>
      <w:proofErr w:type="gramStart"/>
      <w:r w:rsidRPr="003451CB">
        <w:rPr>
          <w:rFonts w:ascii="Times New Roman" w:hAnsi="Times New Roman"/>
          <w:sz w:val="28"/>
          <w:szCs w:val="28"/>
        </w:rPr>
        <w:t>формируемого</w:t>
      </w:r>
      <w:proofErr w:type="gramEnd"/>
      <w:r w:rsidRPr="003451CB">
        <w:rPr>
          <w:rFonts w:ascii="Times New Roman" w:hAnsi="Times New Roman"/>
          <w:sz w:val="28"/>
          <w:szCs w:val="28"/>
        </w:rPr>
        <w:t xml:space="preserve">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B013A5" w:rsidRPr="00B013A5" w:rsidRDefault="00B013A5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013A5">
        <w:rPr>
          <w:rFonts w:ascii="Times New Roman" w:hAnsi="Times New Roman"/>
          <w:sz w:val="28"/>
          <w:szCs w:val="28"/>
        </w:rPr>
        <w:t xml:space="preserve">в 2021 году – </w:t>
      </w:r>
      <w:r w:rsidR="00BB6EB5">
        <w:rPr>
          <w:rFonts w:ascii="Times New Roman" w:hAnsi="Times New Roman"/>
          <w:sz w:val="28"/>
          <w:szCs w:val="28"/>
        </w:rPr>
        <w:t>2</w:t>
      </w:r>
      <w:r w:rsidR="00D84BEE">
        <w:rPr>
          <w:rFonts w:ascii="Times New Roman" w:hAnsi="Times New Roman"/>
          <w:sz w:val="28"/>
          <w:szCs w:val="28"/>
        </w:rPr>
        <w:t>9</w:t>
      </w:r>
      <w:r w:rsidR="00BB6EB5">
        <w:rPr>
          <w:rFonts w:ascii="Times New Roman" w:hAnsi="Times New Roman"/>
          <w:sz w:val="28"/>
          <w:szCs w:val="28"/>
        </w:rPr>
        <w:t>3</w:t>
      </w:r>
      <w:r w:rsidR="00D84BEE">
        <w:rPr>
          <w:rFonts w:ascii="Times New Roman" w:hAnsi="Times New Roman"/>
          <w:sz w:val="28"/>
          <w:szCs w:val="28"/>
        </w:rPr>
        <w:t> 280,90098</w:t>
      </w:r>
      <w:r w:rsidRPr="00B013A5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</w:t>
      </w:r>
      <w:proofErr w:type="gramStart"/>
      <w:r w:rsidRPr="00B013A5">
        <w:rPr>
          <w:rFonts w:ascii="Times New Roman" w:hAnsi="Times New Roman"/>
          <w:sz w:val="28"/>
          <w:szCs w:val="28"/>
        </w:rPr>
        <w:t>формируемого</w:t>
      </w:r>
      <w:proofErr w:type="gramEnd"/>
      <w:r w:rsidRPr="00B013A5">
        <w:rPr>
          <w:rFonts w:ascii="Times New Roman" w:hAnsi="Times New Roman"/>
          <w:sz w:val="28"/>
          <w:szCs w:val="28"/>
        </w:rPr>
        <w:t xml:space="preserve"> в том числе за счет средств федерального бюджета); </w:t>
      </w:r>
    </w:p>
    <w:p w:rsidR="0061469F" w:rsidRDefault="00C16AED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16AED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1</w:t>
      </w:r>
      <w:r w:rsidRPr="00C16AED">
        <w:rPr>
          <w:rFonts w:ascii="Times New Roman" w:hAnsi="Times New Roman"/>
          <w:sz w:val="28"/>
          <w:szCs w:val="28"/>
        </w:rPr>
        <w:t xml:space="preserve"> году – </w:t>
      </w:r>
      <w:r w:rsidR="00BB6EB5">
        <w:rPr>
          <w:rFonts w:ascii="Times New Roman" w:hAnsi="Times New Roman"/>
          <w:sz w:val="28"/>
          <w:szCs w:val="28"/>
        </w:rPr>
        <w:t>403 192,31408</w:t>
      </w:r>
      <w:r w:rsidRPr="00C16AED">
        <w:rPr>
          <w:rFonts w:ascii="Times New Roman" w:hAnsi="Times New Roman"/>
          <w:sz w:val="28"/>
          <w:szCs w:val="28"/>
        </w:rPr>
        <w:t xml:space="preserve"> тыс. рублей за счет поступающих в соответствии с действующим законодательством в бюджет муниципального района Волжский средств областного бюджета, </w:t>
      </w:r>
      <w:proofErr w:type="gramStart"/>
      <w:r w:rsidRPr="00C16AED">
        <w:rPr>
          <w:rFonts w:ascii="Times New Roman" w:hAnsi="Times New Roman"/>
          <w:sz w:val="28"/>
          <w:szCs w:val="28"/>
        </w:rPr>
        <w:t>формируемого</w:t>
      </w:r>
      <w:proofErr w:type="gramEnd"/>
      <w:r w:rsidRPr="00C16AED">
        <w:rPr>
          <w:rFonts w:ascii="Times New Roman" w:hAnsi="Times New Roman"/>
          <w:sz w:val="28"/>
          <w:szCs w:val="28"/>
        </w:rPr>
        <w:t xml:space="preserve"> в том числе за счет средств федерального бюджета</w:t>
      </w:r>
      <w:r w:rsidR="00D84BEE">
        <w:rPr>
          <w:rFonts w:ascii="Times New Roman" w:hAnsi="Times New Roman"/>
          <w:sz w:val="28"/>
          <w:szCs w:val="28"/>
        </w:rPr>
        <w:t>;</w:t>
      </w:r>
    </w:p>
    <w:p w:rsidR="00D84BEE" w:rsidRPr="0061469F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13 635,01393</w:t>
      </w:r>
      <w:r w:rsidRPr="0061469F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</w:t>
      </w:r>
      <w:proofErr w:type="gramStart"/>
      <w:r w:rsidRPr="0061469F">
        <w:rPr>
          <w:rFonts w:ascii="Times New Roman" w:hAnsi="Times New Roman"/>
          <w:sz w:val="28"/>
          <w:szCs w:val="28"/>
        </w:rPr>
        <w:t>формируемого</w:t>
      </w:r>
      <w:proofErr w:type="gramEnd"/>
      <w:r w:rsidRPr="0061469F">
        <w:rPr>
          <w:rFonts w:ascii="Times New Roman" w:hAnsi="Times New Roman"/>
          <w:sz w:val="28"/>
          <w:szCs w:val="28"/>
        </w:rPr>
        <w:t xml:space="preserve"> в том числе за счет средств федерального бюджета); </w:t>
      </w:r>
    </w:p>
    <w:p w:rsidR="00D84BEE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1469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107 065,26468</w:t>
      </w:r>
      <w:r w:rsidRPr="0061469F">
        <w:rPr>
          <w:rFonts w:ascii="Times New Roman" w:hAnsi="Times New Roman"/>
          <w:sz w:val="28"/>
          <w:szCs w:val="28"/>
        </w:rPr>
        <w:t xml:space="preserve"> тыс. рублей за счет поступающих в соответствии с действующим законодательством в бюджет муниципального района Волжский средств областного бюджета, </w:t>
      </w:r>
      <w:proofErr w:type="gramStart"/>
      <w:r w:rsidRPr="0061469F">
        <w:rPr>
          <w:rFonts w:ascii="Times New Roman" w:hAnsi="Times New Roman"/>
          <w:sz w:val="28"/>
          <w:szCs w:val="28"/>
        </w:rPr>
        <w:t>формируемого</w:t>
      </w:r>
      <w:proofErr w:type="gramEnd"/>
      <w:r w:rsidRPr="0061469F">
        <w:rPr>
          <w:rFonts w:ascii="Times New Roman" w:hAnsi="Times New Roman"/>
          <w:sz w:val="28"/>
          <w:szCs w:val="28"/>
        </w:rPr>
        <w:t xml:space="preserve">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.</w:t>
      </w:r>
    </w:p>
    <w:p w:rsidR="00D053F2" w:rsidRPr="001106AD" w:rsidRDefault="00D053F2" w:rsidP="0021341C">
      <w:pPr>
        <w:pStyle w:val="ConsNormal"/>
        <w:widowControl/>
        <w:spacing w:line="336" w:lineRule="auto"/>
        <w:ind w:right="0" w:firstLine="426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- раздел муниципальной Программы «Источники финансирования </w:t>
      </w:r>
      <w:r w:rsidRPr="001106AD">
        <w:rPr>
          <w:rFonts w:ascii="Times New Roman" w:hAnsi="Times New Roman"/>
          <w:color w:val="000000" w:themeColor="text1"/>
          <w:sz w:val="28"/>
          <w:szCs w:val="28"/>
        </w:rPr>
        <w:t>Программы» изложить в следующей редакции:</w:t>
      </w:r>
    </w:p>
    <w:p w:rsidR="00D053F2" w:rsidRPr="001106AD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06AD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«Мероприятия Программы финансируются за счёт средств бюджета муниципального района Волжский (за исключением средств областного бюджета, </w:t>
      </w:r>
      <w:proofErr w:type="gramStart"/>
      <w:r w:rsidRPr="001106AD">
        <w:rPr>
          <w:rFonts w:ascii="Times New Roman" w:hAnsi="Times New Roman"/>
          <w:color w:val="000000" w:themeColor="text1"/>
          <w:sz w:val="28"/>
          <w:szCs w:val="28"/>
        </w:rPr>
        <w:t>формируемого</w:t>
      </w:r>
      <w:proofErr w:type="gramEnd"/>
      <w:r w:rsidRPr="001106AD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за счет средств федерального бюджета), предусмотренных Решением Собрания Представителей Волжского района о бюджете муниципального района на соответствующий финансовый год, в порядке, установленном бюджетным законодательством и за счет поступающих в соответствии с действующим законодательством в бюджет муниципального района Волжский средств областного бюджета, </w:t>
      </w:r>
      <w:proofErr w:type="gramStart"/>
      <w:r w:rsidRPr="001106AD">
        <w:rPr>
          <w:rFonts w:ascii="Times New Roman" w:hAnsi="Times New Roman"/>
          <w:color w:val="000000" w:themeColor="text1"/>
          <w:sz w:val="28"/>
          <w:szCs w:val="28"/>
        </w:rPr>
        <w:t>формируемого</w:t>
      </w:r>
      <w:proofErr w:type="gramEnd"/>
      <w:r w:rsidRPr="001106AD">
        <w:rPr>
          <w:rFonts w:ascii="Times New Roman" w:hAnsi="Times New Roman"/>
          <w:color w:val="000000" w:themeColor="text1"/>
          <w:sz w:val="28"/>
          <w:szCs w:val="28"/>
        </w:rPr>
        <w:t xml:space="preserve"> в том числе за счет средств федерального бюджета.</w:t>
      </w:r>
    </w:p>
    <w:p w:rsidR="00D053F2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составит – </w:t>
      </w:r>
      <w:r w:rsidR="005C0539">
        <w:rPr>
          <w:rFonts w:ascii="Times New Roman" w:hAnsi="Times New Roman"/>
          <w:sz w:val="28"/>
          <w:szCs w:val="28"/>
        </w:rPr>
        <w:t xml:space="preserve"> 2 015 376, 17823 </w:t>
      </w:r>
      <w:r w:rsidRPr="003451CB">
        <w:rPr>
          <w:rFonts w:ascii="Times New Roman" w:hAnsi="Times New Roman"/>
          <w:sz w:val="28"/>
          <w:szCs w:val="28"/>
        </w:rPr>
        <w:t>тыс. рублей, в том числе: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средств бюджета муниципального района Волжский (за исключением средств областного бюджета, </w:t>
      </w:r>
      <w:proofErr w:type="gramStart"/>
      <w:r w:rsidRPr="003451CB">
        <w:rPr>
          <w:rFonts w:ascii="Times New Roman" w:hAnsi="Times New Roman"/>
          <w:sz w:val="28"/>
          <w:szCs w:val="28"/>
        </w:rPr>
        <w:t>формируемого</w:t>
      </w:r>
      <w:proofErr w:type="gramEnd"/>
      <w:r w:rsidRPr="003451CB">
        <w:rPr>
          <w:rFonts w:ascii="Times New Roman" w:hAnsi="Times New Roman"/>
          <w:sz w:val="28"/>
          <w:szCs w:val="28"/>
        </w:rPr>
        <w:t xml:space="preserve"> в том числе за счет средств федерального бюджета) в сумме </w:t>
      </w:r>
      <w:r w:rsidR="005C0539" w:rsidRPr="005C0539">
        <w:rPr>
          <w:rFonts w:ascii="Times New Roman" w:hAnsi="Times New Roman"/>
          <w:sz w:val="28"/>
          <w:szCs w:val="28"/>
        </w:rPr>
        <w:t>396</w:t>
      </w:r>
      <w:r w:rsidR="005C0539">
        <w:rPr>
          <w:rFonts w:ascii="Times New Roman" w:hAnsi="Times New Roman"/>
          <w:sz w:val="28"/>
          <w:szCs w:val="28"/>
        </w:rPr>
        <w:t> </w:t>
      </w:r>
      <w:r w:rsidR="005C0539" w:rsidRPr="005C0539">
        <w:rPr>
          <w:rFonts w:ascii="Times New Roman" w:hAnsi="Times New Roman"/>
          <w:sz w:val="28"/>
          <w:szCs w:val="28"/>
        </w:rPr>
        <w:t>498</w:t>
      </w:r>
      <w:r w:rsidR="005C0539">
        <w:rPr>
          <w:rFonts w:ascii="Times New Roman" w:hAnsi="Times New Roman"/>
          <w:sz w:val="28"/>
          <w:szCs w:val="28"/>
        </w:rPr>
        <w:t>,</w:t>
      </w:r>
      <w:r w:rsidR="005C0539" w:rsidRPr="005C0539">
        <w:rPr>
          <w:rFonts w:ascii="Times New Roman" w:hAnsi="Times New Roman"/>
          <w:sz w:val="28"/>
          <w:szCs w:val="28"/>
        </w:rPr>
        <w:t>93509</w:t>
      </w:r>
      <w:r w:rsidR="00BB6EB5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поступающих в соответствии с действующим законодательством в бюджет муниципального района Волжский средств областного бюджета, </w:t>
      </w:r>
      <w:proofErr w:type="gramStart"/>
      <w:r w:rsidRPr="003451CB">
        <w:rPr>
          <w:rFonts w:ascii="Times New Roman" w:hAnsi="Times New Roman"/>
          <w:sz w:val="28"/>
          <w:szCs w:val="28"/>
        </w:rPr>
        <w:t>формируемого</w:t>
      </w:r>
      <w:proofErr w:type="gramEnd"/>
      <w:r w:rsidRPr="003451CB">
        <w:rPr>
          <w:rFonts w:ascii="Times New Roman" w:hAnsi="Times New Roman"/>
          <w:sz w:val="28"/>
          <w:szCs w:val="28"/>
        </w:rPr>
        <w:t xml:space="preserve"> в том числе за счет средств федерального бюджета, в сумме </w:t>
      </w:r>
      <w:r w:rsidR="00B013A5" w:rsidRPr="00B013A5">
        <w:rPr>
          <w:rFonts w:ascii="Times New Roman" w:hAnsi="Times New Roman"/>
          <w:sz w:val="28"/>
          <w:szCs w:val="28"/>
        </w:rPr>
        <w:t>1</w:t>
      </w:r>
      <w:r w:rsidR="00BB6EB5">
        <w:rPr>
          <w:rFonts w:ascii="Times New Roman" w:hAnsi="Times New Roman"/>
          <w:sz w:val="28"/>
          <w:szCs w:val="28"/>
        </w:rPr>
        <w:t> 618 877,24314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из них:</w:t>
      </w:r>
    </w:p>
    <w:p w:rsidR="0061469F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 w:rsidR="00EE4B38">
        <w:rPr>
          <w:rFonts w:ascii="Times New Roman" w:hAnsi="Times New Roman"/>
          <w:sz w:val="28"/>
          <w:szCs w:val="28"/>
        </w:rPr>
        <w:t>89 583,02018</w:t>
      </w:r>
      <w:r w:rsidRPr="003451CB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</w:t>
      </w:r>
      <w:proofErr w:type="gramStart"/>
      <w:r w:rsidRPr="003451CB">
        <w:rPr>
          <w:rFonts w:ascii="Times New Roman" w:hAnsi="Times New Roman"/>
          <w:sz w:val="28"/>
          <w:szCs w:val="28"/>
        </w:rPr>
        <w:t>формируемого</w:t>
      </w:r>
      <w:proofErr w:type="gramEnd"/>
      <w:r w:rsidRPr="003451CB">
        <w:rPr>
          <w:rFonts w:ascii="Times New Roman" w:hAnsi="Times New Roman"/>
          <w:sz w:val="28"/>
          <w:szCs w:val="28"/>
        </w:rPr>
        <w:t xml:space="preserve"> в том числе за счет</w:t>
      </w:r>
      <w:r>
        <w:rPr>
          <w:rFonts w:ascii="Times New Roman" w:hAnsi="Times New Roman"/>
          <w:sz w:val="28"/>
          <w:szCs w:val="28"/>
        </w:rPr>
        <w:t xml:space="preserve"> средств федерального бюджета);</w:t>
      </w:r>
    </w:p>
    <w:p w:rsidR="0075429D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1 108 619,66438</w:t>
      </w:r>
      <w:r w:rsidRPr="003451CB">
        <w:rPr>
          <w:rFonts w:ascii="Times New Roman" w:hAnsi="Times New Roman"/>
          <w:sz w:val="28"/>
          <w:szCs w:val="28"/>
        </w:rPr>
        <w:t xml:space="preserve"> тыс. рублей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 xml:space="preserve">за счет поступающих в соответствии с действующим законодательством в бюджет муниципального района Волжский средств областного бюджета, </w:t>
      </w:r>
      <w:proofErr w:type="gramStart"/>
      <w:r w:rsidRPr="003451CB">
        <w:rPr>
          <w:rFonts w:ascii="Times New Roman" w:hAnsi="Times New Roman"/>
          <w:sz w:val="28"/>
          <w:szCs w:val="28"/>
        </w:rPr>
        <w:t>формируемого</w:t>
      </w:r>
      <w:proofErr w:type="gramEnd"/>
      <w:r w:rsidRPr="003451CB">
        <w:rPr>
          <w:rFonts w:ascii="Times New Roman" w:hAnsi="Times New Roman"/>
          <w:sz w:val="28"/>
          <w:szCs w:val="28"/>
        </w:rPr>
        <w:t xml:space="preserve">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61469F" w:rsidRPr="00B013A5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013A5">
        <w:rPr>
          <w:rFonts w:ascii="Times New Roman" w:hAnsi="Times New Roman"/>
          <w:sz w:val="28"/>
          <w:szCs w:val="28"/>
        </w:rPr>
        <w:t xml:space="preserve">в 2021 году – </w:t>
      </w:r>
      <w:r w:rsidR="00BB6EB5">
        <w:rPr>
          <w:rFonts w:ascii="Times New Roman" w:hAnsi="Times New Roman"/>
          <w:sz w:val="28"/>
          <w:szCs w:val="28"/>
        </w:rPr>
        <w:t>2</w:t>
      </w:r>
      <w:r w:rsidR="005C0539">
        <w:rPr>
          <w:rFonts w:ascii="Times New Roman" w:hAnsi="Times New Roman"/>
          <w:sz w:val="28"/>
          <w:szCs w:val="28"/>
        </w:rPr>
        <w:t>93 280, 90098</w:t>
      </w:r>
      <w:r w:rsidRPr="00B013A5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</w:t>
      </w:r>
      <w:proofErr w:type="gramStart"/>
      <w:r w:rsidRPr="00B013A5">
        <w:rPr>
          <w:rFonts w:ascii="Times New Roman" w:hAnsi="Times New Roman"/>
          <w:sz w:val="28"/>
          <w:szCs w:val="28"/>
        </w:rPr>
        <w:t>формируемого</w:t>
      </w:r>
      <w:proofErr w:type="gramEnd"/>
      <w:r w:rsidRPr="00B013A5">
        <w:rPr>
          <w:rFonts w:ascii="Times New Roman" w:hAnsi="Times New Roman"/>
          <w:sz w:val="28"/>
          <w:szCs w:val="28"/>
        </w:rPr>
        <w:t xml:space="preserve"> в том числе за счет средств федерального бюджета); </w:t>
      </w:r>
    </w:p>
    <w:p w:rsidR="0061469F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16AED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1</w:t>
      </w:r>
      <w:r w:rsidRPr="00C16AED">
        <w:rPr>
          <w:rFonts w:ascii="Times New Roman" w:hAnsi="Times New Roman"/>
          <w:sz w:val="28"/>
          <w:szCs w:val="28"/>
        </w:rPr>
        <w:t xml:space="preserve"> году – </w:t>
      </w:r>
      <w:r w:rsidR="00BB6EB5">
        <w:rPr>
          <w:rFonts w:ascii="Times New Roman" w:hAnsi="Times New Roman"/>
          <w:sz w:val="28"/>
          <w:szCs w:val="28"/>
        </w:rPr>
        <w:t>403 192,31408</w:t>
      </w:r>
      <w:r w:rsidRPr="00C16AED">
        <w:rPr>
          <w:rFonts w:ascii="Times New Roman" w:hAnsi="Times New Roman"/>
          <w:sz w:val="28"/>
          <w:szCs w:val="28"/>
        </w:rPr>
        <w:t xml:space="preserve"> тыс. рублей за счет поступающих в соответствии с действующим законодательством в бюджет муниципального района Волжский средств областного бюджета, </w:t>
      </w:r>
      <w:proofErr w:type="gramStart"/>
      <w:r w:rsidRPr="00C16AED">
        <w:rPr>
          <w:rFonts w:ascii="Times New Roman" w:hAnsi="Times New Roman"/>
          <w:sz w:val="28"/>
          <w:szCs w:val="28"/>
        </w:rPr>
        <w:t>формируемого</w:t>
      </w:r>
      <w:proofErr w:type="gramEnd"/>
      <w:r w:rsidRPr="00C16AED">
        <w:rPr>
          <w:rFonts w:ascii="Times New Roman" w:hAnsi="Times New Roman"/>
          <w:sz w:val="28"/>
          <w:szCs w:val="28"/>
        </w:rPr>
        <w:t xml:space="preserve">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61469F" w:rsidRPr="0061469F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2022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 w:rsidR="00EE4B38">
        <w:rPr>
          <w:rFonts w:ascii="Times New Roman" w:hAnsi="Times New Roman"/>
          <w:sz w:val="28"/>
          <w:szCs w:val="28"/>
        </w:rPr>
        <w:t>13 635,01393</w:t>
      </w:r>
      <w:r w:rsidRPr="0061469F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</w:t>
      </w:r>
      <w:proofErr w:type="gramStart"/>
      <w:r w:rsidRPr="0061469F">
        <w:rPr>
          <w:rFonts w:ascii="Times New Roman" w:hAnsi="Times New Roman"/>
          <w:sz w:val="28"/>
          <w:szCs w:val="28"/>
        </w:rPr>
        <w:t>формируемого</w:t>
      </w:r>
      <w:proofErr w:type="gramEnd"/>
      <w:r w:rsidRPr="0061469F">
        <w:rPr>
          <w:rFonts w:ascii="Times New Roman" w:hAnsi="Times New Roman"/>
          <w:sz w:val="28"/>
          <w:szCs w:val="28"/>
        </w:rPr>
        <w:t xml:space="preserve"> в том числе за счет средств федерального бюджета); </w:t>
      </w:r>
    </w:p>
    <w:p w:rsidR="0061469F" w:rsidRPr="0061469F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1469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 w:rsidR="00EE4B38">
        <w:rPr>
          <w:rFonts w:ascii="Times New Roman" w:hAnsi="Times New Roman"/>
          <w:sz w:val="28"/>
          <w:szCs w:val="28"/>
        </w:rPr>
        <w:t>107 065,26468</w:t>
      </w:r>
      <w:r w:rsidRPr="0061469F">
        <w:rPr>
          <w:rFonts w:ascii="Times New Roman" w:hAnsi="Times New Roman"/>
          <w:sz w:val="28"/>
          <w:szCs w:val="28"/>
        </w:rPr>
        <w:t xml:space="preserve"> тыс. рублей за счет поступающих в соответствии с действующим законодательством в бюджет муниципального района Волжский средств областного бюджета, </w:t>
      </w:r>
      <w:proofErr w:type="gramStart"/>
      <w:r w:rsidRPr="0061469F">
        <w:rPr>
          <w:rFonts w:ascii="Times New Roman" w:hAnsi="Times New Roman"/>
          <w:sz w:val="28"/>
          <w:szCs w:val="28"/>
        </w:rPr>
        <w:t>формируемого</w:t>
      </w:r>
      <w:proofErr w:type="gramEnd"/>
      <w:r w:rsidRPr="0061469F">
        <w:rPr>
          <w:rFonts w:ascii="Times New Roman" w:hAnsi="Times New Roman"/>
          <w:sz w:val="28"/>
          <w:szCs w:val="28"/>
        </w:rPr>
        <w:t xml:space="preserve">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.</w:t>
      </w:r>
    </w:p>
    <w:p w:rsidR="006D3E46" w:rsidRPr="00091ACB" w:rsidRDefault="007033BA" w:rsidP="0021341C">
      <w:pPr>
        <w:pStyle w:val="a5"/>
        <w:spacing w:after="0" w:line="336" w:lineRule="auto"/>
        <w:ind w:left="0" w:firstLine="284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3451CB">
        <w:rPr>
          <w:rFonts w:ascii="Times New Roman" w:hAnsi="Times New Roman"/>
          <w:sz w:val="28"/>
          <w:szCs w:val="28"/>
        </w:rPr>
        <w:t xml:space="preserve">- </w:t>
      </w:r>
      <w:r w:rsidR="006F5931" w:rsidRPr="003451CB">
        <w:rPr>
          <w:rFonts w:ascii="Times New Roman" w:hAnsi="Times New Roman"/>
          <w:sz w:val="28"/>
          <w:szCs w:val="28"/>
        </w:rPr>
        <w:t>в</w:t>
      </w:r>
      <w:r w:rsidR="005B5F8A" w:rsidRPr="003451CB">
        <w:rPr>
          <w:rFonts w:ascii="Times New Roman" w:hAnsi="Times New Roman"/>
          <w:sz w:val="28"/>
          <w:szCs w:val="28"/>
        </w:rPr>
        <w:t xml:space="preserve"> приложении 2 «Перечень мероприятий муниципальной Программы муниципального района Волжский Самарской области «Строительство, реконструкция и ремонт объектов образования на территории муниципального района Волжский Самарской области» на 20</w:t>
      </w:r>
      <w:r w:rsidR="002C4310">
        <w:rPr>
          <w:rFonts w:ascii="Times New Roman" w:hAnsi="Times New Roman"/>
          <w:sz w:val="28"/>
          <w:szCs w:val="28"/>
        </w:rPr>
        <w:t>20</w:t>
      </w:r>
      <w:r w:rsidR="005B5F8A" w:rsidRPr="003451CB">
        <w:rPr>
          <w:rFonts w:ascii="Times New Roman" w:hAnsi="Times New Roman"/>
          <w:sz w:val="28"/>
          <w:szCs w:val="28"/>
        </w:rPr>
        <w:t>-20</w:t>
      </w:r>
      <w:r w:rsidR="002C4310">
        <w:rPr>
          <w:rFonts w:ascii="Times New Roman" w:hAnsi="Times New Roman"/>
          <w:sz w:val="28"/>
          <w:szCs w:val="28"/>
        </w:rPr>
        <w:t>22</w:t>
      </w:r>
      <w:r w:rsidR="005B5F8A" w:rsidRPr="003451CB">
        <w:rPr>
          <w:rFonts w:ascii="Times New Roman" w:hAnsi="Times New Roman"/>
          <w:sz w:val="28"/>
          <w:szCs w:val="28"/>
        </w:rPr>
        <w:t xml:space="preserve"> годы» к муниципальной</w:t>
      </w:r>
      <w:r w:rsidR="00B1598D" w:rsidRPr="003451CB">
        <w:rPr>
          <w:rFonts w:ascii="Times New Roman" w:hAnsi="Times New Roman"/>
          <w:sz w:val="28"/>
          <w:szCs w:val="28"/>
        </w:rPr>
        <w:t xml:space="preserve"> Программе мероприяти</w:t>
      </w:r>
      <w:r w:rsidR="00EF0EE2" w:rsidRPr="003451CB">
        <w:rPr>
          <w:rFonts w:ascii="Times New Roman" w:hAnsi="Times New Roman"/>
          <w:sz w:val="28"/>
          <w:szCs w:val="28"/>
        </w:rPr>
        <w:t>я</w:t>
      </w:r>
      <w:r w:rsidR="005C0539">
        <w:rPr>
          <w:rFonts w:ascii="Times New Roman" w:hAnsi="Times New Roman"/>
          <w:sz w:val="28"/>
          <w:szCs w:val="28"/>
        </w:rPr>
        <w:t xml:space="preserve"> </w:t>
      </w:r>
      <w:r w:rsidR="00B20068">
        <w:rPr>
          <w:rFonts w:ascii="Times New Roman" w:hAnsi="Times New Roman"/>
          <w:sz w:val="28"/>
          <w:szCs w:val="28"/>
        </w:rPr>
        <w:t xml:space="preserve"> 1.3, 1.3.2, 1.4,</w:t>
      </w:r>
      <w:r w:rsidR="00EE4B38">
        <w:rPr>
          <w:rFonts w:ascii="Times New Roman" w:hAnsi="Times New Roman"/>
          <w:sz w:val="28"/>
          <w:szCs w:val="28"/>
        </w:rPr>
        <w:t xml:space="preserve"> 1.</w:t>
      </w:r>
      <w:r w:rsidR="00B20068">
        <w:rPr>
          <w:rFonts w:ascii="Times New Roman" w:hAnsi="Times New Roman"/>
          <w:sz w:val="28"/>
          <w:szCs w:val="28"/>
        </w:rPr>
        <w:t>4</w:t>
      </w:r>
      <w:r w:rsidR="00EE4B38">
        <w:rPr>
          <w:rFonts w:ascii="Times New Roman" w:hAnsi="Times New Roman"/>
          <w:sz w:val="28"/>
          <w:szCs w:val="28"/>
        </w:rPr>
        <w:t>.2,</w:t>
      </w:r>
      <w:r w:rsidR="00B20068">
        <w:rPr>
          <w:rFonts w:ascii="Times New Roman" w:hAnsi="Times New Roman"/>
          <w:sz w:val="28"/>
          <w:szCs w:val="28"/>
        </w:rPr>
        <w:t xml:space="preserve"> 1.5, 1.5.2,</w:t>
      </w:r>
      <w:r w:rsidR="008B66B2">
        <w:rPr>
          <w:rFonts w:ascii="Times New Roman" w:hAnsi="Times New Roman"/>
          <w:sz w:val="28"/>
          <w:szCs w:val="28"/>
        </w:rPr>
        <w:t xml:space="preserve"> 1.5.3, </w:t>
      </w:r>
      <w:r w:rsidR="00B20068">
        <w:rPr>
          <w:rFonts w:ascii="Times New Roman" w:hAnsi="Times New Roman"/>
          <w:sz w:val="28"/>
          <w:szCs w:val="28"/>
        </w:rPr>
        <w:t>1.6, 1.6.2,</w:t>
      </w:r>
      <w:r w:rsidR="005C0539">
        <w:rPr>
          <w:rFonts w:ascii="Times New Roman" w:hAnsi="Times New Roman"/>
          <w:sz w:val="28"/>
          <w:szCs w:val="28"/>
        </w:rPr>
        <w:t xml:space="preserve"> </w:t>
      </w:r>
      <w:r w:rsidR="00EF0EE2" w:rsidRPr="003451CB">
        <w:rPr>
          <w:rFonts w:ascii="Times New Roman" w:hAnsi="Times New Roman"/>
          <w:sz w:val="28"/>
          <w:szCs w:val="28"/>
        </w:rPr>
        <w:t>строки</w:t>
      </w:r>
      <w:r w:rsidR="00B20068">
        <w:rPr>
          <w:rFonts w:ascii="Times New Roman" w:hAnsi="Times New Roman"/>
          <w:sz w:val="28"/>
          <w:szCs w:val="28"/>
        </w:rPr>
        <w:t xml:space="preserve"> «Всего по разделу 1-2</w:t>
      </w:r>
      <w:r w:rsidR="008C6C28" w:rsidRPr="008C6C28">
        <w:rPr>
          <w:rFonts w:ascii="Times New Roman" w:hAnsi="Times New Roman"/>
          <w:sz w:val="28"/>
          <w:szCs w:val="28"/>
        </w:rPr>
        <w:t xml:space="preserve">», </w:t>
      </w:r>
      <w:r w:rsidR="00D053F2" w:rsidRPr="00D053F2">
        <w:rPr>
          <w:rFonts w:ascii="Times New Roman" w:hAnsi="Times New Roman"/>
          <w:sz w:val="28"/>
          <w:szCs w:val="28"/>
        </w:rPr>
        <w:t xml:space="preserve">«Всего </w:t>
      </w:r>
      <w:r w:rsidR="00D053F2" w:rsidRPr="00091ACB">
        <w:rPr>
          <w:rFonts w:ascii="Times New Roman" w:hAnsi="Times New Roman"/>
          <w:sz w:val="28"/>
          <w:szCs w:val="28"/>
        </w:rPr>
        <w:t xml:space="preserve">по программе» </w:t>
      </w:r>
      <w:r w:rsidR="00C87E6F" w:rsidRPr="00091ACB">
        <w:rPr>
          <w:rFonts w:ascii="Times New Roman" w:hAnsi="Times New Roman"/>
          <w:sz w:val="28"/>
          <w:szCs w:val="28"/>
        </w:rPr>
        <w:t>изложить</w:t>
      </w:r>
      <w:r w:rsidR="005B5F8A" w:rsidRPr="00091ACB">
        <w:rPr>
          <w:rFonts w:ascii="Times New Roman" w:hAnsi="Times New Roman"/>
          <w:sz w:val="28"/>
          <w:szCs w:val="28"/>
        </w:rPr>
        <w:t xml:space="preserve"> в редакции согласно </w:t>
      </w:r>
      <w:r w:rsidR="001F3C67" w:rsidRPr="00091ACB">
        <w:rPr>
          <w:rFonts w:ascii="Times New Roman" w:hAnsi="Times New Roman"/>
          <w:sz w:val="28"/>
          <w:szCs w:val="28"/>
        </w:rPr>
        <w:t>приложению,</w:t>
      </w:r>
      <w:r w:rsidR="00EF0EE2" w:rsidRPr="00091ACB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  <w:proofErr w:type="gramEnd"/>
    </w:p>
    <w:p w:rsidR="00091ACB" w:rsidRPr="00091ACB" w:rsidRDefault="00091ACB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ACB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Постановление в районной газете «Волжская новь» и на официальном сайте Администрации муниципального района </w:t>
      </w:r>
      <w:proofErr w:type="gramStart"/>
      <w:r w:rsidRPr="00091ACB">
        <w:rPr>
          <w:rFonts w:ascii="Times New Roman" w:eastAsia="Times New Roman" w:hAnsi="Times New Roman"/>
          <w:sz w:val="28"/>
          <w:szCs w:val="28"/>
          <w:lang w:eastAsia="ru-RU"/>
        </w:rPr>
        <w:t>Волжский</w:t>
      </w:r>
      <w:proofErr w:type="gramEnd"/>
      <w:r w:rsidRPr="00091ACB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Самарской области (http://v-adm63.ru/).</w:t>
      </w:r>
    </w:p>
    <w:p w:rsidR="006D3E46" w:rsidRPr="006D3E46" w:rsidRDefault="006D3E46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1ACB">
        <w:rPr>
          <w:rFonts w:ascii="Times New Roman" w:hAnsi="Times New Roman"/>
          <w:sz w:val="28"/>
          <w:szCs w:val="28"/>
        </w:rPr>
        <w:t>Настоящее постановление</w:t>
      </w:r>
      <w:r w:rsidRPr="006D3E46">
        <w:rPr>
          <w:rFonts w:ascii="Times New Roman" w:hAnsi="Times New Roman"/>
          <w:sz w:val="28"/>
          <w:szCs w:val="28"/>
        </w:rPr>
        <w:t xml:space="preserve"> вступает в силу со дня официального опубликования.</w:t>
      </w:r>
    </w:p>
    <w:p w:rsidR="009F6175" w:rsidRPr="003451CB" w:rsidRDefault="009F6175" w:rsidP="0021341C">
      <w:pPr>
        <w:pStyle w:val="a5"/>
        <w:numPr>
          <w:ilvl w:val="0"/>
          <w:numId w:val="10"/>
        </w:numPr>
        <w:spacing w:after="0" w:line="336" w:lineRule="auto"/>
        <w:ind w:left="0" w:right="-31" w:firstLine="709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451C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451CB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муниципального района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0EE2" w:rsidRPr="003451CB">
        <w:rPr>
          <w:rFonts w:ascii="Times New Roman" w:hAnsi="Times New Roman"/>
          <w:sz w:val="28"/>
          <w:szCs w:val="28"/>
        </w:rPr>
        <w:t>Н.</w:t>
      </w:r>
      <w:r w:rsidR="00C425FB" w:rsidRPr="003451CB">
        <w:rPr>
          <w:rFonts w:ascii="Times New Roman" w:hAnsi="Times New Roman"/>
          <w:sz w:val="28"/>
          <w:szCs w:val="28"/>
        </w:rPr>
        <w:t>Ю.Корякину</w:t>
      </w:r>
      <w:proofErr w:type="spellEnd"/>
      <w:r w:rsidRPr="003451CB">
        <w:rPr>
          <w:rFonts w:ascii="Times New Roman" w:hAnsi="Times New Roman"/>
          <w:sz w:val="28"/>
          <w:szCs w:val="28"/>
        </w:rPr>
        <w:t>.</w:t>
      </w:r>
    </w:p>
    <w:p w:rsidR="00C8332A" w:rsidRDefault="00C8332A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1341C" w:rsidRDefault="0021341C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BEE" w:rsidRPr="003451CB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F6175" w:rsidRPr="003451CB" w:rsidRDefault="008C6C28" w:rsidP="009F617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EE4B38">
        <w:rPr>
          <w:rFonts w:ascii="Times New Roman" w:hAnsi="Times New Roman"/>
          <w:sz w:val="28"/>
          <w:szCs w:val="28"/>
        </w:rPr>
        <w:t>а</w:t>
      </w:r>
      <w:r w:rsidR="009F6175" w:rsidRPr="003451CB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E31AA">
        <w:rPr>
          <w:rFonts w:ascii="Times New Roman" w:hAnsi="Times New Roman"/>
          <w:sz w:val="28"/>
          <w:szCs w:val="28"/>
        </w:rPr>
        <w:tab/>
      </w:r>
      <w:r w:rsidR="00D84BEE"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 w:rsidR="001E31AA">
        <w:rPr>
          <w:rFonts w:ascii="Times New Roman" w:hAnsi="Times New Roman"/>
          <w:sz w:val="28"/>
          <w:szCs w:val="28"/>
        </w:rPr>
        <w:t>Е.А.Макридин</w:t>
      </w:r>
      <w:proofErr w:type="spellEnd"/>
    </w:p>
    <w:p w:rsidR="00D84BEE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1341C" w:rsidRDefault="0021341C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BEE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15F7B" w:rsidRPr="009F6175" w:rsidRDefault="0075429D" w:rsidP="005B5F8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Харитонов </w:t>
      </w:r>
      <w:r w:rsidR="001106AD">
        <w:rPr>
          <w:rFonts w:ascii="Times New Roman" w:hAnsi="Times New Roman"/>
          <w:sz w:val="28"/>
          <w:szCs w:val="28"/>
        </w:rPr>
        <w:t>203775</w:t>
      </w:r>
      <w:r>
        <w:rPr>
          <w:rFonts w:ascii="Times New Roman" w:hAnsi="Times New Roman"/>
          <w:sz w:val="28"/>
          <w:szCs w:val="28"/>
        </w:rPr>
        <w:t>8</w:t>
      </w:r>
    </w:p>
    <w:sectPr w:rsidR="00515F7B" w:rsidRPr="009F6175" w:rsidSect="0042185D">
      <w:headerReference w:type="default" r:id="rId10"/>
      <w:headerReference w:type="first" r:id="rId11"/>
      <w:pgSz w:w="11906" w:h="16838"/>
      <w:pgMar w:top="993" w:right="737" w:bottom="709" w:left="1588" w:header="135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3E6" w:rsidRDefault="00CD73E6" w:rsidP="002306FB">
      <w:pPr>
        <w:spacing w:after="0" w:line="240" w:lineRule="auto"/>
      </w:pPr>
      <w:r>
        <w:separator/>
      </w:r>
    </w:p>
  </w:endnote>
  <w:endnote w:type="continuationSeparator" w:id="0">
    <w:p w:rsidR="00CD73E6" w:rsidRDefault="00CD73E6" w:rsidP="00230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3E6" w:rsidRDefault="00CD73E6" w:rsidP="002306FB">
      <w:pPr>
        <w:spacing w:after="0" w:line="240" w:lineRule="auto"/>
      </w:pPr>
      <w:r>
        <w:separator/>
      </w:r>
    </w:p>
  </w:footnote>
  <w:footnote w:type="continuationSeparator" w:id="0">
    <w:p w:rsidR="00CD73E6" w:rsidRDefault="00CD73E6" w:rsidP="00230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06922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306FB" w:rsidRPr="00C9451B" w:rsidRDefault="00DE4C6E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C9451B">
          <w:rPr>
            <w:rFonts w:ascii="Times New Roman" w:hAnsi="Times New Roman"/>
            <w:sz w:val="28"/>
            <w:szCs w:val="28"/>
          </w:rPr>
          <w:fldChar w:fldCharType="begin"/>
        </w:r>
        <w:r w:rsidR="002306FB" w:rsidRPr="00C9451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9451B">
          <w:rPr>
            <w:rFonts w:ascii="Times New Roman" w:hAnsi="Times New Roman"/>
            <w:sz w:val="28"/>
            <w:szCs w:val="28"/>
          </w:rPr>
          <w:fldChar w:fldCharType="separate"/>
        </w:r>
        <w:r w:rsidR="003A1CBC">
          <w:rPr>
            <w:rFonts w:ascii="Times New Roman" w:hAnsi="Times New Roman"/>
            <w:noProof/>
            <w:sz w:val="28"/>
            <w:szCs w:val="28"/>
          </w:rPr>
          <w:t>4</w:t>
        </w:r>
        <w:r w:rsidRPr="00C9451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306FB" w:rsidRDefault="002306F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6FB" w:rsidRDefault="002306FB">
    <w:pPr>
      <w:pStyle w:val="a8"/>
      <w:jc w:val="center"/>
    </w:pPr>
  </w:p>
  <w:p w:rsidR="002306FB" w:rsidRDefault="002306F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12590"/>
    <w:multiLevelType w:val="multilevel"/>
    <w:tmpl w:val="9FBEC1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">
    <w:nsid w:val="151F6F7D"/>
    <w:multiLevelType w:val="hybridMultilevel"/>
    <w:tmpl w:val="4FC6CACA"/>
    <w:lvl w:ilvl="0" w:tplc="8DEAABC0">
      <w:start w:val="2013"/>
      <w:numFmt w:val="decimal"/>
      <w:lvlText w:val="%1"/>
      <w:lvlJc w:val="left"/>
      <w:pPr>
        <w:ind w:left="12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17D04CCD"/>
    <w:multiLevelType w:val="hybridMultilevel"/>
    <w:tmpl w:val="94807B60"/>
    <w:lvl w:ilvl="0" w:tplc="BA6437F8">
      <w:start w:val="2011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804ACC"/>
    <w:multiLevelType w:val="hybridMultilevel"/>
    <w:tmpl w:val="E0C6B170"/>
    <w:lvl w:ilvl="0" w:tplc="99C6A732">
      <w:start w:val="2018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7519DF"/>
    <w:multiLevelType w:val="hybridMultilevel"/>
    <w:tmpl w:val="2F620A72"/>
    <w:lvl w:ilvl="0" w:tplc="7DAEDD08">
      <w:start w:val="201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D2626B"/>
    <w:multiLevelType w:val="multilevel"/>
    <w:tmpl w:val="3E5E2DD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6">
    <w:nsid w:val="51D40075"/>
    <w:multiLevelType w:val="hybridMultilevel"/>
    <w:tmpl w:val="EA848954"/>
    <w:lvl w:ilvl="0" w:tplc="D4BA5B3E">
      <w:start w:val="2011"/>
      <w:numFmt w:val="decimal"/>
      <w:lvlText w:val="%1"/>
      <w:lvlJc w:val="left"/>
      <w:pPr>
        <w:ind w:left="19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</w:lvl>
  </w:abstractNum>
  <w:abstractNum w:abstractNumId="7">
    <w:nsid w:val="52C47F82"/>
    <w:multiLevelType w:val="hybridMultilevel"/>
    <w:tmpl w:val="D390E244"/>
    <w:lvl w:ilvl="0" w:tplc="66EE5986">
      <w:start w:val="2011"/>
      <w:numFmt w:val="decimal"/>
      <w:lvlText w:val="%1"/>
      <w:lvlJc w:val="left"/>
      <w:pPr>
        <w:ind w:left="25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8">
    <w:nsid w:val="552D6670"/>
    <w:multiLevelType w:val="hybridMultilevel"/>
    <w:tmpl w:val="8AF2D614"/>
    <w:lvl w:ilvl="0" w:tplc="35008B90">
      <w:start w:val="2012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4C23B2A"/>
    <w:multiLevelType w:val="hybridMultilevel"/>
    <w:tmpl w:val="0434BD26"/>
    <w:lvl w:ilvl="0" w:tplc="1F6CF96A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3474C3B"/>
    <w:multiLevelType w:val="hybridMultilevel"/>
    <w:tmpl w:val="2B96678C"/>
    <w:lvl w:ilvl="0" w:tplc="B3369C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794D474B"/>
    <w:multiLevelType w:val="hybridMultilevel"/>
    <w:tmpl w:val="9F1EBFD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8"/>
  </w:num>
  <w:num w:numId="6">
    <w:abstractNumId w:val="2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5C4"/>
    <w:rsid w:val="00000736"/>
    <w:rsid w:val="000013D5"/>
    <w:rsid w:val="000015BD"/>
    <w:rsid w:val="00004F53"/>
    <w:rsid w:val="00005CC3"/>
    <w:rsid w:val="00005CD8"/>
    <w:rsid w:val="00005E7C"/>
    <w:rsid w:val="00007B23"/>
    <w:rsid w:val="000119C4"/>
    <w:rsid w:val="00011B93"/>
    <w:rsid w:val="00015278"/>
    <w:rsid w:val="000207A0"/>
    <w:rsid w:val="00020DF6"/>
    <w:rsid w:val="00032E1A"/>
    <w:rsid w:val="00033AD1"/>
    <w:rsid w:val="0003419C"/>
    <w:rsid w:val="00043499"/>
    <w:rsid w:val="00045B32"/>
    <w:rsid w:val="00045CB9"/>
    <w:rsid w:val="00047F5C"/>
    <w:rsid w:val="00052753"/>
    <w:rsid w:val="00055FB3"/>
    <w:rsid w:val="0006333E"/>
    <w:rsid w:val="00070F38"/>
    <w:rsid w:val="00075D30"/>
    <w:rsid w:val="000819F1"/>
    <w:rsid w:val="00091ACB"/>
    <w:rsid w:val="00096548"/>
    <w:rsid w:val="000A1845"/>
    <w:rsid w:val="000A5290"/>
    <w:rsid w:val="000B1E92"/>
    <w:rsid w:val="000B507F"/>
    <w:rsid w:val="000C4D4E"/>
    <w:rsid w:val="000D36BC"/>
    <w:rsid w:val="000D4294"/>
    <w:rsid w:val="000D4300"/>
    <w:rsid w:val="000F289D"/>
    <w:rsid w:val="000F6C97"/>
    <w:rsid w:val="00103EEE"/>
    <w:rsid w:val="00106455"/>
    <w:rsid w:val="001106AD"/>
    <w:rsid w:val="0011761F"/>
    <w:rsid w:val="00117E9A"/>
    <w:rsid w:val="001203D6"/>
    <w:rsid w:val="00120400"/>
    <w:rsid w:val="001274E8"/>
    <w:rsid w:val="00134A4B"/>
    <w:rsid w:val="00135378"/>
    <w:rsid w:val="001358C6"/>
    <w:rsid w:val="0014062D"/>
    <w:rsid w:val="00142306"/>
    <w:rsid w:val="00144F64"/>
    <w:rsid w:val="00152DE1"/>
    <w:rsid w:val="001634D2"/>
    <w:rsid w:val="00167E2C"/>
    <w:rsid w:val="00173D95"/>
    <w:rsid w:val="001749A7"/>
    <w:rsid w:val="001835CC"/>
    <w:rsid w:val="001903B7"/>
    <w:rsid w:val="00190FD1"/>
    <w:rsid w:val="0019604B"/>
    <w:rsid w:val="001B0735"/>
    <w:rsid w:val="001B25E5"/>
    <w:rsid w:val="001B362B"/>
    <w:rsid w:val="001B420F"/>
    <w:rsid w:val="001B5992"/>
    <w:rsid w:val="001C1657"/>
    <w:rsid w:val="001C6F0F"/>
    <w:rsid w:val="001D33F5"/>
    <w:rsid w:val="001E31AA"/>
    <w:rsid w:val="001E3B3D"/>
    <w:rsid w:val="001F3C67"/>
    <w:rsid w:val="001F52DF"/>
    <w:rsid w:val="00200C31"/>
    <w:rsid w:val="00200E4F"/>
    <w:rsid w:val="00201872"/>
    <w:rsid w:val="00202CBF"/>
    <w:rsid w:val="00211F45"/>
    <w:rsid w:val="0021341C"/>
    <w:rsid w:val="00221B1C"/>
    <w:rsid w:val="00221B28"/>
    <w:rsid w:val="00221C36"/>
    <w:rsid w:val="0022297B"/>
    <w:rsid w:val="002306FB"/>
    <w:rsid w:val="00235300"/>
    <w:rsid w:val="00237711"/>
    <w:rsid w:val="002379F0"/>
    <w:rsid w:val="00242226"/>
    <w:rsid w:val="002445C4"/>
    <w:rsid w:val="00247236"/>
    <w:rsid w:val="002473B8"/>
    <w:rsid w:val="00251826"/>
    <w:rsid w:val="00252A2B"/>
    <w:rsid w:val="00256A1E"/>
    <w:rsid w:val="00260085"/>
    <w:rsid w:val="00267659"/>
    <w:rsid w:val="00276D6E"/>
    <w:rsid w:val="00283075"/>
    <w:rsid w:val="002835A0"/>
    <w:rsid w:val="00285574"/>
    <w:rsid w:val="002A33B7"/>
    <w:rsid w:val="002A3A10"/>
    <w:rsid w:val="002A45CD"/>
    <w:rsid w:val="002A6B24"/>
    <w:rsid w:val="002A7C2F"/>
    <w:rsid w:val="002B2F1E"/>
    <w:rsid w:val="002B3CB3"/>
    <w:rsid w:val="002C102D"/>
    <w:rsid w:val="002C4310"/>
    <w:rsid w:val="002C4BCC"/>
    <w:rsid w:val="002D437F"/>
    <w:rsid w:val="002E6BB6"/>
    <w:rsid w:val="002F2D2B"/>
    <w:rsid w:val="00300A33"/>
    <w:rsid w:val="00302764"/>
    <w:rsid w:val="0030471A"/>
    <w:rsid w:val="0031225C"/>
    <w:rsid w:val="0031228B"/>
    <w:rsid w:val="003133B6"/>
    <w:rsid w:val="00315D0E"/>
    <w:rsid w:val="00320DFA"/>
    <w:rsid w:val="00331594"/>
    <w:rsid w:val="00340A35"/>
    <w:rsid w:val="003428A9"/>
    <w:rsid w:val="003451CB"/>
    <w:rsid w:val="00347903"/>
    <w:rsid w:val="00352AA4"/>
    <w:rsid w:val="00360B35"/>
    <w:rsid w:val="003619F1"/>
    <w:rsid w:val="003661DF"/>
    <w:rsid w:val="00373251"/>
    <w:rsid w:val="0037756D"/>
    <w:rsid w:val="00383208"/>
    <w:rsid w:val="00384E9A"/>
    <w:rsid w:val="00386A37"/>
    <w:rsid w:val="0039192E"/>
    <w:rsid w:val="003A1CBC"/>
    <w:rsid w:val="003B35F2"/>
    <w:rsid w:val="003B7E91"/>
    <w:rsid w:val="003C0588"/>
    <w:rsid w:val="003C6A23"/>
    <w:rsid w:val="003D682F"/>
    <w:rsid w:val="003E7981"/>
    <w:rsid w:val="003F0681"/>
    <w:rsid w:val="003F108C"/>
    <w:rsid w:val="00400E36"/>
    <w:rsid w:val="0040219D"/>
    <w:rsid w:val="00405F87"/>
    <w:rsid w:val="00406A3F"/>
    <w:rsid w:val="0041085A"/>
    <w:rsid w:val="00411583"/>
    <w:rsid w:val="00421289"/>
    <w:rsid w:val="0042185D"/>
    <w:rsid w:val="0043071D"/>
    <w:rsid w:val="00435298"/>
    <w:rsid w:val="0043598E"/>
    <w:rsid w:val="00454ECB"/>
    <w:rsid w:val="00463429"/>
    <w:rsid w:val="004676FC"/>
    <w:rsid w:val="00475D92"/>
    <w:rsid w:val="00480066"/>
    <w:rsid w:val="00483036"/>
    <w:rsid w:val="004A2CF6"/>
    <w:rsid w:val="004A6284"/>
    <w:rsid w:val="004A7B8E"/>
    <w:rsid w:val="004B1DED"/>
    <w:rsid w:val="004B5C99"/>
    <w:rsid w:val="004B6B02"/>
    <w:rsid w:val="004C1DBA"/>
    <w:rsid w:val="004C23CE"/>
    <w:rsid w:val="004D0705"/>
    <w:rsid w:val="004D45CF"/>
    <w:rsid w:val="004E067A"/>
    <w:rsid w:val="004F0085"/>
    <w:rsid w:val="004F4C9C"/>
    <w:rsid w:val="004F6FB2"/>
    <w:rsid w:val="00502779"/>
    <w:rsid w:val="00515F7B"/>
    <w:rsid w:val="005163B6"/>
    <w:rsid w:val="0052102E"/>
    <w:rsid w:val="0052126E"/>
    <w:rsid w:val="00522596"/>
    <w:rsid w:val="00524ED6"/>
    <w:rsid w:val="005255E1"/>
    <w:rsid w:val="00531A82"/>
    <w:rsid w:val="00543725"/>
    <w:rsid w:val="005464C9"/>
    <w:rsid w:val="00551469"/>
    <w:rsid w:val="005579F6"/>
    <w:rsid w:val="00557A82"/>
    <w:rsid w:val="0056120C"/>
    <w:rsid w:val="005710DB"/>
    <w:rsid w:val="005736F1"/>
    <w:rsid w:val="0058252D"/>
    <w:rsid w:val="00591A35"/>
    <w:rsid w:val="00591B5C"/>
    <w:rsid w:val="00594292"/>
    <w:rsid w:val="00594C79"/>
    <w:rsid w:val="005A2039"/>
    <w:rsid w:val="005A5520"/>
    <w:rsid w:val="005B5F8A"/>
    <w:rsid w:val="005C0539"/>
    <w:rsid w:val="005C3F69"/>
    <w:rsid w:val="005C527B"/>
    <w:rsid w:val="005D2A0A"/>
    <w:rsid w:val="005F048D"/>
    <w:rsid w:val="005F2F02"/>
    <w:rsid w:val="006013DF"/>
    <w:rsid w:val="0061469F"/>
    <w:rsid w:val="006236CB"/>
    <w:rsid w:val="006336E1"/>
    <w:rsid w:val="00634076"/>
    <w:rsid w:val="006433CF"/>
    <w:rsid w:val="00657543"/>
    <w:rsid w:val="006577F3"/>
    <w:rsid w:val="00661DD5"/>
    <w:rsid w:val="0066520C"/>
    <w:rsid w:val="00671829"/>
    <w:rsid w:val="00681E93"/>
    <w:rsid w:val="00686C88"/>
    <w:rsid w:val="006922BA"/>
    <w:rsid w:val="00696B8F"/>
    <w:rsid w:val="00697037"/>
    <w:rsid w:val="00697CF2"/>
    <w:rsid w:val="006A409E"/>
    <w:rsid w:val="006B15F2"/>
    <w:rsid w:val="006B17F2"/>
    <w:rsid w:val="006B64B2"/>
    <w:rsid w:val="006D029F"/>
    <w:rsid w:val="006D15E9"/>
    <w:rsid w:val="006D3E46"/>
    <w:rsid w:val="006D7BE9"/>
    <w:rsid w:val="006D7D2F"/>
    <w:rsid w:val="006E36FD"/>
    <w:rsid w:val="006F063B"/>
    <w:rsid w:val="006F5931"/>
    <w:rsid w:val="006F7499"/>
    <w:rsid w:val="006F780C"/>
    <w:rsid w:val="00701115"/>
    <w:rsid w:val="00701494"/>
    <w:rsid w:val="00702A2F"/>
    <w:rsid w:val="007033BA"/>
    <w:rsid w:val="00704721"/>
    <w:rsid w:val="00705A7F"/>
    <w:rsid w:val="00712F60"/>
    <w:rsid w:val="00714DF7"/>
    <w:rsid w:val="00714EDE"/>
    <w:rsid w:val="007224C2"/>
    <w:rsid w:val="00725CB4"/>
    <w:rsid w:val="0073751F"/>
    <w:rsid w:val="00747AD9"/>
    <w:rsid w:val="007500AA"/>
    <w:rsid w:val="00752C4E"/>
    <w:rsid w:val="0075429D"/>
    <w:rsid w:val="007636E9"/>
    <w:rsid w:val="007639DB"/>
    <w:rsid w:val="007763C1"/>
    <w:rsid w:val="00786D01"/>
    <w:rsid w:val="007946FF"/>
    <w:rsid w:val="00797443"/>
    <w:rsid w:val="007A55A3"/>
    <w:rsid w:val="007C467C"/>
    <w:rsid w:val="007C57C4"/>
    <w:rsid w:val="007C6E0E"/>
    <w:rsid w:val="007D5976"/>
    <w:rsid w:val="007D6B98"/>
    <w:rsid w:val="007E0103"/>
    <w:rsid w:val="007E17E0"/>
    <w:rsid w:val="007E289F"/>
    <w:rsid w:val="007F3F46"/>
    <w:rsid w:val="007F4EDF"/>
    <w:rsid w:val="00804D31"/>
    <w:rsid w:val="008063CB"/>
    <w:rsid w:val="00807B82"/>
    <w:rsid w:val="008254EE"/>
    <w:rsid w:val="00846AFB"/>
    <w:rsid w:val="00850261"/>
    <w:rsid w:val="0086330E"/>
    <w:rsid w:val="00873E18"/>
    <w:rsid w:val="00877686"/>
    <w:rsid w:val="00880B4D"/>
    <w:rsid w:val="008869A9"/>
    <w:rsid w:val="0089017E"/>
    <w:rsid w:val="00894BBC"/>
    <w:rsid w:val="008A381F"/>
    <w:rsid w:val="008A6204"/>
    <w:rsid w:val="008A7850"/>
    <w:rsid w:val="008A7DF6"/>
    <w:rsid w:val="008B66B2"/>
    <w:rsid w:val="008C5804"/>
    <w:rsid w:val="008C6C28"/>
    <w:rsid w:val="008D2AAF"/>
    <w:rsid w:val="008D350F"/>
    <w:rsid w:val="008D58FD"/>
    <w:rsid w:val="008D7362"/>
    <w:rsid w:val="008E173C"/>
    <w:rsid w:val="008F7694"/>
    <w:rsid w:val="0090310A"/>
    <w:rsid w:val="009052AA"/>
    <w:rsid w:val="0090542A"/>
    <w:rsid w:val="00911A75"/>
    <w:rsid w:val="009144B6"/>
    <w:rsid w:val="00915D39"/>
    <w:rsid w:val="0091735E"/>
    <w:rsid w:val="00926B66"/>
    <w:rsid w:val="00931499"/>
    <w:rsid w:val="00945A3C"/>
    <w:rsid w:val="009563B0"/>
    <w:rsid w:val="009577A1"/>
    <w:rsid w:val="00962172"/>
    <w:rsid w:val="009811F3"/>
    <w:rsid w:val="0099288D"/>
    <w:rsid w:val="009A161D"/>
    <w:rsid w:val="009A19E4"/>
    <w:rsid w:val="009A3C5A"/>
    <w:rsid w:val="009A78AC"/>
    <w:rsid w:val="009C2ED3"/>
    <w:rsid w:val="009D0732"/>
    <w:rsid w:val="009D69F8"/>
    <w:rsid w:val="009F600C"/>
    <w:rsid w:val="009F6175"/>
    <w:rsid w:val="00A3080C"/>
    <w:rsid w:val="00A308BC"/>
    <w:rsid w:val="00A334EE"/>
    <w:rsid w:val="00A3614E"/>
    <w:rsid w:val="00A51156"/>
    <w:rsid w:val="00A56791"/>
    <w:rsid w:val="00A63B63"/>
    <w:rsid w:val="00A74A8E"/>
    <w:rsid w:val="00A75C3B"/>
    <w:rsid w:val="00A76F26"/>
    <w:rsid w:val="00A80A61"/>
    <w:rsid w:val="00A81093"/>
    <w:rsid w:val="00A91175"/>
    <w:rsid w:val="00A96299"/>
    <w:rsid w:val="00AB4F76"/>
    <w:rsid w:val="00AC2779"/>
    <w:rsid w:val="00AC767A"/>
    <w:rsid w:val="00AD29D1"/>
    <w:rsid w:val="00AE2FC2"/>
    <w:rsid w:val="00AE499B"/>
    <w:rsid w:val="00AF050E"/>
    <w:rsid w:val="00B013A5"/>
    <w:rsid w:val="00B1060A"/>
    <w:rsid w:val="00B1563A"/>
    <w:rsid w:val="00B1598D"/>
    <w:rsid w:val="00B20068"/>
    <w:rsid w:val="00B249F3"/>
    <w:rsid w:val="00B31AC1"/>
    <w:rsid w:val="00B361D3"/>
    <w:rsid w:val="00B454E7"/>
    <w:rsid w:val="00B46982"/>
    <w:rsid w:val="00B667EA"/>
    <w:rsid w:val="00B748F9"/>
    <w:rsid w:val="00B84C2C"/>
    <w:rsid w:val="00B8799B"/>
    <w:rsid w:val="00B9217D"/>
    <w:rsid w:val="00B9639F"/>
    <w:rsid w:val="00BA222B"/>
    <w:rsid w:val="00BA3E63"/>
    <w:rsid w:val="00BA4896"/>
    <w:rsid w:val="00BA62CF"/>
    <w:rsid w:val="00BA7202"/>
    <w:rsid w:val="00BB36D7"/>
    <w:rsid w:val="00BB6EB5"/>
    <w:rsid w:val="00BC278E"/>
    <w:rsid w:val="00BC5F22"/>
    <w:rsid w:val="00BD3328"/>
    <w:rsid w:val="00BD7C51"/>
    <w:rsid w:val="00BE5403"/>
    <w:rsid w:val="00BE7542"/>
    <w:rsid w:val="00C01324"/>
    <w:rsid w:val="00C063F0"/>
    <w:rsid w:val="00C13E72"/>
    <w:rsid w:val="00C14D6F"/>
    <w:rsid w:val="00C16AED"/>
    <w:rsid w:val="00C223EE"/>
    <w:rsid w:val="00C30235"/>
    <w:rsid w:val="00C31C0C"/>
    <w:rsid w:val="00C33AF2"/>
    <w:rsid w:val="00C37F61"/>
    <w:rsid w:val="00C425FB"/>
    <w:rsid w:val="00C61F7F"/>
    <w:rsid w:val="00C62A02"/>
    <w:rsid w:val="00C80E14"/>
    <w:rsid w:val="00C814A6"/>
    <w:rsid w:val="00C8332A"/>
    <w:rsid w:val="00C87E6F"/>
    <w:rsid w:val="00C94418"/>
    <w:rsid w:val="00C9451B"/>
    <w:rsid w:val="00CA45C7"/>
    <w:rsid w:val="00CB4A01"/>
    <w:rsid w:val="00CC03EA"/>
    <w:rsid w:val="00CC3DA5"/>
    <w:rsid w:val="00CC5E90"/>
    <w:rsid w:val="00CD012B"/>
    <w:rsid w:val="00CD0F3B"/>
    <w:rsid w:val="00CD73E6"/>
    <w:rsid w:val="00CE0E60"/>
    <w:rsid w:val="00CE24F1"/>
    <w:rsid w:val="00CE3122"/>
    <w:rsid w:val="00D030A0"/>
    <w:rsid w:val="00D053F2"/>
    <w:rsid w:val="00D063F2"/>
    <w:rsid w:val="00D118C5"/>
    <w:rsid w:val="00D13180"/>
    <w:rsid w:val="00D26528"/>
    <w:rsid w:val="00D277D1"/>
    <w:rsid w:val="00D30AF8"/>
    <w:rsid w:val="00D330EB"/>
    <w:rsid w:val="00D54C35"/>
    <w:rsid w:val="00D62830"/>
    <w:rsid w:val="00D62EBF"/>
    <w:rsid w:val="00D65196"/>
    <w:rsid w:val="00D678FE"/>
    <w:rsid w:val="00D75BC7"/>
    <w:rsid w:val="00D77CCF"/>
    <w:rsid w:val="00D82F26"/>
    <w:rsid w:val="00D84BEE"/>
    <w:rsid w:val="00D9088C"/>
    <w:rsid w:val="00D96801"/>
    <w:rsid w:val="00D97376"/>
    <w:rsid w:val="00DA0D48"/>
    <w:rsid w:val="00DA75CB"/>
    <w:rsid w:val="00DB5FF4"/>
    <w:rsid w:val="00DC0040"/>
    <w:rsid w:val="00DC1D9E"/>
    <w:rsid w:val="00DC712D"/>
    <w:rsid w:val="00DD6F07"/>
    <w:rsid w:val="00DD7783"/>
    <w:rsid w:val="00DE0AC9"/>
    <w:rsid w:val="00DE1982"/>
    <w:rsid w:val="00DE4C6E"/>
    <w:rsid w:val="00DF03F6"/>
    <w:rsid w:val="00DF2DF9"/>
    <w:rsid w:val="00E0180D"/>
    <w:rsid w:val="00E061D2"/>
    <w:rsid w:val="00E257DA"/>
    <w:rsid w:val="00E26FA3"/>
    <w:rsid w:val="00E336C8"/>
    <w:rsid w:val="00E4059A"/>
    <w:rsid w:val="00E4400E"/>
    <w:rsid w:val="00E46D37"/>
    <w:rsid w:val="00E53C21"/>
    <w:rsid w:val="00E6005D"/>
    <w:rsid w:val="00E637F2"/>
    <w:rsid w:val="00E6626E"/>
    <w:rsid w:val="00E710EE"/>
    <w:rsid w:val="00E71FAF"/>
    <w:rsid w:val="00E730DA"/>
    <w:rsid w:val="00E73AA5"/>
    <w:rsid w:val="00E765A1"/>
    <w:rsid w:val="00E83DA2"/>
    <w:rsid w:val="00E860BD"/>
    <w:rsid w:val="00E909FA"/>
    <w:rsid w:val="00E92A0F"/>
    <w:rsid w:val="00EB27AF"/>
    <w:rsid w:val="00EB5885"/>
    <w:rsid w:val="00ED2E86"/>
    <w:rsid w:val="00ED4145"/>
    <w:rsid w:val="00ED42AD"/>
    <w:rsid w:val="00ED46AD"/>
    <w:rsid w:val="00ED5073"/>
    <w:rsid w:val="00ED5398"/>
    <w:rsid w:val="00ED54CE"/>
    <w:rsid w:val="00ED5BF0"/>
    <w:rsid w:val="00ED6973"/>
    <w:rsid w:val="00EE4B38"/>
    <w:rsid w:val="00EE7F05"/>
    <w:rsid w:val="00EF0EE2"/>
    <w:rsid w:val="00EF2F53"/>
    <w:rsid w:val="00EF418F"/>
    <w:rsid w:val="00EF51FA"/>
    <w:rsid w:val="00EF7A34"/>
    <w:rsid w:val="00F01594"/>
    <w:rsid w:val="00F05E99"/>
    <w:rsid w:val="00F1199F"/>
    <w:rsid w:val="00F119B4"/>
    <w:rsid w:val="00F20EEC"/>
    <w:rsid w:val="00F24B36"/>
    <w:rsid w:val="00F2508B"/>
    <w:rsid w:val="00F37105"/>
    <w:rsid w:val="00F4234D"/>
    <w:rsid w:val="00F45C65"/>
    <w:rsid w:val="00F562A8"/>
    <w:rsid w:val="00F608FD"/>
    <w:rsid w:val="00F61B3A"/>
    <w:rsid w:val="00F655AA"/>
    <w:rsid w:val="00F72589"/>
    <w:rsid w:val="00F73FE9"/>
    <w:rsid w:val="00F75A82"/>
    <w:rsid w:val="00F81029"/>
    <w:rsid w:val="00F904D0"/>
    <w:rsid w:val="00F9454F"/>
    <w:rsid w:val="00F94651"/>
    <w:rsid w:val="00F967AA"/>
    <w:rsid w:val="00FA2713"/>
    <w:rsid w:val="00FB429C"/>
    <w:rsid w:val="00FC3ECB"/>
    <w:rsid w:val="00FC6B2B"/>
    <w:rsid w:val="00FE7604"/>
    <w:rsid w:val="00FF1465"/>
    <w:rsid w:val="00FF2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69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6FB2"/>
    <w:pPr>
      <w:ind w:left="720"/>
      <w:contextualSpacing/>
    </w:pPr>
  </w:style>
  <w:style w:type="paragraph" w:customStyle="1" w:styleId="ConsNormal">
    <w:name w:val="ConsNormal"/>
    <w:rsid w:val="005710D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6">
    <w:name w:val="Document Map"/>
    <w:basedOn w:val="a"/>
    <w:link w:val="a7"/>
    <w:semiHidden/>
    <w:rsid w:val="00435298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7">
    <w:name w:val="Схема документа Знак"/>
    <w:basedOn w:val="a0"/>
    <w:link w:val="a6"/>
    <w:semiHidden/>
    <w:rsid w:val="00435298"/>
    <w:rPr>
      <w:rFonts w:ascii="Tahoma" w:eastAsia="Times New Roman" w:hAnsi="Tahoma" w:cs="Tahoma"/>
      <w:shd w:val="clear" w:color="auto" w:fill="000080"/>
    </w:rPr>
  </w:style>
  <w:style w:type="paragraph" w:styleId="a8">
    <w:name w:val="header"/>
    <w:basedOn w:val="a"/>
    <w:link w:val="a9"/>
    <w:uiPriority w:val="99"/>
    <w:unhideWhenUsed/>
    <w:rsid w:val="0023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06FB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3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06F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69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6FB2"/>
    <w:pPr>
      <w:ind w:left="720"/>
      <w:contextualSpacing/>
    </w:pPr>
  </w:style>
  <w:style w:type="paragraph" w:customStyle="1" w:styleId="ConsNormal">
    <w:name w:val="ConsNormal"/>
    <w:rsid w:val="005710D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6">
    <w:name w:val="Document Map"/>
    <w:basedOn w:val="a"/>
    <w:link w:val="a7"/>
    <w:semiHidden/>
    <w:rsid w:val="00435298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7">
    <w:name w:val="Схема документа Знак"/>
    <w:basedOn w:val="a0"/>
    <w:link w:val="a6"/>
    <w:semiHidden/>
    <w:rsid w:val="00435298"/>
    <w:rPr>
      <w:rFonts w:ascii="Tahoma" w:eastAsia="Times New Roman" w:hAnsi="Tahoma" w:cs="Tahoma"/>
      <w:shd w:val="clear" w:color="auto" w:fill="000080"/>
    </w:rPr>
  </w:style>
  <w:style w:type="paragraph" w:styleId="a8">
    <w:name w:val="header"/>
    <w:basedOn w:val="a"/>
    <w:link w:val="a9"/>
    <w:uiPriority w:val="99"/>
    <w:unhideWhenUsed/>
    <w:rsid w:val="0023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06FB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3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06F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7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2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7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97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1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Desktop\&#1085;&#1086;&#1074;&#1077;&#1081;&#1096;&#1072;&#1103;%20&#1080;&#1085;&#1089;&#1090;&#1088;&#1091;&#1082;&#1094;&#1080;&#1103;\&#1073;&#1083;&#1072;&#1085;&#1082;&#1080;\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FFFFE-1B2B-4363-897C-863425CA0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0</TotalTime>
  <Pages>4</Pages>
  <Words>1011</Words>
  <Characters>5769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 Кокуркина</cp:lastModifiedBy>
  <cp:revision>2</cp:revision>
  <cp:lastPrinted>2021-03-02T10:02:00Z</cp:lastPrinted>
  <dcterms:created xsi:type="dcterms:W3CDTF">2021-03-02T10:06:00Z</dcterms:created>
  <dcterms:modified xsi:type="dcterms:W3CDTF">2021-03-02T10:06:00Z</dcterms:modified>
</cp:coreProperties>
</file>