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2D" w:rsidRPr="003451CB" w:rsidRDefault="002445C4" w:rsidP="008254EE">
      <w:pPr>
        <w:jc w:val="center"/>
        <w:rPr>
          <w:lang w:val="en-US"/>
        </w:rPr>
      </w:pPr>
      <w:r w:rsidRPr="003451CB">
        <w:rPr>
          <w:noProof/>
          <w:lang w:eastAsia="ru-RU"/>
        </w:rPr>
        <w:drawing>
          <wp:inline distT="0" distB="0" distL="0" distR="0">
            <wp:extent cx="797442" cy="977755"/>
            <wp:effectExtent l="0" t="0" r="0" b="0"/>
            <wp:docPr id="1" name="Рисунок 5" descr="Герб чб с белой заливк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Герб чб с белой заливкой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54EE" w:rsidRPr="003451CB" w:rsidRDefault="004F6FB2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АДМИНИСТРАЦИЯ</w:t>
      </w:r>
      <w:r w:rsidR="008254EE" w:rsidRPr="003451CB">
        <w:rPr>
          <w:rFonts w:ascii="Times New Roman" w:hAnsi="Times New Roman"/>
          <w:b/>
          <w:sz w:val="32"/>
          <w:szCs w:val="32"/>
        </w:rPr>
        <w:t xml:space="preserve"> МУНИЦИПАЛЬНОГО РАЙОНА </w:t>
      </w:r>
    </w:p>
    <w:p w:rsidR="008254EE" w:rsidRPr="003451CB" w:rsidRDefault="008254EE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ВОЛЖСКИЙ САМАРСКОЙ ОБЛАСТИ</w:t>
      </w:r>
    </w:p>
    <w:p w:rsidR="008254EE" w:rsidRPr="003451CB" w:rsidRDefault="008254EE" w:rsidP="008254EE">
      <w:pPr>
        <w:spacing w:after="0" w:line="240" w:lineRule="auto"/>
        <w:rPr>
          <w:rFonts w:ascii="Times New Roman" w:hAnsi="Times New Roman"/>
          <w:sz w:val="32"/>
          <w:szCs w:val="32"/>
        </w:rPr>
      </w:pPr>
    </w:p>
    <w:p w:rsidR="008254EE" w:rsidRPr="003451CB" w:rsidRDefault="00A56791" w:rsidP="008254E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3451CB">
        <w:rPr>
          <w:rFonts w:ascii="Times New Roman" w:hAnsi="Times New Roman"/>
          <w:b/>
          <w:sz w:val="32"/>
          <w:szCs w:val="32"/>
        </w:rPr>
        <w:t>ПОСТАНОВЛЕНИЕ</w:t>
      </w:r>
    </w:p>
    <w:p w:rsidR="008254EE" w:rsidRPr="003451CB" w:rsidRDefault="008254EE" w:rsidP="008254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F6FB2" w:rsidRDefault="008254EE" w:rsidP="00C16AE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3451CB">
        <w:rPr>
          <w:rFonts w:ascii="Times New Roman" w:hAnsi="Times New Roman"/>
          <w:sz w:val="32"/>
          <w:szCs w:val="32"/>
        </w:rPr>
        <w:t xml:space="preserve">от </w:t>
      </w:r>
      <w:r w:rsidR="002445C4" w:rsidRPr="003451CB">
        <w:rPr>
          <w:rFonts w:ascii="Times New Roman" w:hAnsi="Times New Roman"/>
          <w:sz w:val="32"/>
          <w:szCs w:val="32"/>
        </w:rPr>
        <w:t>_______________</w:t>
      </w:r>
      <w:r w:rsidR="00DB5FF4" w:rsidRPr="003451CB">
        <w:rPr>
          <w:rFonts w:ascii="Times New Roman" w:hAnsi="Times New Roman"/>
          <w:sz w:val="32"/>
          <w:szCs w:val="32"/>
        </w:rPr>
        <w:t xml:space="preserve"> 20</w:t>
      </w:r>
      <w:r w:rsidR="00BB6EB5">
        <w:rPr>
          <w:rFonts w:ascii="Times New Roman" w:hAnsi="Times New Roman"/>
          <w:sz w:val="32"/>
          <w:szCs w:val="32"/>
        </w:rPr>
        <w:t>21</w:t>
      </w:r>
      <w:r w:rsidRPr="003451CB">
        <w:rPr>
          <w:rFonts w:ascii="Times New Roman" w:hAnsi="Times New Roman"/>
          <w:sz w:val="32"/>
          <w:szCs w:val="32"/>
        </w:rPr>
        <w:t xml:space="preserve">  №____</w:t>
      </w:r>
      <w:r w:rsidR="002445C4" w:rsidRPr="003451CB">
        <w:rPr>
          <w:rFonts w:ascii="Times New Roman" w:hAnsi="Times New Roman"/>
          <w:sz w:val="32"/>
          <w:szCs w:val="32"/>
        </w:rPr>
        <w:t>__</w:t>
      </w:r>
    </w:p>
    <w:p w:rsidR="00B20068" w:rsidRDefault="00B20068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21341C" w:rsidRDefault="0021341C" w:rsidP="0021341C">
      <w:pPr>
        <w:spacing w:after="0" w:line="360" w:lineRule="auto"/>
        <w:jc w:val="center"/>
        <w:rPr>
          <w:rFonts w:ascii="Times New Roman" w:hAnsi="Times New Roman"/>
          <w:sz w:val="32"/>
          <w:szCs w:val="32"/>
        </w:rPr>
      </w:pPr>
    </w:p>
    <w:p w:rsidR="00CA45C7" w:rsidRDefault="00235300" w:rsidP="00D84BE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134A4B" w:rsidRPr="003451CB">
        <w:rPr>
          <w:rFonts w:ascii="Times New Roman" w:hAnsi="Times New Roman"/>
          <w:sz w:val="28"/>
          <w:szCs w:val="28"/>
        </w:rPr>
        <w:t>муниципальн</w:t>
      </w:r>
      <w:r w:rsidR="009052AA" w:rsidRPr="003451CB">
        <w:rPr>
          <w:rFonts w:ascii="Times New Roman" w:hAnsi="Times New Roman"/>
          <w:sz w:val="28"/>
          <w:szCs w:val="28"/>
        </w:rPr>
        <w:t>ую Программу</w:t>
      </w:r>
      <w:r w:rsidR="00524ED6" w:rsidRPr="003451CB">
        <w:rPr>
          <w:rFonts w:ascii="Times New Roman" w:hAnsi="Times New Roman"/>
          <w:sz w:val="28"/>
          <w:szCs w:val="28"/>
        </w:rPr>
        <w:t xml:space="preserve"> муниципального района Волжский Самарской области</w:t>
      </w:r>
      <w:r w:rsidR="00300A33" w:rsidRPr="003451CB">
        <w:rPr>
          <w:rFonts w:ascii="Times New Roman" w:hAnsi="Times New Roman"/>
          <w:sz w:val="28"/>
          <w:szCs w:val="28"/>
        </w:rPr>
        <w:t xml:space="preserve"> «Строительство, реконструкция и ремонт объектов образования на территории муниципального района Волжский Самарской области» </w:t>
      </w:r>
      <w:r w:rsidR="009052AA" w:rsidRPr="003451CB">
        <w:rPr>
          <w:rFonts w:ascii="Times New Roman" w:hAnsi="Times New Roman"/>
          <w:sz w:val="28"/>
          <w:szCs w:val="28"/>
        </w:rPr>
        <w:t xml:space="preserve">на </w:t>
      </w:r>
      <w:r w:rsidR="00752C4E" w:rsidRPr="00752C4E">
        <w:rPr>
          <w:rFonts w:ascii="Times New Roman" w:hAnsi="Times New Roman"/>
          <w:sz w:val="28"/>
          <w:szCs w:val="28"/>
        </w:rPr>
        <w:t>2020- 2022</w:t>
      </w:r>
      <w:r w:rsidR="009052AA" w:rsidRPr="003451CB">
        <w:rPr>
          <w:rFonts w:ascii="Times New Roman" w:hAnsi="Times New Roman"/>
          <w:sz w:val="28"/>
          <w:szCs w:val="28"/>
        </w:rPr>
        <w:t>годы</w:t>
      </w:r>
    </w:p>
    <w:p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33BA" w:rsidRPr="00DE1982" w:rsidRDefault="0042185D" w:rsidP="0021341C">
      <w:pPr>
        <w:spacing w:after="0" w:line="336" w:lineRule="auto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Рассмотрев материалы, поступившие </w:t>
      </w:r>
      <w:r w:rsidR="0075429D">
        <w:rPr>
          <w:rFonts w:ascii="Times New Roman" w:hAnsi="Times New Roman"/>
          <w:color w:val="000000" w:themeColor="text1"/>
          <w:sz w:val="28"/>
          <w:szCs w:val="28"/>
        </w:rPr>
        <w:t xml:space="preserve">от муниципального бюджетного учреждения «Управление градостроительства и жилищно-коммунального хозяйства» Волжского района Самарской области, </w:t>
      </w:r>
      <w:r w:rsidR="0075429D">
        <w:rPr>
          <w:rFonts w:ascii="Times New Roman" w:hAnsi="Times New Roman"/>
          <w:sz w:val="28"/>
          <w:szCs w:val="28"/>
        </w:rPr>
        <w:t>в соответствии с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8E173C" w:rsidRPr="003451CB">
        <w:rPr>
          <w:rFonts w:ascii="Times New Roman" w:hAnsi="Times New Roman"/>
          <w:sz w:val="28"/>
          <w:szCs w:val="28"/>
        </w:rPr>
        <w:t xml:space="preserve">Федеральным законом от </w:t>
      </w:r>
      <w:r w:rsidR="00D330EB" w:rsidRPr="003451CB">
        <w:rPr>
          <w:rFonts w:ascii="Times New Roman" w:hAnsi="Times New Roman"/>
          <w:sz w:val="28"/>
          <w:szCs w:val="28"/>
        </w:rPr>
        <w:t>0</w:t>
      </w:r>
      <w:r w:rsidR="008E173C" w:rsidRPr="003451CB">
        <w:rPr>
          <w:rFonts w:ascii="Times New Roman" w:hAnsi="Times New Roman"/>
          <w:sz w:val="28"/>
          <w:szCs w:val="28"/>
        </w:rPr>
        <w:t>6</w:t>
      </w:r>
      <w:r w:rsidR="00D330EB" w:rsidRPr="003451CB">
        <w:rPr>
          <w:rFonts w:ascii="Times New Roman" w:hAnsi="Times New Roman"/>
          <w:sz w:val="28"/>
          <w:szCs w:val="28"/>
        </w:rPr>
        <w:t>.10.</w:t>
      </w:r>
      <w:r w:rsidR="008E173C" w:rsidRPr="003451CB">
        <w:rPr>
          <w:rFonts w:ascii="Times New Roman" w:hAnsi="Times New Roman"/>
          <w:sz w:val="28"/>
          <w:szCs w:val="28"/>
        </w:rPr>
        <w:t>2003</w:t>
      </w:r>
      <w:r w:rsidR="00D330EB" w:rsidRPr="003451CB">
        <w:rPr>
          <w:rFonts w:ascii="Times New Roman" w:hAnsi="Times New Roman"/>
          <w:sz w:val="28"/>
          <w:szCs w:val="28"/>
        </w:rPr>
        <w:t xml:space="preserve"> № </w:t>
      </w:r>
      <w:r w:rsidR="008E173C" w:rsidRPr="003451CB">
        <w:rPr>
          <w:rFonts w:ascii="Times New Roman" w:hAnsi="Times New Roman"/>
          <w:sz w:val="28"/>
          <w:szCs w:val="28"/>
        </w:rPr>
        <w:t xml:space="preserve">131-ФЗ </w:t>
      </w:r>
      <w:r w:rsidR="00D330EB" w:rsidRPr="003451CB">
        <w:rPr>
          <w:rFonts w:ascii="Times New Roman" w:hAnsi="Times New Roman"/>
          <w:sz w:val="28"/>
          <w:szCs w:val="28"/>
        </w:rPr>
        <w:t>«</w:t>
      </w:r>
      <w:r w:rsidR="008E173C" w:rsidRPr="003451CB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330EB" w:rsidRPr="003451CB">
        <w:rPr>
          <w:rFonts w:ascii="Times New Roman" w:hAnsi="Times New Roman"/>
          <w:sz w:val="28"/>
          <w:szCs w:val="28"/>
        </w:rPr>
        <w:t>»</w:t>
      </w:r>
      <w:r w:rsidR="008E173C" w:rsidRPr="003451CB">
        <w:rPr>
          <w:rFonts w:ascii="Times New Roman" w:hAnsi="Times New Roman"/>
          <w:sz w:val="28"/>
          <w:szCs w:val="28"/>
        </w:rPr>
        <w:t>,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AF050E" w:rsidRPr="003451CB">
        <w:rPr>
          <w:rFonts w:ascii="Times New Roman" w:hAnsi="Times New Roman"/>
          <w:sz w:val="28"/>
          <w:szCs w:val="28"/>
        </w:rPr>
        <w:t>законо</w:t>
      </w:r>
      <w:r w:rsidR="00F4234D" w:rsidRPr="003451CB">
        <w:rPr>
          <w:rFonts w:ascii="Times New Roman" w:hAnsi="Times New Roman"/>
          <w:sz w:val="28"/>
          <w:szCs w:val="28"/>
        </w:rPr>
        <w:t xml:space="preserve">м Самарской области от </w:t>
      </w:r>
      <w:r w:rsidR="00F4234D" w:rsidRPr="001B5992">
        <w:rPr>
          <w:rFonts w:ascii="Times New Roman" w:hAnsi="Times New Roman"/>
          <w:sz w:val="28"/>
          <w:szCs w:val="28"/>
        </w:rPr>
        <w:t>28.12.2005 №</w:t>
      </w:r>
      <w:r w:rsidR="00D330EB" w:rsidRPr="001B5992">
        <w:rPr>
          <w:rFonts w:ascii="Times New Roman" w:hAnsi="Times New Roman"/>
          <w:sz w:val="28"/>
          <w:szCs w:val="28"/>
        </w:rPr>
        <w:t> </w:t>
      </w:r>
      <w:r w:rsidR="00F4234D" w:rsidRPr="001B5992">
        <w:rPr>
          <w:rFonts w:ascii="Times New Roman" w:hAnsi="Times New Roman"/>
          <w:sz w:val="28"/>
          <w:szCs w:val="28"/>
        </w:rPr>
        <w:t>235-ГД</w:t>
      </w:r>
      <w:r w:rsidR="00F4234D" w:rsidRPr="003451CB">
        <w:rPr>
          <w:rFonts w:ascii="Times New Roman" w:hAnsi="Times New Roman"/>
          <w:sz w:val="28"/>
          <w:szCs w:val="28"/>
        </w:rPr>
        <w:t xml:space="preserve"> «О бюджетном устройстве и бюджетном процессе в Самарской области», руководствуясь </w:t>
      </w:r>
      <w:r w:rsidR="00CA45C7" w:rsidRPr="003451CB">
        <w:rPr>
          <w:rFonts w:ascii="Times New Roman" w:hAnsi="Times New Roman"/>
          <w:sz w:val="28"/>
          <w:szCs w:val="28"/>
        </w:rPr>
        <w:t xml:space="preserve">Уставом муниципального района Волжский Самарской области, Администрация муниципального района </w:t>
      </w:r>
      <w:r w:rsidR="007033BA" w:rsidRPr="003451CB">
        <w:rPr>
          <w:rFonts w:ascii="Times New Roman" w:hAnsi="Times New Roman"/>
          <w:sz w:val="28"/>
          <w:szCs w:val="28"/>
        </w:rPr>
        <w:t>Волжский Самарской области ПОСТАНОВЛЯЕТ:</w:t>
      </w:r>
    </w:p>
    <w:p w:rsidR="007033BA" w:rsidRDefault="007033BA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Внести следующие изменения в муниципальную Программу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</w:t>
      </w:r>
      <w:r w:rsidR="00752C4E" w:rsidRPr="00752C4E">
        <w:rPr>
          <w:rFonts w:ascii="Times New Roman" w:hAnsi="Times New Roman"/>
          <w:sz w:val="28"/>
          <w:szCs w:val="28"/>
        </w:rPr>
        <w:t>2020- 2022</w:t>
      </w:r>
      <w:r w:rsidRPr="003451CB">
        <w:rPr>
          <w:rFonts w:ascii="Times New Roman" w:hAnsi="Times New Roman"/>
          <w:sz w:val="28"/>
          <w:szCs w:val="28"/>
        </w:rPr>
        <w:t xml:space="preserve">годы, утвержденную постановлением Администрации муниципального района Волжский Самарской области от </w:t>
      </w:r>
      <w:r w:rsidR="00752C4E">
        <w:rPr>
          <w:rFonts w:ascii="Times New Roman" w:hAnsi="Times New Roman"/>
          <w:sz w:val="28"/>
          <w:szCs w:val="28"/>
        </w:rPr>
        <w:t>10.10.2019</w:t>
      </w:r>
      <w:r w:rsidRPr="003451CB">
        <w:rPr>
          <w:rFonts w:ascii="Times New Roman" w:hAnsi="Times New Roman"/>
          <w:sz w:val="28"/>
          <w:szCs w:val="28"/>
        </w:rPr>
        <w:t xml:space="preserve"> № </w:t>
      </w:r>
      <w:r w:rsidR="00752C4E">
        <w:rPr>
          <w:rFonts w:ascii="Times New Roman" w:hAnsi="Times New Roman"/>
          <w:sz w:val="28"/>
          <w:szCs w:val="28"/>
        </w:rPr>
        <w:t>1525</w:t>
      </w:r>
      <w:r w:rsidRPr="003451CB">
        <w:rPr>
          <w:rFonts w:ascii="Times New Roman" w:hAnsi="Times New Roman"/>
          <w:sz w:val="28"/>
          <w:szCs w:val="28"/>
        </w:rPr>
        <w:t xml:space="preserve"> (далее </w:t>
      </w:r>
      <w:r w:rsidR="00D330EB" w:rsidRPr="003451CB">
        <w:rPr>
          <w:rFonts w:ascii="Times New Roman" w:hAnsi="Times New Roman"/>
          <w:sz w:val="28"/>
          <w:szCs w:val="28"/>
        </w:rPr>
        <w:t>–</w:t>
      </w:r>
      <w:r w:rsidRPr="003451CB">
        <w:rPr>
          <w:rFonts w:ascii="Times New Roman" w:hAnsi="Times New Roman"/>
          <w:sz w:val="28"/>
          <w:szCs w:val="28"/>
        </w:rPr>
        <w:t xml:space="preserve"> муниципальная Программа):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- в Паспорте муниципальной Программы раздел «Объем и источники финансирования» изложить в следующей редакции: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lastRenderedPageBreak/>
        <w:t xml:space="preserve">«Общий объем финансирования Программы составит – </w:t>
      </w:r>
      <w:r w:rsidR="005F73BE">
        <w:rPr>
          <w:rFonts w:ascii="Times New Roman" w:hAnsi="Times New Roman"/>
          <w:sz w:val="28"/>
          <w:szCs w:val="28"/>
        </w:rPr>
        <w:t>1</w:t>
      </w:r>
      <w:r w:rsidR="0087748E">
        <w:rPr>
          <w:rFonts w:ascii="Times New Roman" w:hAnsi="Times New Roman"/>
          <w:sz w:val="28"/>
          <w:szCs w:val="28"/>
        </w:rPr>
        <w:t> 852 884,22523</w:t>
      </w:r>
      <w:r w:rsidRPr="003451CB">
        <w:rPr>
          <w:rFonts w:ascii="Times New Roman" w:hAnsi="Times New Roman"/>
          <w:sz w:val="28"/>
          <w:szCs w:val="28"/>
        </w:rPr>
        <w:t xml:space="preserve"> тыс. рублей, в том числе: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87748E">
        <w:rPr>
          <w:rFonts w:ascii="Times New Roman" w:hAnsi="Times New Roman"/>
          <w:sz w:val="28"/>
          <w:szCs w:val="28"/>
        </w:rPr>
        <w:t>160 627,15517</w:t>
      </w:r>
      <w:r w:rsidR="00BB6EB5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бюджета, в сумме </w:t>
      </w:r>
      <w:r>
        <w:rPr>
          <w:rFonts w:ascii="Times New Roman" w:hAnsi="Times New Roman"/>
          <w:sz w:val="28"/>
          <w:szCs w:val="28"/>
        </w:rPr>
        <w:t>1</w:t>
      </w:r>
      <w:r w:rsidR="0061615F">
        <w:rPr>
          <w:rFonts w:ascii="Times New Roman" w:hAnsi="Times New Roman"/>
          <w:sz w:val="28"/>
          <w:szCs w:val="28"/>
        </w:rPr>
        <w:t> 69</w:t>
      </w:r>
      <w:r w:rsidR="00F9482C">
        <w:rPr>
          <w:rFonts w:ascii="Times New Roman" w:hAnsi="Times New Roman"/>
          <w:sz w:val="28"/>
          <w:szCs w:val="28"/>
        </w:rPr>
        <w:t>2</w:t>
      </w:r>
      <w:r w:rsidR="0061615F">
        <w:rPr>
          <w:rFonts w:ascii="Times New Roman" w:hAnsi="Times New Roman"/>
          <w:sz w:val="28"/>
          <w:szCs w:val="28"/>
        </w:rPr>
        <w:t> </w:t>
      </w:r>
      <w:r w:rsidR="00F9482C">
        <w:rPr>
          <w:rFonts w:ascii="Times New Roman" w:hAnsi="Times New Roman"/>
          <w:sz w:val="28"/>
          <w:szCs w:val="28"/>
        </w:rPr>
        <w:t>257</w:t>
      </w:r>
      <w:r w:rsidR="0061615F">
        <w:rPr>
          <w:rFonts w:ascii="Times New Roman" w:hAnsi="Times New Roman"/>
          <w:sz w:val="28"/>
          <w:szCs w:val="28"/>
        </w:rPr>
        <w:t>,</w:t>
      </w:r>
      <w:r w:rsidR="00F9482C">
        <w:rPr>
          <w:rFonts w:ascii="Times New Roman" w:hAnsi="Times New Roman"/>
          <w:sz w:val="28"/>
          <w:szCs w:val="28"/>
        </w:rPr>
        <w:t>07006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B013A5" w:rsidRPr="00B013A5" w:rsidRDefault="00B013A5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87748E">
        <w:rPr>
          <w:rFonts w:ascii="Times New Roman" w:hAnsi="Times New Roman"/>
          <w:sz w:val="28"/>
          <w:szCs w:val="28"/>
        </w:rPr>
        <w:t>57 409,12106</w:t>
      </w:r>
      <w:r w:rsidRPr="00B013A5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61469F" w:rsidRDefault="00C16AED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F82246">
        <w:rPr>
          <w:rFonts w:ascii="Times New Roman" w:hAnsi="Times New Roman"/>
          <w:sz w:val="28"/>
          <w:szCs w:val="28"/>
        </w:rPr>
        <w:t>476 </w:t>
      </w:r>
      <w:r w:rsidR="00F9482C">
        <w:rPr>
          <w:rFonts w:ascii="Times New Roman" w:hAnsi="Times New Roman"/>
          <w:sz w:val="28"/>
          <w:szCs w:val="28"/>
        </w:rPr>
        <w:t>572</w:t>
      </w:r>
      <w:r w:rsidR="00F82246">
        <w:rPr>
          <w:rFonts w:ascii="Times New Roman" w:hAnsi="Times New Roman"/>
          <w:sz w:val="28"/>
          <w:szCs w:val="28"/>
        </w:rPr>
        <w:t>,</w:t>
      </w:r>
      <w:r w:rsidR="00F9482C">
        <w:rPr>
          <w:rFonts w:ascii="Times New Roman" w:hAnsi="Times New Roman"/>
          <w:sz w:val="28"/>
          <w:szCs w:val="28"/>
        </w:rPr>
        <w:t>14100</w:t>
      </w:r>
      <w:r w:rsidRPr="00C16AED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 w:rsidR="00D84BEE">
        <w:rPr>
          <w:rFonts w:ascii="Times New Roman" w:hAnsi="Times New Roman"/>
          <w:sz w:val="28"/>
          <w:szCs w:val="28"/>
        </w:rPr>
        <w:t>;</w:t>
      </w:r>
    </w:p>
    <w:p w:rsidR="00D84BEE" w:rsidRPr="0061469F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13 635,01393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D84BEE" w:rsidRDefault="00D84BEE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107 065,26468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D053F2" w:rsidRPr="001106AD" w:rsidRDefault="00D053F2" w:rsidP="0021341C">
      <w:pPr>
        <w:pStyle w:val="ConsNormal"/>
        <w:widowControl/>
        <w:spacing w:line="336" w:lineRule="auto"/>
        <w:ind w:right="0" w:firstLine="426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раздел муниципальной Программы «Источники финансирования </w:t>
      </w:r>
      <w:r w:rsidRPr="001106AD">
        <w:rPr>
          <w:rFonts w:ascii="Times New Roman" w:hAnsi="Times New Roman"/>
          <w:color w:val="000000" w:themeColor="text1"/>
          <w:sz w:val="28"/>
          <w:szCs w:val="28"/>
        </w:rPr>
        <w:t>Программы» изложить в следующей редакции:</w:t>
      </w:r>
    </w:p>
    <w:p w:rsidR="00D053F2" w:rsidRPr="001106AD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106AD">
        <w:rPr>
          <w:rFonts w:ascii="Times New Roman" w:hAnsi="Times New Roman"/>
          <w:color w:val="000000" w:themeColor="text1"/>
          <w:sz w:val="28"/>
          <w:szCs w:val="28"/>
        </w:rPr>
        <w:lastRenderedPageBreak/>
        <w:t>«Мероприятия Программы финансируются за счёт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бюджета), предусмотренных Решением Собрания Представителей Волжского района о бюджете муниципального района на соответствующий финансовый год, в порядке, установленном бюджетным законодательством и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бюджета.</w:t>
      </w:r>
    </w:p>
    <w:p w:rsidR="00D053F2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Общий объем финансирования Программы составит </w:t>
      </w:r>
      <w:r w:rsidR="005F73BE" w:rsidRPr="003451CB">
        <w:rPr>
          <w:rFonts w:ascii="Times New Roman" w:hAnsi="Times New Roman"/>
          <w:sz w:val="28"/>
          <w:szCs w:val="28"/>
        </w:rPr>
        <w:t xml:space="preserve">– </w:t>
      </w:r>
      <w:r w:rsidR="0087748E" w:rsidRPr="0087748E">
        <w:rPr>
          <w:rFonts w:ascii="Times New Roman" w:hAnsi="Times New Roman"/>
          <w:sz w:val="28"/>
          <w:szCs w:val="28"/>
        </w:rPr>
        <w:t xml:space="preserve">1 852 884,22523 </w:t>
      </w:r>
      <w:r w:rsidRPr="003451CB">
        <w:rPr>
          <w:rFonts w:ascii="Times New Roman" w:hAnsi="Times New Roman"/>
          <w:sz w:val="28"/>
          <w:szCs w:val="28"/>
        </w:rPr>
        <w:t>тыс. рублей, в том числе: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 в сумме </w:t>
      </w:r>
      <w:r w:rsidR="0087748E" w:rsidRPr="0087748E">
        <w:rPr>
          <w:rFonts w:ascii="Times New Roman" w:hAnsi="Times New Roman"/>
          <w:sz w:val="28"/>
          <w:szCs w:val="28"/>
        </w:rPr>
        <w:t xml:space="preserve">160 627,15517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бюджета, в сумме </w:t>
      </w:r>
      <w:r w:rsidR="0087748E" w:rsidRPr="0087748E">
        <w:rPr>
          <w:rFonts w:ascii="Times New Roman" w:hAnsi="Times New Roman"/>
          <w:sz w:val="28"/>
          <w:szCs w:val="28"/>
        </w:rPr>
        <w:t xml:space="preserve">1 692 257,07006 </w:t>
      </w:r>
      <w:r w:rsidRPr="003451CB">
        <w:rPr>
          <w:rFonts w:ascii="Times New Roman" w:hAnsi="Times New Roman"/>
          <w:sz w:val="28"/>
          <w:szCs w:val="28"/>
        </w:rPr>
        <w:t>тыс. рублей;</w:t>
      </w:r>
    </w:p>
    <w:p w:rsidR="00D053F2" w:rsidRPr="003451CB" w:rsidRDefault="00D053F2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из них:</w:t>
      </w:r>
    </w:p>
    <w:p w:rsid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89 583,02018</w:t>
      </w:r>
      <w:r w:rsidRPr="003451CB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</w:t>
      </w:r>
      <w:r>
        <w:rPr>
          <w:rFonts w:ascii="Times New Roman" w:hAnsi="Times New Roman"/>
          <w:sz w:val="28"/>
          <w:szCs w:val="28"/>
        </w:rPr>
        <w:t xml:space="preserve"> средств федерального бюджета);</w:t>
      </w:r>
    </w:p>
    <w:p w:rsidR="0075429D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>в 20</w:t>
      </w:r>
      <w:r>
        <w:rPr>
          <w:rFonts w:ascii="Times New Roman" w:hAnsi="Times New Roman"/>
          <w:sz w:val="28"/>
          <w:szCs w:val="28"/>
        </w:rPr>
        <w:t>20</w:t>
      </w:r>
      <w:r w:rsidRPr="003451CB">
        <w:rPr>
          <w:rFonts w:ascii="Times New Roman" w:hAnsi="Times New Roman"/>
          <w:sz w:val="28"/>
          <w:szCs w:val="28"/>
        </w:rPr>
        <w:t xml:space="preserve"> году – </w:t>
      </w:r>
      <w:r>
        <w:rPr>
          <w:rFonts w:ascii="Times New Roman" w:hAnsi="Times New Roman"/>
          <w:sz w:val="28"/>
          <w:szCs w:val="28"/>
        </w:rPr>
        <w:t>1 108 619,66438</w:t>
      </w:r>
      <w:r w:rsidRPr="003451CB">
        <w:rPr>
          <w:rFonts w:ascii="Times New Roman" w:hAnsi="Times New Roman"/>
          <w:sz w:val="28"/>
          <w:szCs w:val="28"/>
        </w:rPr>
        <w:t xml:space="preserve"> тыс. рублей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Pr="003451CB">
        <w:rPr>
          <w:rFonts w:ascii="Times New Roman" w:hAnsi="Times New Roman"/>
          <w:sz w:val="28"/>
          <w:szCs w:val="28"/>
        </w:rPr>
        <w:t>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61469F" w:rsidRPr="00B013A5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B013A5">
        <w:rPr>
          <w:rFonts w:ascii="Times New Roman" w:hAnsi="Times New Roman"/>
          <w:sz w:val="28"/>
          <w:szCs w:val="28"/>
        </w:rPr>
        <w:t xml:space="preserve">в 2021 году – </w:t>
      </w:r>
      <w:r w:rsidR="0087748E" w:rsidRPr="0087748E">
        <w:rPr>
          <w:rFonts w:ascii="Times New Roman" w:hAnsi="Times New Roman"/>
          <w:sz w:val="28"/>
          <w:szCs w:val="28"/>
        </w:rPr>
        <w:t xml:space="preserve">57 409,12106 </w:t>
      </w:r>
      <w:r w:rsidRPr="00B013A5">
        <w:rPr>
          <w:rFonts w:ascii="Times New Roman" w:hAnsi="Times New Roman"/>
          <w:sz w:val="28"/>
          <w:szCs w:val="28"/>
        </w:rPr>
        <w:t xml:space="preserve">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16AED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1</w:t>
      </w:r>
      <w:r w:rsidRPr="00C16AED">
        <w:rPr>
          <w:rFonts w:ascii="Times New Roman" w:hAnsi="Times New Roman"/>
          <w:sz w:val="28"/>
          <w:szCs w:val="28"/>
        </w:rPr>
        <w:t xml:space="preserve"> году – </w:t>
      </w:r>
      <w:r w:rsidR="00F9482C" w:rsidRPr="00F9482C">
        <w:rPr>
          <w:rFonts w:ascii="Times New Roman" w:hAnsi="Times New Roman"/>
          <w:sz w:val="28"/>
          <w:szCs w:val="28"/>
        </w:rPr>
        <w:t xml:space="preserve">476 572,14100 </w:t>
      </w:r>
      <w:r w:rsidRPr="00C16AED">
        <w:rPr>
          <w:rFonts w:ascii="Times New Roman" w:hAnsi="Times New Roman"/>
          <w:sz w:val="28"/>
          <w:szCs w:val="28"/>
        </w:rPr>
        <w:t>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;</w:t>
      </w:r>
    </w:p>
    <w:p w:rsidR="0061469F" w:rsidRP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2022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13 635,01393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средств бюджета муниципального района Волжский (за исключением средств областного бюджета, формируемого в том числе за счет средств федерального бюджета); </w:t>
      </w:r>
    </w:p>
    <w:p w:rsidR="0061469F" w:rsidRPr="0061469F" w:rsidRDefault="0061469F" w:rsidP="0021341C">
      <w:pPr>
        <w:spacing w:after="0" w:line="336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1469F">
        <w:rPr>
          <w:rFonts w:ascii="Times New Roman" w:hAnsi="Times New Roman"/>
          <w:sz w:val="28"/>
          <w:szCs w:val="28"/>
        </w:rPr>
        <w:t>в 202</w:t>
      </w:r>
      <w:r>
        <w:rPr>
          <w:rFonts w:ascii="Times New Roman" w:hAnsi="Times New Roman"/>
          <w:sz w:val="28"/>
          <w:szCs w:val="28"/>
        </w:rPr>
        <w:t>2</w:t>
      </w:r>
      <w:r w:rsidRPr="0061469F">
        <w:rPr>
          <w:rFonts w:ascii="Times New Roman" w:hAnsi="Times New Roman"/>
          <w:sz w:val="28"/>
          <w:szCs w:val="28"/>
        </w:rPr>
        <w:t xml:space="preserve"> году – </w:t>
      </w:r>
      <w:r w:rsidR="00EE4B38">
        <w:rPr>
          <w:rFonts w:ascii="Times New Roman" w:hAnsi="Times New Roman"/>
          <w:sz w:val="28"/>
          <w:szCs w:val="28"/>
        </w:rPr>
        <w:t>107 065,26468</w:t>
      </w:r>
      <w:r w:rsidRPr="0061469F">
        <w:rPr>
          <w:rFonts w:ascii="Times New Roman" w:hAnsi="Times New Roman"/>
          <w:sz w:val="28"/>
          <w:szCs w:val="28"/>
        </w:rPr>
        <w:t xml:space="preserve"> тыс. рублей за счет поступающих в соответствии с действующим законодательством в бюджет муниципального района Волжский средств областного бюджета, формируемого в том числе за счет средств федерального бюджета</w:t>
      </w:r>
      <w:r>
        <w:rPr>
          <w:rFonts w:ascii="Times New Roman" w:hAnsi="Times New Roman"/>
          <w:sz w:val="28"/>
          <w:szCs w:val="28"/>
        </w:rPr>
        <w:t>.</w:t>
      </w:r>
    </w:p>
    <w:p w:rsidR="006D3E46" w:rsidRPr="00091ACB" w:rsidRDefault="007033BA" w:rsidP="00224E50">
      <w:pPr>
        <w:pStyle w:val="a5"/>
        <w:spacing w:after="0" w:line="336" w:lineRule="auto"/>
        <w:ind w:left="0" w:firstLine="284"/>
        <w:jc w:val="both"/>
        <w:outlineLvl w:val="0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- </w:t>
      </w:r>
      <w:r w:rsidR="006F5931" w:rsidRPr="003451CB">
        <w:rPr>
          <w:rFonts w:ascii="Times New Roman" w:hAnsi="Times New Roman"/>
          <w:sz w:val="28"/>
          <w:szCs w:val="28"/>
        </w:rPr>
        <w:t>в</w:t>
      </w:r>
      <w:r w:rsidR="005B5F8A" w:rsidRPr="003451CB">
        <w:rPr>
          <w:rFonts w:ascii="Times New Roman" w:hAnsi="Times New Roman"/>
          <w:sz w:val="28"/>
          <w:szCs w:val="28"/>
        </w:rPr>
        <w:t xml:space="preserve"> приложении 2 «Перечень мероприятий муниципальной Программы муниципального района Волжский Самарской области «Строительство, реконструкция и ремонт объектов образования на территории муниципального района Волжский Самарской области» на 20</w:t>
      </w:r>
      <w:r w:rsidR="002C4310">
        <w:rPr>
          <w:rFonts w:ascii="Times New Roman" w:hAnsi="Times New Roman"/>
          <w:sz w:val="28"/>
          <w:szCs w:val="28"/>
        </w:rPr>
        <w:t>20</w:t>
      </w:r>
      <w:r w:rsidR="005B5F8A" w:rsidRPr="003451CB">
        <w:rPr>
          <w:rFonts w:ascii="Times New Roman" w:hAnsi="Times New Roman"/>
          <w:sz w:val="28"/>
          <w:szCs w:val="28"/>
        </w:rPr>
        <w:t>-20</w:t>
      </w:r>
      <w:r w:rsidR="002C4310">
        <w:rPr>
          <w:rFonts w:ascii="Times New Roman" w:hAnsi="Times New Roman"/>
          <w:sz w:val="28"/>
          <w:szCs w:val="28"/>
        </w:rPr>
        <w:t>22</w:t>
      </w:r>
      <w:r w:rsidR="005B5F8A" w:rsidRPr="003451CB">
        <w:rPr>
          <w:rFonts w:ascii="Times New Roman" w:hAnsi="Times New Roman"/>
          <w:sz w:val="28"/>
          <w:szCs w:val="28"/>
        </w:rPr>
        <w:t xml:space="preserve"> годы» к муниципальной</w:t>
      </w:r>
      <w:r w:rsidR="00B1598D" w:rsidRPr="003451CB">
        <w:rPr>
          <w:rFonts w:ascii="Times New Roman" w:hAnsi="Times New Roman"/>
          <w:sz w:val="28"/>
          <w:szCs w:val="28"/>
        </w:rPr>
        <w:t xml:space="preserve"> Программе </w:t>
      </w:r>
      <w:r w:rsidR="005F73BE" w:rsidRPr="003451CB">
        <w:rPr>
          <w:rFonts w:ascii="Times New Roman" w:hAnsi="Times New Roman"/>
          <w:sz w:val="28"/>
          <w:szCs w:val="28"/>
        </w:rPr>
        <w:t>мероприятия</w:t>
      </w:r>
      <w:r w:rsidR="005F73BE">
        <w:rPr>
          <w:rFonts w:ascii="Times New Roman" w:hAnsi="Times New Roman"/>
          <w:sz w:val="28"/>
          <w:szCs w:val="28"/>
        </w:rPr>
        <w:t xml:space="preserve"> </w:t>
      </w:r>
      <w:r w:rsidR="0087748E">
        <w:rPr>
          <w:rFonts w:ascii="Times New Roman" w:hAnsi="Times New Roman"/>
          <w:sz w:val="28"/>
          <w:szCs w:val="28"/>
        </w:rPr>
        <w:t>1.3</w:t>
      </w:r>
      <w:r w:rsidR="00B20068">
        <w:rPr>
          <w:rFonts w:ascii="Times New Roman" w:hAnsi="Times New Roman"/>
          <w:sz w:val="28"/>
          <w:szCs w:val="28"/>
        </w:rPr>
        <w:t>,</w:t>
      </w:r>
      <w:r w:rsidR="00EE4B38">
        <w:rPr>
          <w:rFonts w:ascii="Times New Roman" w:hAnsi="Times New Roman"/>
          <w:sz w:val="28"/>
          <w:szCs w:val="28"/>
        </w:rPr>
        <w:t xml:space="preserve"> </w:t>
      </w:r>
      <w:r w:rsidR="0087748E">
        <w:rPr>
          <w:rFonts w:ascii="Times New Roman" w:hAnsi="Times New Roman"/>
          <w:sz w:val="28"/>
          <w:szCs w:val="28"/>
        </w:rPr>
        <w:t>1.3</w:t>
      </w:r>
      <w:r w:rsidR="005F73BE">
        <w:rPr>
          <w:rFonts w:ascii="Times New Roman" w:hAnsi="Times New Roman"/>
          <w:sz w:val="28"/>
          <w:szCs w:val="28"/>
        </w:rPr>
        <w:t>.3,</w:t>
      </w:r>
      <w:r w:rsidR="00B20068">
        <w:rPr>
          <w:rFonts w:ascii="Times New Roman" w:hAnsi="Times New Roman"/>
          <w:sz w:val="28"/>
          <w:szCs w:val="28"/>
        </w:rPr>
        <w:t xml:space="preserve"> 1.5,</w:t>
      </w:r>
      <w:r w:rsidR="00F9482C" w:rsidRPr="00F9482C">
        <w:rPr>
          <w:rFonts w:ascii="Times New Roman" w:hAnsi="Times New Roman"/>
          <w:sz w:val="28"/>
          <w:szCs w:val="28"/>
        </w:rPr>
        <w:t xml:space="preserve"> </w:t>
      </w:r>
      <w:r w:rsidR="008B66B2">
        <w:rPr>
          <w:rFonts w:ascii="Times New Roman" w:hAnsi="Times New Roman"/>
          <w:sz w:val="28"/>
          <w:szCs w:val="28"/>
        </w:rPr>
        <w:t xml:space="preserve">1.5.3, </w:t>
      </w:r>
      <w:r w:rsidR="00EF0EE2" w:rsidRPr="003451CB">
        <w:rPr>
          <w:rFonts w:ascii="Times New Roman" w:hAnsi="Times New Roman"/>
          <w:sz w:val="28"/>
          <w:szCs w:val="28"/>
        </w:rPr>
        <w:t>строки</w:t>
      </w:r>
      <w:r w:rsidR="00B20068">
        <w:rPr>
          <w:rFonts w:ascii="Times New Roman" w:hAnsi="Times New Roman"/>
          <w:sz w:val="28"/>
          <w:szCs w:val="28"/>
        </w:rPr>
        <w:t xml:space="preserve"> «Всего по разделу 1-2</w:t>
      </w:r>
      <w:r w:rsidR="008C6C28" w:rsidRPr="008C6C28">
        <w:rPr>
          <w:rFonts w:ascii="Times New Roman" w:hAnsi="Times New Roman"/>
          <w:sz w:val="28"/>
          <w:szCs w:val="28"/>
        </w:rPr>
        <w:t xml:space="preserve">», </w:t>
      </w:r>
      <w:bookmarkStart w:id="0" w:name="_GoBack"/>
      <w:bookmarkEnd w:id="0"/>
      <w:r w:rsidR="00D053F2" w:rsidRPr="00D053F2">
        <w:rPr>
          <w:rFonts w:ascii="Times New Roman" w:hAnsi="Times New Roman"/>
          <w:sz w:val="28"/>
          <w:szCs w:val="28"/>
        </w:rPr>
        <w:t xml:space="preserve">«Всего </w:t>
      </w:r>
      <w:r w:rsidR="00D053F2" w:rsidRPr="00091ACB">
        <w:rPr>
          <w:rFonts w:ascii="Times New Roman" w:hAnsi="Times New Roman"/>
          <w:sz w:val="28"/>
          <w:szCs w:val="28"/>
        </w:rPr>
        <w:t xml:space="preserve">по программе» </w:t>
      </w:r>
      <w:r w:rsidR="00C87E6F" w:rsidRPr="00091ACB">
        <w:rPr>
          <w:rFonts w:ascii="Times New Roman" w:hAnsi="Times New Roman"/>
          <w:sz w:val="28"/>
          <w:szCs w:val="28"/>
        </w:rPr>
        <w:t>изложить</w:t>
      </w:r>
      <w:r w:rsidR="005B5F8A" w:rsidRPr="00091ACB">
        <w:rPr>
          <w:rFonts w:ascii="Times New Roman" w:hAnsi="Times New Roman"/>
          <w:sz w:val="28"/>
          <w:szCs w:val="28"/>
        </w:rPr>
        <w:t xml:space="preserve"> в редакции согласно </w:t>
      </w:r>
      <w:r w:rsidR="001F3C67" w:rsidRPr="00091ACB">
        <w:rPr>
          <w:rFonts w:ascii="Times New Roman" w:hAnsi="Times New Roman"/>
          <w:sz w:val="28"/>
          <w:szCs w:val="28"/>
        </w:rPr>
        <w:t>приложению,</w:t>
      </w:r>
      <w:r w:rsidR="00EF0EE2" w:rsidRPr="00091ACB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091ACB" w:rsidRPr="00091ACB" w:rsidRDefault="00091ACB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91ACB">
        <w:rPr>
          <w:rFonts w:ascii="Times New Roman" w:eastAsia="Times New Roman" w:hAnsi="Times New Roman"/>
          <w:sz w:val="28"/>
          <w:szCs w:val="28"/>
          <w:lang w:eastAsia="ru-RU"/>
        </w:rPr>
        <w:t>Опубликовать настоящее Постановление в районной газете «Волжская новь» и на официальном сайте Администрации муниципального района Волжский Самарской области (http://v-adm63.ru/).</w:t>
      </w:r>
    </w:p>
    <w:p w:rsidR="006D3E46" w:rsidRPr="006D3E46" w:rsidRDefault="006D3E46" w:rsidP="0021341C">
      <w:pPr>
        <w:pStyle w:val="a5"/>
        <w:numPr>
          <w:ilvl w:val="0"/>
          <w:numId w:val="10"/>
        </w:numPr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1ACB">
        <w:rPr>
          <w:rFonts w:ascii="Times New Roman" w:hAnsi="Times New Roman"/>
          <w:sz w:val="28"/>
          <w:szCs w:val="28"/>
        </w:rPr>
        <w:t>Настоящее постановление</w:t>
      </w:r>
      <w:r w:rsidRPr="006D3E46">
        <w:rPr>
          <w:rFonts w:ascii="Times New Roman" w:hAnsi="Times New Roman"/>
          <w:sz w:val="28"/>
          <w:szCs w:val="28"/>
        </w:rPr>
        <w:t xml:space="preserve"> вступает в силу со дня официального опубликования.</w:t>
      </w:r>
    </w:p>
    <w:p w:rsidR="009F6175" w:rsidRPr="003451CB" w:rsidRDefault="009F6175" w:rsidP="0021341C">
      <w:pPr>
        <w:pStyle w:val="a5"/>
        <w:numPr>
          <w:ilvl w:val="0"/>
          <w:numId w:val="10"/>
        </w:numPr>
        <w:spacing w:after="0" w:line="336" w:lineRule="auto"/>
        <w:ind w:left="0" w:right="-31" w:firstLine="709"/>
        <w:jc w:val="both"/>
        <w:rPr>
          <w:rFonts w:ascii="Times New Roman" w:hAnsi="Times New Roman"/>
          <w:sz w:val="28"/>
          <w:szCs w:val="28"/>
        </w:rPr>
      </w:pPr>
      <w:r w:rsidRPr="003451CB">
        <w:rPr>
          <w:rFonts w:ascii="Times New Roman" w:hAnsi="Times New Roman"/>
          <w:sz w:val="28"/>
          <w:szCs w:val="28"/>
        </w:rPr>
        <w:t xml:space="preserve"> Контроль за исполнением настоящего постановления возложить на заместителя Главы муниципального района</w:t>
      </w:r>
      <w:r w:rsidR="00D84BEE">
        <w:rPr>
          <w:rFonts w:ascii="Times New Roman" w:hAnsi="Times New Roman"/>
          <w:sz w:val="28"/>
          <w:szCs w:val="28"/>
        </w:rPr>
        <w:t xml:space="preserve"> </w:t>
      </w:r>
      <w:r w:rsidR="00EF0EE2" w:rsidRPr="003451CB">
        <w:rPr>
          <w:rFonts w:ascii="Times New Roman" w:hAnsi="Times New Roman"/>
          <w:sz w:val="28"/>
          <w:szCs w:val="28"/>
        </w:rPr>
        <w:t>Н.</w:t>
      </w:r>
      <w:r w:rsidR="00C425FB" w:rsidRPr="003451CB">
        <w:rPr>
          <w:rFonts w:ascii="Times New Roman" w:hAnsi="Times New Roman"/>
          <w:sz w:val="28"/>
          <w:szCs w:val="28"/>
        </w:rPr>
        <w:t>Ю.Корякину</w:t>
      </w:r>
      <w:r w:rsidRPr="003451CB">
        <w:rPr>
          <w:rFonts w:ascii="Times New Roman" w:hAnsi="Times New Roman"/>
          <w:sz w:val="28"/>
          <w:szCs w:val="28"/>
        </w:rPr>
        <w:t>.</w:t>
      </w:r>
    </w:p>
    <w:p w:rsidR="00C8332A" w:rsidRDefault="00C8332A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BEE" w:rsidRPr="003451CB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9F6175" w:rsidRPr="003451CB" w:rsidRDefault="008C6C28" w:rsidP="009F617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</w:t>
      </w:r>
      <w:r w:rsidR="00EE4B38">
        <w:rPr>
          <w:rFonts w:ascii="Times New Roman" w:hAnsi="Times New Roman"/>
          <w:sz w:val="28"/>
          <w:szCs w:val="28"/>
        </w:rPr>
        <w:t>а</w:t>
      </w:r>
      <w:r w:rsidR="009F6175" w:rsidRPr="003451CB">
        <w:rPr>
          <w:rFonts w:ascii="Times New Roman" w:hAnsi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1E31AA">
        <w:rPr>
          <w:rFonts w:ascii="Times New Roman" w:hAnsi="Times New Roman"/>
          <w:sz w:val="28"/>
          <w:szCs w:val="28"/>
        </w:rPr>
        <w:tab/>
      </w:r>
      <w:r w:rsidR="00D84BEE">
        <w:rPr>
          <w:rFonts w:ascii="Times New Roman" w:hAnsi="Times New Roman"/>
          <w:sz w:val="28"/>
          <w:szCs w:val="28"/>
        </w:rPr>
        <w:t xml:space="preserve">                              </w:t>
      </w:r>
      <w:r w:rsidR="001E31AA">
        <w:rPr>
          <w:rFonts w:ascii="Times New Roman" w:hAnsi="Times New Roman"/>
          <w:sz w:val="28"/>
          <w:szCs w:val="28"/>
        </w:rPr>
        <w:t>Е.А.Макридин</w:t>
      </w:r>
    </w:p>
    <w:p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1341C" w:rsidRDefault="0021341C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BEE" w:rsidRDefault="00D84BEE" w:rsidP="0021341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515F7B" w:rsidRPr="009F6175" w:rsidRDefault="0061615F" w:rsidP="005B5F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Каменская</w:t>
      </w:r>
      <w:r w:rsidR="0075429D">
        <w:rPr>
          <w:rFonts w:ascii="Times New Roman" w:hAnsi="Times New Roman"/>
          <w:sz w:val="28"/>
          <w:szCs w:val="28"/>
        </w:rPr>
        <w:t xml:space="preserve"> </w:t>
      </w:r>
      <w:r w:rsidRPr="0061615F">
        <w:rPr>
          <w:rFonts w:ascii="Times New Roman" w:hAnsi="Times New Roman"/>
          <w:sz w:val="28"/>
          <w:szCs w:val="28"/>
        </w:rPr>
        <w:t>2037754</w:t>
      </w:r>
    </w:p>
    <w:sectPr w:rsidR="00515F7B" w:rsidRPr="009F6175" w:rsidSect="0042185D">
      <w:headerReference w:type="default" r:id="rId9"/>
      <w:headerReference w:type="first" r:id="rId10"/>
      <w:pgSz w:w="11906" w:h="16838"/>
      <w:pgMar w:top="993" w:right="737" w:bottom="709" w:left="1588" w:header="135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130" w:rsidRDefault="00893130" w:rsidP="002306FB">
      <w:pPr>
        <w:spacing w:after="0" w:line="240" w:lineRule="auto"/>
      </w:pPr>
      <w:r>
        <w:separator/>
      </w:r>
    </w:p>
  </w:endnote>
  <w:endnote w:type="continuationSeparator" w:id="0">
    <w:p w:rsidR="00893130" w:rsidRDefault="00893130" w:rsidP="002306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130" w:rsidRDefault="00893130" w:rsidP="002306FB">
      <w:pPr>
        <w:spacing w:after="0" w:line="240" w:lineRule="auto"/>
      </w:pPr>
      <w:r>
        <w:separator/>
      </w:r>
    </w:p>
  </w:footnote>
  <w:footnote w:type="continuationSeparator" w:id="0">
    <w:p w:rsidR="00893130" w:rsidRDefault="00893130" w:rsidP="002306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406922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2306FB" w:rsidRPr="00C9451B" w:rsidRDefault="00DE4C6E">
        <w:pPr>
          <w:pStyle w:val="a8"/>
          <w:jc w:val="center"/>
          <w:rPr>
            <w:rFonts w:ascii="Times New Roman" w:hAnsi="Times New Roman"/>
            <w:sz w:val="28"/>
            <w:szCs w:val="28"/>
          </w:rPr>
        </w:pPr>
        <w:r w:rsidRPr="00C9451B">
          <w:rPr>
            <w:rFonts w:ascii="Times New Roman" w:hAnsi="Times New Roman"/>
            <w:sz w:val="28"/>
            <w:szCs w:val="28"/>
          </w:rPr>
          <w:fldChar w:fldCharType="begin"/>
        </w:r>
        <w:r w:rsidR="002306FB" w:rsidRPr="00C9451B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9451B">
          <w:rPr>
            <w:rFonts w:ascii="Times New Roman" w:hAnsi="Times New Roman"/>
            <w:sz w:val="28"/>
            <w:szCs w:val="28"/>
          </w:rPr>
          <w:fldChar w:fldCharType="separate"/>
        </w:r>
        <w:r w:rsidR="0087748E">
          <w:rPr>
            <w:rFonts w:ascii="Times New Roman" w:hAnsi="Times New Roman"/>
            <w:noProof/>
            <w:sz w:val="28"/>
            <w:szCs w:val="28"/>
          </w:rPr>
          <w:t>2</w:t>
        </w:r>
        <w:r w:rsidRPr="00C9451B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2306FB" w:rsidRDefault="002306F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6FB" w:rsidRDefault="002306FB">
    <w:pPr>
      <w:pStyle w:val="a8"/>
      <w:jc w:val="center"/>
    </w:pPr>
  </w:p>
  <w:p w:rsidR="002306FB" w:rsidRDefault="002306F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712590"/>
    <w:multiLevelType w:val="multilevel"/>
    <w:tmpl w:val="9FBEC1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1" w15:restartNumberingAfterBreak="0">
    <w:nsid w:val="151F6F7D"/>
    <w:multiLevelType w:val="hybridMultilevel"/>
    <w:tmpl w:val="4FC6CACA"/>
    <w:lvl w:ilvl="0" w:tplc="8DEAABC0">
      <w:start w:val="2013"/>
      <w:numFmt w:val="decimal"/>
      <w:lvlText w:val="%1"/>
      <w:lvlJc w:val="left"/>
      <w:pPr>
        <w:ind w:left="1275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17D04CCD"/>
    <w:multiLevelType w:val="hybridMultilevel"/>
    <w:tmpl w:val="94807B60"/>
    <w:lvl w:ilvl="0" w:tplc="BA6437F8">
      <w:start w:val="201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A804ACC"/>
    <w:multiLevelType w:val="hybridMultilevel"/>
    <w:tmpl w:val="E0C6B170"/>
    <w:lvl w:ilvl="0" w:tplc="99C6A732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B7519DF"/>
    <w:multiLevelType w:val="hybridMultilevel"/>
    <w:tmpl w:val="2F620A72"/>
    <w:lvl w:ilvl="0" w:tplc="7DAEDD08">
      <w:start w:val="201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D2626B"/>
    <w:multiLevelType w:val="multilevel"/>
    <w:tmpl w:val="3E5E2DD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6" w15:restartNumberingAfterBreak="0">
    <w:nsid w:val="51D40075"/>
    <w:multiLevelType w:val="hybridMultilevel"/>
    <w:tmpl w:val="EA848954"/>
    <w:lvl w:ilvl="0" w:tplc="D4BA5B3E">
      <w:start w:val="2011"/>
      <w:numFmt w:val="decimal"/>
      <w:lvlText w:val="%1"/>
      <w:lvlJc w:val="left"/>
      <w:pPr>
        <w:ind w:left="19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ind w:left="7429" w:hanging="180"/>
      </w:pPr>
    </w:lvl>
  </w:abstractNum>
  <w:abstractNum w:abstractNumId="7" w15:restartNumberingAfterBreak="0">
    <w:nsid w:val="52C47F82"/>
    <w:multiLevelType w:val="hybridMultilevel"/>
    <w:tmpl w:val="D390E244"/>
    <w:lvl w:ilvl="0" w:tplc="66EE5986">
      <w:start w:val="2011"/>
      <w:numFmt w:val="decimal"/>
      <w:lvlText w:val="%1"/>
      <w:lvlJc w:val="left"/>
      <w:pPr>
        <w:ind w:left="25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89" w:hanging="360"/>
      </w:pPr>
    </w:lvl>
    <w:lvl w:ilvl="2" w:tplc="0419001B" w:tentative="1">
      <w:start w:val="1"/>
      <w:numFmt w:val="lowerRoman"/>
      <w:lvlText w:val="%3."/>
      <w:lvlJc w:val="right"/>
      <w:pPr>
        <w:ind w:left="3709" w:hanging="180"/>
      </w:pPr>
    </w:lvl>
    <w:lvl w:ilvl="3" w:tplc="0419000F" w:tentative="1">
      <w:start w:val="1"/>
      <w:numFmt w:val="decimal"/>
      <w:lvlText w:val="%4."/>
      <w:lvlJc w:val="left"/>
      <w:pPr>
        <w:ind w:left="4429" w:hanging="360"/>
      </w:pPr>
    </w:lvl>
    <w:lvl w:ilvl="4" w:tplc="04190019" w:tentative="1">
      <w:start w:val="1"/>
      <w:numFmt w:val="lowerLetter"/>
      <w:lvlText w:val="%5."/>
      <w:lvlJc w:val="left"/>
      <w:pPr>
        <w:ind w:left="5149" w:hanging="360"/>
      </w:pPr>
    </w:lvl>
    <w:lvl w:ilvl="5" w:tplc="0419001B" w:tentative="1">
      <w:start w:val="1"/>
      <w:numFmt w:val="lowerRoman"/>
      <w:lvlText w:val="%6."/>
      <w:lvlJc w:val="right"/>
      <w:pPr>
        <w:ind w:left="5869" w:hanging="180"/>
      </w:pPr>
    </w:lvl>
    <w:lvl w:ilvl="6" w:tplc="0419000F" w:tentative="1">
      <w:start w:val="1"/>
      <w:numFmt w:val="decimal"/>
      <w:lvlText w:val="%7."/>
      <w:lvlJc w:val="left"/>
      <w:pPr>
        <w:ind w:left="6589" w:hanging="360"/>
      </w:pPr>
    </w:lvl>
    <w:lvl w:ilvl="7" w:tplc="04190019" w:tentative="1">
      <w:start w:val="1"/>
      <w:numFmt w:val="lowerLetter"/>
      <w:lvlText w:val="%8."/>
      <w:lvlJc w:val="left"/>
      <w:pPr>
        <w:ind w:left="7309" w:hanging="360"/>
      </w:pPr>
    </w:lvl>
    <w:lvl w:ilvl="8" w:tplc="0419001B" w:tentative="1">
      <w:start w:val="1"/>
      <w:numFmt w:val="lowerRoman"/>
      <w:lvlText w:val="%9."/>
      <w:lvlJc w:val="right"/>
      <w:pPr>
        <w:ind w:left="8029" w:hanging="180"/>
      </w:pPr>
    </w:lvl>
  </w:abstractNum>
  <w:abstractNum w:abstractNumId="8" w15:restartNumberingAfterBreak="0">
    <w:nsid w:val="552D6670"/>
    <w:multiLevelType w:val="hybridMultilevel"/>
    <w:tmpl w:val="8AF2D614"/>
    <w:lvl w:ilvl="0" w:tplc="35008B90">
      <w:start w:val="2012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4C23B2A"/>
    <w:multiLevelType w:val="hybridMultilevel"/>
    <w:tmpl w:val="0434BD26"/>
    <w:lvl w:ilvl="0" w:tplc="1F6CF96A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3474C3B"/>
    <w:multiLevelType w:val="hybridMultilevel"/>
    <w:tmpl w:val="2B96678C"/>
    <w:lvl w:ilvl="0" w:tplc="B3369CD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794D474B"/>
    <w:multiLevelType w:val="hybridMultilevel"/>
    <w:tmpl w:val="9F1EBFD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6"/>
  </w:num>
  <w:num w:numId="8">
    <w:abstractNumId w:val="7"/>
  </w:num>
  <w:num w:numId="9">
    <w:abstractNumId w:val="3"/>
  </w:num>
  <w:num w:numId="10">
    <w:abstractNumId w:val="5"/>
  </w:num>
  <w:num w:numId="11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C4"/>
    <w:rsid w:val="00000736"/>
    <w:rsid w:val="000013D5"/>
    <w:rsid w:val="000015BD"/>
    <w:rsid w:val="00004F53"/>
    <w:rsid w:val="00005CC3"/>
    <w:rsid w:val="00005CD8"/>
    <w:rsid w:val="00005E7C"/>
    <w:rsid w:val="00007B23"/>
    <w:rsid w:val="000119C4"/>
    <w:rsid w:val="00011B93"/>
    <w:rsid w:val="00015278"/>
    <w:rsid w:val="000207A0"/>
    <w:rsid w:val="00020DF6"/>
    <w:rsid w:val="00032E1A"/>
    <w:rsid w:val="00033AD1"/>
    <w:rsid w:val="0003419C"/>
    <w:rsid w:val="00043499"/>
    <w:rsid w:val="00045B32"/>
    <w:rsid w:val="00045CB9"/>
    <w:rsid w:val="00047F5C"/>
    <w:rsid w:val="00052753"/>
    <w:rsid w:val="00055FB3"/>
    <w:rsid w:val="0006333E"/>
    <w:rsid w:val="00070F38"/>
    <w:rsid w:val="00075D30"/>
    <w:rsid w:val="000819F1"/>
    <w:rsid w:val="00091ACB"/>
    <w:rsid w:val="00096548"/>
    <w:rsid w:val="000A1845"/>
    <w:rsid w:val="000A5290"/>
    <w:rsid w:val="000B1E92"/>
    <w:rsid w:val="000B507F"/>
    <w:rsid w:val="000C4D4E"/>
    <w:rsid w:val="000D36BC"/>
    <w:rsid w:val="000D4294"/>
    <w:rsid w:val="000D4300"/>
    <w:rsid w:val="000F289D"/>
    <w:rsid w:val="000F6C97"/>
    <w:rsid w:val="00103EEE"/>
    <w:rsid w:val="00106455"/>
    <w:rsid w:val="001106AD"/>
    <w:rsid w:val="0011761F"/>
    <w:rsid w:val="00117E9A"/>
    <w:rsid w:val="001203D6"/>
    <w:rsid w:val="00120400"/>
    <w:rsid w:val="001274E8"/>
    <w:rsid w:val="00134A4B"/>
    <w:rsid w:val="00135378"/>
    <w:rsid w:val="001358C6"/>
    <w:rsid w:val="0014062D"/>
    <w:rsid w:val="00142306"/>
    <w:rsid w:val="00144F64"/>
    <w:rsid w:val="00152DE1"/>
    <w:rsid w:val="00157FDA"/>
    <w:rsid w:val="001634D2"/>
    <w:rsid w:val="001679B2"/>
    <w:rsid w:val="00167E2C"/>
    <w:rsid w:val="00173D95"/>
    <w:rsid w:val="001749A7"/>
    <w:rsid w:val="001835CC"/>
    <w:rsid w:val="001903B7"/>
    <w:rsid w:val="00190FD1"/>
    <w:rsid w:val="0019604B"/>
    <w:rsid w:val="001B0735"/>
    <w:rsid w:val="001B25E5"/>
    <w:rsid w:val="001B362B"/>
    <w:rsid w:val="001B420F"/>
    <w:rsid w:val="001B5992"/>
    <w:rsid w:val="001C1657"/>
    <w:rsid w:val="001C6F0F"/>
    <w:rsid w:val="001D33F5"/>
    <w:rsid w:val="001E31AA"/>
    <w:rsid w:val="001E3B3D"/>
    <w:rsid w:val="001F3C67"/>
    <w:rsid w:val="001F52DF"/>
    <w:rsid w:val="00200C31"/>
    <w:rsid w:val="00200E4F"/>
    <w:rsid w:val="00201872"/>
    <w:rsid w:val="00202CBF"/>
    <w:rsid w:val="00211F45"/>
    <w:rsid w:val="0021341C"/>
    <w:rsid w:val="00221B1C"/>
    <w:rsid w:val="00221B28"/>
    <w:rsid w:val="00221C36"/>
    <w:rsid w:val="0022297B"/>
    <w:rsid w:val="00224E50"/>
    <w:rsid w:val="002306FB"/>
    <w:rsid w:val="00235300"/>
    <w:rsid w:val="00237711"/>
    <w:rsid w:val="002379F0"/>
    <w:rsid w:val="00242226"/>
    <w:rsid w:val="002445C4"/>
    <w:rsid w:val="00247236"/>
    <w:rsid w:val="002473B8"/>
    <w:rsid w:val="00251826"/>
    <w:rsid w:val="00252A2B"/>
    <w:rsid w:val="00256A1E"/>
    <w:rsid w:val="00260085"/>
    <w:rsid w:val="00267659"/>
    <w:rsid w:val="00276D6E"/>
    <w:rsid w:val="00283075"/>
    <w:rsid w:val="002835A0"/>
    <w:rsid w:val="00285574"/>
    <w:rsid w:val="00290FBA"/>
    <w:rsid w:val="002A33B7"/>
    <w:rsid w:val="002A3A10"/>
    <w:rsid w:val="002A45CD"/>
    <w:rsid w:val="002A6B24"/>
    <w:rsid w:val="002A7C2F"/>
    <w:rsid w:val="002B2F1E"/>
    <w:rsid w:val="002B3CB3"/>
    <w:rsid w:val="002C102D"/>
    <w:rsid w:val="002C4310"/>
    <w:rsid w:val="002C4BCC"/>
    <w:rsid w:val="002D437F"/>
    <w:rsid w:val="002E6BB6"/>
    <w:rsid w:val="002F2D2B"/>
    <w:rsid w:val="00300A33"/>
    <w:rsid w:val="00302764"/>
    <w:rsid w:val="0030471A"/>
    <w:rsid w:val="0031225C"/>
    <w:rsid w:val="0031228B"/>
    <w:rsid w:val="003133B6"/>
    <w:rsid w:val="00315D0E"/>
    <w:rsid w:val="00320DFA"/>
    <w:rsid w:val="00331594"/>
    <w:rsid w:val="00340A35"/>
    <w:rsid w:val="003428A9"/>
    <w:rsid w:val="003451CB"/>
    <w:rsid w:val="00347903"/>
    <w:rsid w:val="00352AA4"/>
    <w:rsid w:val="00360B35"/>
    <w:rsid w:val="003619F1"/>
    <w:rsid w:val="003661DF"/>
    <w:rsid w:val="00373251"/>
    <w:rsid w:val="0037756D"/>
    <w:rsid w:val="00383208"/>
    <w:rsid w:val="00384E9A"/>
    <w:rsid w:val="00386A37"/>
    <w:rsid w:val="0039192E"/>
    <w:rsid w:val="003A1CBC"/>
    <w:rsid w:val="003B35F2"/>
    <w:rsid w:val="003B7E91"/>
    <w:rsid w:val="003C0588"/>
    <w:rsid w:val="003C6A23"/>
    <w:rsid w:val="003D682F"/>
    <w:rsid w:val="003E7981"/>
    <w:rsid w:val="003F0681"/>
    <w:rsid w:val="003F108C"/>
    <w:rsid w:val="00400E36"/>
    <w:rsid w:val="0040219D"/>
    <w:rsid w:val="004052C1"/>
    <w:rsid w:val="00405F87"/>
    <w:rsid w:val="00406A3F"/>
    <w:rsid w:val="0041085A"/>
    <w:rsid w:val="00411583"/>
    <w:rsid w:val="00421289"/>
    <w:rsid w:val="0042185D"/>
    <w:rsid w:val="0043071D"/>
    <w:rsid w:val="00435298"/>
    <w:rsid w:val="0043598E"/>
    <w:rsid w:val="00454ECB"/>
    <w:rsid w:val="0046310C"/>
    <w:rsid w:val="00463429"/>
    <w:rsid w:val="004676FC"/>
    <w:rsid w:val="00475D92"/>
    <w:rsid w:val="00480066"/>
    <w:rsid w:val="00483036"/>
    <w:rsid w:val="004A2CF6"/>
    <w:rsid w:val="004A6284"/>
    <w:rsid w:val="004A7B8E"/>
    <w:rsid w:val="004B1DED"/>
    <w:rsid w:val="004B5C99"/>
    <w:rsid w:val="004B6B02"/>
    <w:rsid w:val="004C1DBA"/>
    <w:rsid w:val="004C23CE"/>
    <w:rsid w:val="004D0705"/>
    <w:rsid w:val="004D45CF"/>
    <w:rsid w:val="004E067A"/>
    <w:rsid w:val="004F0085"/>
    <w:rsid w:val="004F4C9C"/>
    <w:rsid w:val="004F6FB2"/>
    <w:rsid w:val="00502779"/>
    <w:rsid w:val="00515F7B"/>
    <w:rsid w:val="005163B6"/>
    <w:rsid w:val="0052102E"/>
    <w:rsid w:val="0052126E"/>
    <w:rsid w:val="00522596"/>
    <w:rsid w:val="00524ED6"/>
    <w:rsid w:val="005255E1"/>
    <w:rsid w:val="00531A82"/>
    <w:rsid w:val="00543725"/>
    <w:rsid w:val="005464C9"/>
    <w:rsid w:val="00551469"/>
    <w:rsid w:val="005579F6"/>
    <w:rsid w:val="00557A82"/>
    <w:rsid w:val="0056120C"/>
    <w:rsid w:val="005710DB"/>
    <w:rsid w:val="005736F1"/>
    <w:rsid w:val="0058252D"/>
    <w:rsid w:val="00591A35"/>
    <w:rsid w:val="00591B5C"/>
    <w:rsid w:val="00594292"/>
    <w:rsid w:val="00594C79"/>
    <w:rsid w:val="005A2039"/>
    <w:rsid w:val="005A5520"/>
    <w:rsid w:val="005B5F8A"/>
    <w:rsid w:val="005C0539"/>
    <w:rsid w:val="005C3F69"/>
    <w:rsid w:val="005C527B"/>
    <w:rsid w:val="005D2A0A"/>
    <w:rsid w:val="005F048D"/>
    <w:rsid w:val="005F2F02"/>
    <w:rsid w:val="005F73BE"/>
    <w:rsid w:val="006013DF"/>
    <w:rsid w:val="0061469F"/>
    <w:rsid w:val="0061615F"/>
    <w:rsid w:val="006236CB"/>
    <w:rsid w:val="006336E1"/>
    <w:rsid w:val="00634076"/>
    <w:rsid w:val="006433CF"/>
    <w:rsid w:val="00657543"/>
    <w:rsid w:val="006577F3"/>
    <w:rsid w:val="00661DD5"/>
    <w:rsid w:val="0066520C"/>
    <w:rsid w:val="00671829"/>
    <w:rsid w:val="00681E93"/>
    <w:rsid w:val="00686C88"/>
    <w:rsid w:val="006922BA"/>
    <w:rsid w:val="00696B8F"/>
    <w:rsid w:val="00697037"/>
    <w:rsid w:val="00697CF2"/>
    <w:rsid w:val="006A409E"/>
    <w:rsid w:val="006B15F2"/>
    <w:rsid w:val="006B17F2"/>
    <w:rsid w:val="006B64B2"/>
    <w:rsid w:val="006D029F"/>
    <w:rsid w:val="006D15E9"/>
    <w:rsid w:val="006D3E46"/>
    <w:rsid w:val="006D7BE9"/>
    <w:rsid w:val="006D7D2F"/>
    <w:rsid w:val="006E36FD"/>
    <w:rsid w:val="006F063B"/>
    <w:rsid w:val="006F5931"/>
    <w:rsid w:val="006F7499"/>
    <w:rsid w:val="006F780C"/>
    <w:rsid w:val="00701115"/>
    <w:rsid w:val="00701494"/>
    <w:rsid w:val="00702A2F"/>
    <w:rsid w:val="007033BA"/>
    <w:rsid w:val="00704721"/>
    <w:rsid w:val="00705A7F"/>
    <w:rsid w:val="00712F60"/>
    <w:rsid w:val="00714DF7"/>
    <w:rsid w:val="00714EDE"/>
    <w:rsid w:val="007224C2"/>
    <w:rsid w:val="00725CB4"/>
    <w:rsid w:val="0073751F"/>
    <w:rsid w:val="00747AD9"/>
    <w:rsid w:val="007500AA"/>
    <w:rsid w:val="00752C4E"/>
    <w:rsid w:val="0075429D"/>
    <w:rsid w:val="007636E9"/>
    <w:rsid w:val="007639DB"/>
    <w:rsid w:val="007763C1"/>
    <w:rsid w:val="00786D01"/>
    <w:rsid w:val="007946FF"/>
    <w:rsid w:val="00797443"/>
    <w:rsid w:val="007A55A3"/>
    <w:rsid w:val="007C467C"/>
    <w:rsid w:val="007C57C4"/>
    <w:rsid w:val="007C6E0E"/>
    <w:rsid w:val="007D5976"/>
    <w:rsid w:val="007D6B98"/>
    <w:rsid w:val="007E0103"/>
    <w:rsid w:val="007E17E0"/>
    <w:rsid w:val="007E289F"/>
    <w:rsid w:val="007F3F46"/>
    <w:rsid w:val="007F4EDF"/>
    <w:rsid w:val="00804D31"/>
    <w:rsid w:val="008063CB"/>
    <w:rsid w:val="00807B82"/>
    <w:rsid w:val="008254EE"/>
    <w:rsid w:val="00846AFB"/>
    <w:rsid w:val="00850261"/>
    <w:rsid w:val="0086330E"/>
    <w:rsid w:val="00873E18"/>
    <w:rsid w:val="0087748E"/>
    <w:rsid w:val="00877686"/>
    <w:rsid w:val="00880B4D"/>
    <w:rsid w:val="008869A9"/>
    <w:rsid w:val="0089017E"/>
    <w:rsid w:val="00893130"/>
    <w:rsid w:val="00894BBC"/>
    <w:rsid w:val="008A381F"/>
    <w:rsid w:val="008A6204"/>
    <w:rsid w:val="008A7850"/>
    <w:rsid w:val="008A7DF6"/>
    <w:rsid w:val="008B66B2"/>
    <w:rsid w:val="008C5804"/>
    <w:rsid w:val="008C6C28"/>
    <w:rsid w:val="008D2AAF"/>
    <w:rsid w:val="008D350F"/>
    <w:rsid w:val="008D58FD"/>
    <w:rsid w:val="008D7362"/>
    <w:rsid w:val="008E173C"/>
    <w:rsid w:val="008F7694"/>
    <w:rsid w:val="0090310A"/>
    <w:rsid w:val="009052AA"/>
    <w:rsid w:val="0090542A"/>
    <w:rsid w:val="00911A75"/>
    <w:rsid w:val="009144B6"/>
    <w:rsid w:val="00915D39"/>
    <w:rsid w:val="0091735E"/>
    <w:rsid w:val="00926B66"/>
    <w:rsid w:val="00931499"/>
    <w:rsid w:val="00945A3C"/>
    <w:rsid w:val="009563B0"/>
    <w:rsid w:val="009577A1"/>
    <w:rsid w:val="00962172"/>
    <w:rsid w:val="009811F3"/>
    <w:rsid w:val="0099288D"/>
    <w:rsid w:val="009A161D"/>
    <w:rsid w:val="009A19E4"/>
    <w:rsid w:val="009A3C5A"/>
    <w:rsid w:val="009A78AC"/>
    <w:rsid w:val="009C2ED3"/>
    <w:rsid w:val="009D0732"/>
    <w:rsid w:val="009D69F8"/>
    <w:rsid w:val="009F600C"/>
    <w:rsid w:val="009F6175"/>
    <w:rsid w:val="00A3080C"/>
    <w:rsid w:val="00A308BC"/>
    <w:rsid w:val="00A334EE"/>
    <w:rsid w:val="00A3614E"/>
    <w:rsid w:val="00A51156"/>
    <w:rsid w:val="00A56791"/>
    <w:rsid w:val="00A63B63"/>
    <w:rsid w:val="00A74A8E"/>
    <w:rsid w:val="00A75C3B"/>
    <w:rsid w:val="00A76F26"/>
    <w:rsid w:val="00A80A61"/>
    <w:rsid w:val="00A81093"/>
    <w:rsid w:val="00A91175"/>
    <w:rsid w:val="00A96299"/>
    <w:rsid w:val="00AB4F76"/>
    <w:rsid w:val="00AC2779"/>
    <w:rsid w:val="00AC767A"/>
    <w:rsid w:val="00AD29D1"/>
    <w:rsid w:val="00AE2FC2"/>
    <w:rsid w:val="00AE499B"/>
    <w:rsid w:val="00AF050E"/>
    <w:rsid w:val="00B013A5"/>
    <w:rsid w:val="00B1060A"/>
    <w:rsid w:val="00B1563A"/>
    <w:rsid w:val="00B1598D"/>
    <w:rsid w:val="00B20068"/>
    <w:rsid w:val="00B249F3"/>
    <w:rsid w:val="00B31AC1"/>
    <w:rsid w:val="00B361D3"/>
    <w:rsid w:val="00B454E7"/>
    <w:rsid w:val="00B46982"/>
    <w:rsid w:val="00B667EA"/>
    <w:rsid w:val="00B748F9"/>
    <w:rsid w:val="00B84C2C"/>
    <w:rsid w:val="00B8799B"/>
    <w:rsid w:val="00B9217D"/>
    <w:rsid w:val="00B9639F"/>
    <w:rsid w:val="00BA222B"/>
    <w:rsid w:val="00BA3E63"/>
    <w:rsid w:val="00BA4896"/>
    <w:rsid w:val="00BA62CF"/>
    <w:rsid w:val="00BA7202"/>
    <w:rsid w:val="00BB36D7"/>
    <w:rsid w:val="00BB6EB5"/>
    <w:rsid w:val="00BC278E"/>
    <w:rsid w:val="00BC5F22"/>
    <w:rsid w:val="00BD3328"/>
    <w:rsid w:val="00BD7C51"/>
    <w:rsid w:val="00BE5403"/>
    <w:rsid w:val="00BE7542"/>
    <w:rsid w:val="00C01324"/>
    <w:rsid w:val="00C063F0"/>
    <w:rsid w:val="00C13E72"/>
    <w:rsid w:val="00C14D6F"/>
    <w:rsid w:val="00C16AED"/>
    <w:rsid w:val="00C223EE"/>
    <w:rsid w:val="00C30235"/>
    <w:rsid w:val="00C31C0C"/>
    <w:rsid w:val="00C33AF2"/>
    <w:rsid w:val="00C37F61"/>
    <w:rsid w:val="00C425FB"/>
    <w:rsid w:val="00C61F7F"/>
    <w:rsid w:val="00C62A02"/>
    <w:rsid w:val="00C80E14"/>
    <w:rsid w:val="00C814A6"/>
    <w:rsid w:val="00C8332A"/>
    <w:rsid w:val="00C87E6F"/>
    <w:rsid w:val="00C94418"/>
    <w:rsid w:val="00C9451B"/>
    <w:rsid w:val="00CA45C7"/>
    <w:rsid w:val="00CB4A01"/>
    <w:rsid w:val="00CC03EA"/>
    <w:rsid w:val="00CC3DA5"/>
    <w:rsid w:val="00CC5E90"/>
    <w:rsid w:val="00CD012B"/>
    <w:rsid w:val="00CD0F3B"/>
    <w:rsid w:val="00CD73E6"/>
    <w:rsid w:val="00CE0E60"/>
    <w:rsid w:val="00CE24F1"/>
    <w:rsid w:val="00CE3122"/>
    <w:rsid w:val="00D030A0"/>
    <w:rsid w:val="00D053F2"/>
    <w:rsid w:val="00D063F2"/>
    <w:rsid w:val="00D118C5"/>
    <w:rsid w:val="00D13180"/>
    <w:rsid w:val="00D26528"/>
    <w:rsid w:val="00D277D1"/>
    <w:rsid w:val="00D30AF8"/>
    <w:rsid w:val="00D330EB"/>
    <w:rsid w:val="00D54C35"/>
    <w:rsid w:val="00D62830"/>
    <w:rsid w:val="00D62EBF"/>
    <w:rsid w:val="00D65196"/>
    <w:rsid w:val="00D678FE"/>
    <w:rsid w:val="00D75BC7"/>
    <w:rsid w:val="00D77CCF"/>
    <w:rsid w:val="00D82F26"/>
    <w:rsid w:val="00D84BEE"/>
    <w:rsid w:val="00D9088C"/>
    <w:rsid w:val="00D96801"/>
    <w:rsid w:val="00D97376"/>
    <w:rsid w:val="00DA0D48"/>
    <w:rsid w:val="00DA75CB"/>
    <w:rsid w:val="00DB5FF4"/>
    <w:rsid w:val="00DC0040"/>
    <w:rsid w:val="00DC1D9E"/>
    <w:rsid w:val="00DC712D"/>
    <w:rsid w:val="00DD6F07"/>
    <w:rsid w:val="00DD7783"/>
    <w:rsid w:val="00DE0AC9"/>
    <w:rsid w:val="00DE1982"/>
    <w:rsid w:val="00DE4C6E"/>
    <w:rsid w:val="00DF03F6"/>
    <w:rsid w:val="00DF2DF9"/>
    <w:rsid w:val="00E0180D"/>
    <w:rsid w:val="00E061D2"/>
    <w:rsid w:val="00E257DA"/>
    <w:rsid w:val="00E26FA3"/>
    <w:rsid w:val="00E336C8"/>
    <w:rsid w:val="00E4059A"/>
    <w:rsid w:val="00E4400E"/>
    <w:rsid w:val="00E46D37"/>
    <w:rsid w:val="00E53C21"/>
    <w:rsid w:val="00E6005D"/>
    <w:rsid w:val="00E637F2"/>
    <w:rsid w:val="00E6626E"/>
    <w:rsid w:val="00E710EE"/>
    <w:rsid w:val="00E71FAF"/>
    <w:rsid w:val="00E730DA"/>
    <w:rsid w:val="00E73AA5"/>
    <w:rsid w:val="00E765A1"/>
    <w:rsid w:val="00E83DA2"/>
    <w:rsid w:val="00E860BD"/>
    <w:rsid w:val="00E909FA"/>
    <w:rsid w:val="00E92A0F"/>
    <w:rsid w:val="00EB27AF"/>
    <w:rsid w:val="00EB5885"/>
    <w:rsid w:val="00ED2E86"/>
    <w:rsid w:val="00ED4145"/>
    <w:rsid w:val="00ED42AD"/>
    <w:rsid w:val="00ED46AD"/>
    <w:rsid w:val="00ED5073"/>
    <w:rsid w:val="00ED5398"/>
    <w:rsid w:val="00ED54CE"/>
    <w:rsid w:val="00ED5BF0"/>
    <w:rsid w:val="00ED6973"/>
    <w:rsid w:val="00EE4B38"/>
    <w:rsid w:val="00EE7F05"/>
    <w:rsid w:val="00EF0EE2"/>
    <w:rsid w:val="00EF1B74"/>
    <w:rsid w:val="00EF2F53"/>
    <w:rsid w:val="00EF418F"/>
    <w:rsid w:val="00EF51FA"/>
    <w:rsid w:val="00EF7A34"/>
    <w:rsid w:val="00F01594"/>
    <w:rsid w:val="00F05E99"/>
    <w:rsid w:val="00F1199F"/>
    <w:rsid w:val="00F119B4"/>
    <w:rsid w:val="00F20EEC"/>
    <w:rsid w:val="00F24B36"/>
    <w:rsid w:val="00F2508B"/>
    <w:rsid w:val="00F37105"/>
    <w:rsid w:val="00F4234D"/>
    <w:rsid w:val="00F45C65"/>
    <w:rsid w:val="00F562A8"/>
    <w:rsid w:val="00F608FD"/>
    <w:rsid w:val="00F61B3A"/>
    <w:rsid w:val="00F655AA"/>
    <w:rsid w:val="00F72589"/>
    <w:rsid w:val="00F73FE9"/>
    <w:rsid w:val="00F75A82"/>
    <w:rsid w:val="00F81029"/>
    <w:rsid w:val="00F82246"/>
    <w:rsid w:val="00F904D0"/>
    <w:rsid w:val="00F9454F"/>
    <w:rsid w:val="00F94651"/>
    <w:rsid w:val="00F9482C"/>
    <w:rsid w:val="00F967AA"/>
    <w:rsid w:val="00FA2713"/>
    <w:rsid w:val="00FB429C"/>
    <w:rsid w:val="00FC3ECB"/>
    <w:rsid w:val="00FC6B2B"/>
    <w:rsid w:val="00FE7604"/>
    <w:rsid w:val="00FF1465"/>
    <w:rsid w:val="00FF22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1883D-E818-418F-83DA-89B445C48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69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54E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6FB2"/>
    <w:pPr>
      <w:ind w:left="720"/>
      <w:contextualSpacing/>
    </w:pPr>
  </w:style>
  <w:style w:type="paragraph" w:customStyle="1" w:styleId="ConsNormal">
    <w:name w:val="ConsNormal"/>
    <w:rsid w:val="005710D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6">
    <w:name w:val="Document Map"/>
    <w:basedOn w:val="a"/>
    <w:link w:val="a7"/>
    <w:semiHidden/>
    <w:rsid w:val="00435298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7">
    <w:name w:val="Схема документа Знак"/>
    <w:basedOn w:val="a0"/>
    <w:link w:val="a6"/>
    <w:semiHidden/>
    <w:rsid w:val="00435298"/>
    <w:rPr>
      <w:rFonts w:ascii="Tahoma" w:eastAsia="Times New Roman" w:hAnsi="Tahoma" w:cs="Tahoma"/>
      <w:shd w:val="clear" w:color="auto" w:fill="000080"/>
    </w:rPr>
  </w:style>
  <w:style w:type="paragraph" w:styleId="a8">
    <w:name w:val="header"/>
    <w:basedOn w:val="a"/>
    <w:link w:val="a9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306FB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306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306F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1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3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97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1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Desktop\&#1085;&#1086;&#1074;&#1077;&#1081;&#1096;&#1072;&#1103;%20&#1080;&#1085;&#1089;&#1090;&#1088;&#1091;&#1082;&#1094;&#1080;&#1103;\&#1073;&#1083;&#1072;&#1085;&#1082;&#1080;\&#1087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748A4-8358-4E1F-B16E-C192DAEE2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48</TotalTime>
  <Pages>4</Pages>
  <Words>1006</Words>
  <Characters>5738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contract</cp:lastModifiedBy>
  <cp:revision>11</cp:revision>
  <cp:lastPrinted>2021-03-02T10:02:00Z</cp:lastPrinted>
  <dcterms:created xsi:type="dcterms:W3CDTF">2021-03-02T10:06:00Z</dcterms:created>
  <dcterms:modified xsi:type="dcterms:W3CDTF">2021-06-28T09:51:00Z</dcterms:modified>
</cp:coreProperties>
</file>