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83C3E" w14:textId="77777777" w:rsidR="0058252D" w:rsidRPr="003451CB" w:rsidRDefault="002445C4" w:rsidP="008254EE">
      <w:pPr>
        <w:jc w:val="center"/>
        <w:rPr>
          <w:lang w:val="en-US"/>
        </w:rPr>
      </w:pPr>
      <w:r w:rsidRPr="003451CB">
        <w:rPr>
          <w:noProof/>
          <w:lang w:eastAsia="ru-RU"/>
        </w:rPr>
        <w:drawing>
          <wp:inline distT="0" distB="0" distL="0" distR="0" wp14:anchorId="0969A9D5" wp14:editId="35A4F40C">
            <wp:extent cx="797442" cy="977755"/>
            <wp:effectExtent l="0" t="0" r="0" b="0"/>
            <wp:docPr id="1" name="Рисунок 5" descr="Герб чб с белой залив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чб с белой заливко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2BCA60" w14:textId="77777777" w:rsidR="008254EE" w:rsidRPr="003451CB" w:rsidRDefault="004F6FB2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АДМИНИСТРАЦИЯ</w:t>
      </w:r>
      <w:r w:rsidR="008254EE" w:rsidRPr="003451CB">
        <w:rPr>
          <w:rFonts w:ascii="Times New Roman" w:hAnsi="Times New Roman"/>
          <w:b/>
          <w:sz w:val="32"/>
          <w:szCs w:val="32"/>
        </w:rPr>
        <w:t xml:space="preserve"> МУНИЦИПАЛЬНОГО РАЙОНА </w:t>
      </w:r>
    </w:p>
    <w:p w14:paraId="34FF9307" w14:textId="77777777" w:rsidR="008254EE" w:rsidRPr="003451CB" w:rsidRDefault="008254EE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ВОЛЖСКИЙ САМАРСКОЙ ОБЛАСТИ</w:t>
      </w:r>
    </w:p>
    <w:p w14:paraId="4BB83854" w14:textId="77777777" w:rsidR="008254EE" w:rsidRPr="003451CB" w:rsidRDefault="008254EE" w:rsidP="008254E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14:paraId="7555BE9C" w14:textId="77777777" w:rsidR="008254EE" w:rsidRPr="003451CB" w:rsidRDefault="00A56791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ПОСТАНОВЛЕНИЕ</w:t>
      </w:r>
    </w:p>
    <w:p w14:paraId="757E6D8A" w14:textId="77777777" w:rsidR="008254EE" w:rsidRPr="003451CB" w:rsidRDefault="008254EE" w:rsidP="00825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3D458A" w14:textId="1F96B8F2" w:rsidR="004F6FB2" w:rsidRDefault="008254EE" w:rsidP="00C16AE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451CB">
        <w:rPr>
          <w:rFonts w:ascii="Times New Roman" w:hAnsi="Times New Roman"/>
          <w:sz w:val="32"/>
          <w:szCs w:val="32"/>
        </w:rPr>
        <w:t xml:space="preserve">от </w:t>
      </w:r>
      <w:r w:rsidR="002445C4" w:rsidRPr="003451CB">
        <w:rPr>
          <w:rFonts w:ascii="Times New Roman" w:hAnsi="Times New Roman"/>
          <w:sz w:val="32"/>
          <w:szCs w:val="32"/>
        </w:rPr>
        <w:t>_______________</w:t>
      </w:r>
      <w:r w:rsidR="00DB5FF4" w:rsidRPr="003451CB">
        <w:rPr>
          <w:rFonts w:ascii="Times New Roman" w:hAnsi="Times New Roman"/>
          <w:sz w:val="32"/>
          <w:szCs w:val="32"/>
        </w:rPr>
        <w:t xml:space="preserve"> 20</w:t>
      </w:r>
      <w:r w:rsidR="00BB6EB5">
        <w:rPr>
          <w:rFonts w:ascii="Times New Roman" w:hAnsi="Times New Roman"/>
          <w:sz w:val="32"/>
          <w:szCs w:val="32"/>
        </w:rPr>
        <w:t>2</w:t>
      </w:r>
      <w:r w:rsidR="001139A4" w:rsidRPr="003608AC">
        <w:rPr>
          <w:rFonts w:ascii="Times New Roman" w:hAnsi="Times New Roman"/>
          <w:sz w:val="32"/>
          <w:szCs w:val="32"/>
        </w:rPr>
        <w:t>2</w:t>
      </w:r>
      <w:r w:rsidRPr="003451CB">
        <w:rPr>
          <w:rFonts w:ascii="Times New Roman" w:hAnsi="Times New Roman"/>
          <w:sz w:val="32"/>
          <w:szCs w:val="32"/>
        </w:rPr>
        <w:t xml:space="preserve">  №____</w:t>
      </w:r>
      <w:r w:rsidR="002445C4" w:rsidRPr="003451CB">
        <w:rPr>
          <w:rFonts w:ascii="Times New Roman" w:hAnsi="Times New Roman"/>
          <w:sz w:val="32"/>
          <w:szCs w:val="32"/>
        </w:rPr>
        <w:t>__</w:t>
      </w:r>
    </w:p>
    <w:p w14:paraId="5FA18317" w14:textId="77777777" w:rsidR="00B20068" w:rsidRDefault="00B20068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14:paraId="522EFFE4" w14:textId="77777777" w:rsidR="0021341C" w:rsidRDefault="0021341C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14:paraId="701BB54D" w14:textId="77777777" w:rsidR="00CA45C7" w:rsidRDefault="00235300" w:rsidP="00D84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4A4B" w:rsidRPr="003451CB">
        <w:rPr>
          <w:rFonts w:ascii="Times New Roman" w:hAnsi="Times New Roman"/>
          <w:sz w:val="28"/>
          <w:szCs w:val="28"/>
        </w:rPr>
        <w:t>муниципальн</w:t>
      </w:r>
      <w:r w:rsidR="009052AA" w:rsidRPr="003451CB">
        <w:rPr>
          <w:rFonts w:ascii="Times New Roman" w:hAnsi="Times New Roman"/>
          <w:sz w:val="28"/>
          <w:szCs w:val="28"/>
        </w:rPr>
        <w:t>ую Программу</w:t>
      </w:r>
      <w:r w:rsidR="00524ED6" w:rsidRPr="003451CB">
        <w:rPr>
          <w:rFonts w:ascii="Times New Roman" w:hAnsi="Times New Roman"/>
          <w:sz w:val="28"/>
          <w:szCs w:val="28"/>
        </w:rPr>
        <w:t xml:space="preserve"> муниципального района Волжский Самарской области</w:t>
      </w:r>
      <w:r w:rsidR="00300A33" w:rsidRPr="003451CB">
        <w:rPr>
          <w:rFonts w:ascii="Times New Roman" w:hAnsi="Times New Roman"/>
          <w:sz w:val="28"/>
          <w:szCs w:val="28"/>
        </w:rPr>
        <w:t xml:space="preserve"> «Строительство, реконструкция и ремонт объектов образования на территории муниципального района Волжский Самарской области» </w:t>
      </w:r>
      <w:r w:rsidR="009052AA" w:rsidRPr="003451CB">
        <w:rPr>
          <w:rFonts w:ascii="Times New Roman" w:hAnsi="Times New Roman"/>
          <w:sz w:val="28"/>
          <w:szCs w:val="28"/>
        </w:rPr>
        <w:t xml:space="preserve">на </w:t>
      </w:r>
      <w:r w:rsidR="00752C4E" w:rsidRPr="00752C4E">
        <w:rPr>
          <w:rFonts w:ascii="Times New Roman" w:hAnsi="Times New Roman"/>
          <w:sz w:val="28"/>
          <w:szCs w:val="28"/>
        </w:rPr>
        <w:t>2020-2022</w:t>
      </w:r>
      <w:r w:rsidR="005E0ACE">
        <w:rPr>
          <w:rFonts w:ascii="Times New Roman" w:hAnsi="Times New Roman"/>
          <w:sz w:val="28"/>
          <w:szCs w:val="28"/>
        </w:rPr>
        <w:t xml:space="preserve"> </w:t>
      </w:r>
      <w:r w:rsidR="009052AA" w:rsidRPr="003451CB">
        <w:rPr>
          <w:rFonts w:ascii="Times New Roman" w:hAnsi="Times New Roman"/>
          <w:sz w:val="28"/>
          <w:szCs w:val="28"/>
        </w:rPr>
        <w:t>годы</w:t>
      </w:r>
    </w:p>
    <w:p w14:paraId="72074541" w14:textId="77777777"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F8B93D" w14:textId="77777777"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E71EEB" w14:textId="22AEEAD1" w:rsidR="007033BA" w:rsidRPr="00851BD2" w:rsidRDefault="0042185D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материалы, поступившие </w:t>
      </w:r>
      <w:r w:rsidR="0075429D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702154">
        <w:rPr>
          <w:rFonts w:ascii="Times New Roman" w:hAnsi="Times New Roman"/>
          <w:color w:val="000000" w:themeColor="text1"/>
          <w:sz w:val="28"/>
          <w:szCs w:val="28"/>
        </w:rPr>
        <w:t>исполнителей Программы</w:t>
      </w:r>
      <w:r w:rsidR="0075429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5429D">
        <w:rPr>
          <w:rFonts w:ascii="Times New Roman" w:hAnsi="Times New Roman"/>
          <w:sz w:val="28"/>
          <w:szCs w:val="28"/>
        </w:rPr>
        <w:t>в соответствии с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8E173C" w:rsidRPr="003451CB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D330EB" w:rsidRPr="003451CB">
        <w:rPr>
          <w:rFonts w:ascii="Times New Roman" w:hAnsi="Times New Roman"/>
          <w:sz w:val="28"/>
          <w:szCs w:val="28"/>
        </w:rPr>
        <w:t>0</w:t>
      </w:r>
      <w:r w:rsidR="008E173C" w:rsidRPr="003451CB">
        <w:rPr>
          <w:rFonts w:ascii="Times New Roman" w:hAnsi="Times New Roman"/>
          <w:sz w:val="28"/>
          <w:szCs w:val="28"/>
        </w:rPr>
        <w:t>6</w:t>
      </w:r>
      <w:r w:rsidR="00D330EB" w:rsidRPr="003451CB">
        <w:rPr>
          <w:rFonts w:ascii="Times New Roman" w:hAnsi="Times New Roman"/>
          <w:sz w:val="28"/>
          <w:szCs w:val="28"/>
        </w:rPr>
        <w:t>.10.</w:t>
      </w:r>
      <w:r w:rsidR="008E173C" w:rsidRPr="003451CB">
        <w:rPr>
          <w:rFonts w:ascii="Times New Roman" w:hAnsi="Times New Roman"/>
          <w:sz w:val="28"/>
          <w:szCs w:val="28"/>
        </w:rPr>
        <w:t>2003</w:t>
      </w:r>
      <w:r w:rsidR="00D330EB" w:rsidRPr="003451CB">
        <w:rPr>
          <w:rFonts w:ascii="Times New Roman" w:hAnsi="Times New Roman"/>
          <w:sz w:val="28"/>
          <w:szCs w:val="28"/>
        </w:rPr>
        <w:t xml:space="preserve"> № </w:t>
      </w:r>
      <w:r w:rsidR="008E173C" w:rsidRPr="003451CB">
        <w:rPr>
          <w:rFonts w:ascii="Times New Roman" w:hAnsi="Times New Roman"/>
          <w:sz w:val="28"/>
          <w:szCs w:val="28"/>
        </w:rPr>
        <w:t xml:space="preserve">131-ФЗ </w:t>
      </w:r>
      <w:r w:rsidR="00D330EB" w:rsidRPr="003451CB">
        <w:rPr>
          <w:rFonts w:ascii="Times New Roman" w:hAnsi="Times New Roman"/>
          <w:sz w:val="28"/>
          <w:szCs w:val="28"/>
        </w:rPr>
        <w:t>«</w:t>
      </w:r>
      <w:r w:rsidR="008E173C" w:rsidRPr="003451C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0EB" w:rsidRPr="003451CB">
        <w:rPr>
          <w:rFonts w:ascii="Times New Roman" w:hAnsi="Times New Roman"/>
          <w:sz w:val="28"/>
          <w:szCs w:val="28"/>
        </w:rPr>
        <w:t>»</w:t>
      </w:r>
      <w:r w:rsidR="008E173C" w:rsidRPr="003451CB">
        <w:rPr>
          <w:rFonts w:ascii="Times New Roman" w:hAnsi="Times New Roman"/>
          <w:sz w:val="28"/>
          <w:szCs w:val="28"/>
        </w:rPr>
        <w:t>,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AF050E" w:rsidRPr="003451CB">
        <w:rPr>
          <w:rFonts w:ascii="Times New Roman" w:hAnsi="Times New Roman"/>
          <w:sz w:val="28"/>
          <w:szCs w:val="28"/>
        </w:rPr>
        <w:t>законо</w:t>
      </w:r>
      <w:r w:rsidR="00F4234D" w:rsidRPr="003451CB">
        <w:rPr>
          <w:rFonts w:ascii="Times New Roman" w:hAnsi="Times New Roman"/>
          <w:sz w:val="28"/>
          <w:szCs w:val="28"/>
        </w:rPr>
        <w:t xml:space="preserve">м Самарской области от </w:t>
      </w:r>
      <w:r w:rsidR="00F4234D" w:rsidRPr="001B5992">
        <w:rPr>
          <w:rFonts w:ascii="Times New Roman" w:hAnsi="Times New Roman"/>
          <w:sz w:val="28"/>
          <w:szCs w:val="28"/>
        </w:rPr>
        <w:t>28.12.2005 №</w:t>
      </w:r>
      <w:r w:rsidR="00D330EB" w:rsidRPr="001B5992">
        <w:rPr>
          <w:rFonts w:ascii="Times New Roman" w:hAnsi="Times New Roman"/>
          <w:sz w:val="28"/>
          <w:szCs w:val="28"/>
        </w:rPr>
        <w:t> </w:t>
      </w:r>
      <w:r w:rsidR="00F4234D" w:rsidRPr="001B5992">
        <w:rPr>
          <w:rFonts w:ascii="Times New Roman" w:hAnsi="Times New Roman"/>
          <w:sz w:val="28"/>
          <w:szCs w:val="28"/>
        </w:rPr>
        <w:t>235-ГД</w:t>
      </w:r>
      <w:r w:rsidR="00F4234D" w:rsidRPr="003451CB">
        <w:rPr>
          <w:rFonts w:ascii="Times New Roman" w:hAnsi="Times New Roman"/>
          <w:sz w:val="28"/>
          <w:szCs w:val="28"/>
        </w:rPr>
        <w:t xml:space="preserve"> «О бюджетном устройстве и бюджетном процессе в Самарской области», руководствуясь </w:t>
      </w:r>
      <w:r w:rsidR="00CA45C7" w:rsidRPr="003451CB">
        <w:rPr>
          <w:rFonts w:ascii="Times New Roman" w:hAnsi="Times New Roman"/>
          <w:sz w:val="28"/>
          <w:szCs w:val="28"/>
        </w:rPr>
        <w:t xml:space="preserve">Уставом муниципального района Волжский Самарской области, Администрация муниципального района </w:t>
      </w:r>
      <w:r w:rsidR="007033BA" w:rsidRPr="003451CB">
        <w:rPr>
          <w:rFonts w:ascii="Times New Roman" w:hAnsi="Times New Roman"/>
          <w:sz w:val="28"/>
          <w:szCs w:val="28"/>
        </w:rPr>
        <w:t>Волжский Самарской области ПОСТАНОВЛЯЕТ:</w:t>
      </w:r>
    </w:p>
    <w:p w14:paraId="5099FB55" w14:textId="77777777" w:rsidR="007033BA" w:rsidRDefault="007033BA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Внести следующие изменения в муниципальную Программу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</w:t>
      </w:r>
      <w:r w:rsidR="00752C4E" w:rsidRPr="00752C4E">
        <w:rPr>
          <w:rFonts w:ascii="Times New Roman" w:hAnsi="Times New Roman"/>
          <w:sz w:val="28"/>
          <w:szCs w:val="28"/>
        </w:rPr>
        <w:t>2020-2022</w:t>
      </w:r>
      <w:r w:rsidR="00851BD2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 xml:space="preserve">годы, утвержденную постановлением Администрации муниципального района Волжский Самарской области от </w:t>
      </w:r>
      <w:r w:rsidR="00752C4E">
        <w:rPr>
          <w:rFonts w:ascii="Times New Roman" w:hAnsi="Times New Roman"/>
          <w:sz w:val="28"/>
          <w:szCs w:val="28"/>
        </w:rPr>
        <w:t>10.10.2019</w:t>
      </w:r>
      <w:r w:rsidRPr="003451CB">
        <w:rPr>
          <w:rFonts w:ascii="Times New Roman" w:hAnsi="Times New Roman"/>
          <w:sz w:val="28"/>
          <w:szCs w:val="28"/>
        </w:rPr>
        <w:t xml:space="preserve"> № </w:t>
      </w:r>
      <w:r w:rsidR="00752C4E">
        <w:rPr>
          <w:rFonts w:ascii="Times New Roman" w:hAnsi="Times New Roman"/>
          <w:sz w:val="28"/>
          <w:szCs w:val="28"/>
        </w:rPr>
        <w:t>1525</w:t>
      </w:r>
      <w:r w:rsidRPr="003451CB">
        <w:rPr>
          <w:rFonts w:ascii="Times New Roman" w:hAnsi="Times New Roman"/>
          <w:sz w:val="28"/>
          <w:szCs w:val="28"/>
        </w:rPr>
        <w:t xml:space="preserve"> (далее </w:t>
      </w:r>
      <w:r w:rsidR="00D330EB" w:rsidRPr="003451CB">
        <w:rPr>
          <w:rFonts w:ascii="Times New Roman" w:hAnsi="Times New Roman"/>
          <w:sz w:val="28"/>
          <w:szCs w:val="28"/>
        </w:rPr>
        <w:t>–</w:t>
      </w:r>
      <w:r w:rsidRPr="003451CB">
        <w:rPr>
          <w:rFonts w:ascii="Times New Roman" w:hAnsi="Times New Roman"/>
          <w:sz w:val="28"/>
          <w:szCs w:val="28"/>
        </w:rPr>
        <w:t xml:space="preserve"> муниципальная Программа):</w:t>
      </w:r>
    </w:p>
    <w:p w14:paraId="3E4BBD2D" w14:textId="77777777"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- в Паспорте муниципальной Программы раздел «Объем и источники финансирования» изложить в следующей редакции:</w:t>
      </w:r>
    </w:p>
    <w:p w14:paraId="7AA54441" w14:textId="5D4A1435" w:rsidR="00D053F2" w:rsidRPr="003451CB" w:rsidRDefault="00D053F2" w:rsidP="003608A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«Общий объем финансирования Программы составит – </w:t>
      </w:r>
      <w:r w:rsidR="003608AC" w:rsidRPr="003608AC">
        <w:rPr>
          <w:rFonts w:ascii="Times New Roman" w:hAnsi="Times New Roman"/>
          <w:sz w:val="28"/>
          <w:szCs w:val="28"/>
        </w:rPr>
        <w:t>1 749 042,97498</w:t>
      </w:r>
      <w:r w:rsidR="003608AC" w:rsidRPr="003608AC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рублей, в том числе:</w:t>
      </w:r>
    </w:p>
    <w:p w14:paraId="31387ACF" w14:textId="0CB1FA7B" w:rsidR="00D053F2" w:rsidRPr="003451CB" w:rsidRDefault="00D053F2" w:rsidP="003608A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lastRenderedPageBreak/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3608AC" w:rsidRPr="003608AC">
        <w:rPr>
          <w:rFonts w:ascii="Times New Roman" w:hAnsi="Times New Roman"/>
          <w:sz w:val="28"/>
          <w:szCs w:val="28"/>
        </w:rPr>
        <w:t>152 432,13843</w:t>
      </w:r>
      <w:r w:rsidR="003608AC" w:rsidRPr="003608AC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5ECC2127" w14:textId="6BDF3ABA" w:rsidR="00D053F2" w:rsidRPr="003451CB" w:rsidRDefault="00D053F2" w:rsidP="003608A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бюджета, в сумме </w:t>
      </w:r>
      <w:r w:rsidR="003608AC" w:rsidRPr="003608AC">
        <w:rPr>
          <w:rFonts w:ascii="Times New Roman" w:hAnsi="Times New Roman"/>
          <w:sz w:val="28"/>
          <w:szCs w:val="28"/>
        </w:rPr>
        <w:t>1 596 610,83655</w:t>
      </w:r>
      <w:r w:rsidR="002D7172" w:rsidRPr="002D7172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5820B9B8" w14:textId="77777777"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14:paraId="7A81BEE7" w14:textId="77777777"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14:paraId="5E8595CF" w14:textId="77777777"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14:paraId="45D103A3" w14:textId="02296DB9" w:rsidR="00B013A5" w:rsidRPr="00B013A5" w:rsidRDefault="00B013A5" w:rsidP="008D6653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8D6653" w:rsidRPr="008D6653">
        <w:rPr>
          <w:rFonts w:ascii="Times New Roman" w:hAnsi="Times New Roman"/>
          <w:sz w:val="28"/>
          <w:szCs w:val="28"/>
        </w:rPr>
        <w:t>45 756,930960</w:t>
      </w:r>
      <w:r w:rsidR="008D6653">
        <w:rPr>
          <w:rFonts w:ascii="Times New Roman" w:hAnsi="Times New Roman"/>
          <w:sz w:val="28"/>
          <w:szCs w:val="28"/>
        </w:rPr>
        <w:t xml:space="preserve"> </w:t>
      </w:r>
      <w:r w:rsidRPr="00B013A5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7E854B18" w14:textId="5DF35DCC" w:rsidR="0061469F" w:rsidRDefault="00C16AED" w:rsidP="002D7172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2D7172" w:rsidRPr="002D7172">
        <w:rPr>
          <w:rFonts w:ascii="Times New Roman" w:hAnsi="Times New Roman"/>
          <w:sz w:val="28"/>
          <w:szCs w:val="28"/>
        </w:rPr>
        <w:t>457 848,79217</w:t>
      </w:r>
      <w:r w:rsidR="002D7172" w:rsidRPr="00341673">
        <w:rPr>
          <w:rFonts w:ascii="Times New Roman" w:hAnsi="Times New Roman"/>
          <w:sz w:val="28"/>
          <w:szCs w:val="28"/>
        </w:rPr>
        <w:t xml:space="preserve"> </w:t>
      </w:r>
      <w:r w:rsidRPr="00C16AED">
        <w:rPr>
          <w:rFonts w:ascii="Times New Roman" w:hAnsi="Times New Roman"/>
          <w:sz w:val="28"/>
          <w:szCs w:val="28"/>
        </w:rPr>
        <w:t>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 w:rsidR="00D84BEE">
        <w:rPr>
          <w:rFonts w:ascii="Times New Roman" w:hAnsi="Times New Roman"/>
          <w:sz w:val="28"/>
          <w:szCs w:val="28"/>
        </w:rPr>
        <w:t>;</w:t>
      </w:r>
    </w:p>
    <w:p w14:paraId="5A9ED17A" w14:textId="440DECEB" w:rsidR="00D84BEE" w:rsidRPr="0061469F" w:rsidRDefault="00D84BEE" w:rsidP="003608A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3608AC" w:rsidRPr="003608AC">
        <w:rPr>
          <w:rFonts w:ascii="Times New Roman" w:hAnsi="Times New Roman"/>
          <w:sz w:val="28"/>
          <w:szCs w:val="28"/>
        </w:rPr>
        <w:t>17 092,18729</w:t>
      </w:r>
      <w:r w:rsidR="003608AC" w:rsidRPr="003608AC">
        <w:rPr>
          <w:rFonts w:ascii="Times New Roman" w:hAnsi="Times New Roman"/>
          <w:sz w:val="28"/>
          <w:szCs w:val="28"/>
        </w:rPr>
        <w:t xml:space="preserve"> </w:t>
      </w:r>
      <w:r w:rsidRPr="0061469F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19D7159B" w14:textId="00C0F4A3" w:rsidR="00D84BEE" w:rsidRDefault="00D84BEE" w:rsidP="003608A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3608AC" w:rsidRPr="003608AC">
        <w:rPr>
          <w:rFonts w:ascii="Times New Roman" w:hAnsi="Times New Roman"/>
          <w:sz w:val="28"/>
          <w:szCs w:val="28"/>
        </w:rPr>
        <w:t>30 142,38000</w:t>
      </w:r>
      <w:r w:rsidR="003608AC" w:rsidRPr="003608AC">
        <w:rPr>
          <w:rFonts w:ascii="Times New Roman" w:hAnsi="Times New Roman"/>
          <w:sz w:val="28"/>
          <w:szCs w:val="28"/>
        </w:rPr>
        <w:t xml:space="preserve"> </w:t>
      </w:r>
      <w:r w:rsidRPr="0061469F">
        <w:rPr>
          <w:rFonts w:ascii="Times New Roman" w:hAnsi="Times New Roman"/>
          <w:sz w:val="28"/>
          <w:szCs w:val="28"/>
        </w:rPr>
        <w:t xml:space="preserve">тыс. рублей </w:t>
      </w:r>
      <w:r w:rsidR="002F56C6" w:rsidRPr="0061469F">
        <w:rPr>
          <w:rFonts w:ascii="Times New Roman" w:hAnsi="Times New Roman"/>
          <w:sz w:val="28"/>
          <w:szCs w:val="28"/>
        </w:rPr>
        <w:t>за счет</w:t>
      </w:r>
      <w:r w:rsidRPr="0061469F">
        <w:rPr>
          <w:rFonts w:ascii="Times New Roman" w:hAnsi="Times New Roman"/>
          <w:sz w:val="28"/>
          <w:szCs w:val="28"/>
        </w:rPr>
        <w:t xml:space="preserve">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14:paraId="6B649E71" w14:textId="6ADDCF96" w:rsidR="00D053F2" w:rsidRPr="001106AD" w:rsidRDefault="00D053F2" w:rsidP="0021341C">
      <w:pPr>
        <w:pStyle w:val="ConsNormal"/>
        <w:widowControl/>
        <w:spacing w:line="336" w:lineRule="auto"/>
        <w:ind w:right="0" w:firstLine="426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раздел муниципальной Программы «Источники финансирования </w:t>
      </w:r>
      <w:r w:rsidRPr="001106AD">
        <w:rPr>
          <w:rFonts w:ascii="Times New Roman" w:hAnsi="Times New Roman"/>
          <w:color w:val="000000" w:themeColor="text1"/>
          <w:sz w:val="28"/>
          <w:szCs w:val="28"/>
        </w:rPr>
        <w:t>Программы</w:t>
      </w:r>
      <w:r w:rsidR="00341673">
        <w:rPr>
          <w:rFonts w:ascii="Times New Roman" w:hAnsi="Times New Roman"/>
          <w:color w:val="000000" w:themeColor="text1"/>
          <w:sz w:val="28"/>
          <w:szCs w:val="28"/>
        </w:rPr>
        <w:t>» изложить в следующей редакции</w:t>
      </w:r>
      <w:r w:rsidR="005D27B9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14:paraId="0E1F4BAA" w14:textId="77777777" w:rsidR="00D053F2" w:rsidRPr="001106AD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06AD">
        <w:rPr>
          <w:rFonts w:ascii="Times New Roman" w:hAnsi="Times New Roman"/>
          <w:color w:val="000000" w:themeColor="text1"/>
          <w:sz w:val="28"/>
          <w:szCs w:val="28"/>
        </w:rPr>
        <w:t xml:space="preserve">«Мероприятия Программы финансируются за счёт средств бюджета муниципального района Волжский (за исключением средств областного </w:t>
      </w:r>
      <w:r w:rsidRPr="001106AD">
        <w:rPr>
          <w:rFonts w:ascii="Times New Roman" w:hAnsi="Times New Roman"/>
          <w:color w:val="000000" w:themeColor="text1"/>
          <w:sz w:val="28"/>
          <w:szCs w:val="28"/>
        </w:rPr>
        <w:lastRenderedPageBreak/>
        <w:t>бюджета, формируемого в том числе за счет средств федерального бюджета), предусмотренных Решением Собрания Представителей Волжского района о бюджете муниципального района на соответствующий финансовый год, в порядке, установленном бюджетным законодательством и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бюджета.</w:t>
      </w:r>
    </w:p>
    <w:p w14:paraId="61A680E9" w14:textId="03FACF38" w:rsidR="00D053F2" w:rsidRDefault="00D053F2" w:rsidP="003608A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 </w:t>
      </w:r>
      <w:r w:rsidR="005F73BE" w:rsidRPr="003451CB">
        <w:rPr>
          <w:rFonts w:ascii="Times New Roman" w:hAnsi="Times New Roman"/>
          <w:sz w:val="28"/>
          <w:szCs w:val="28"/>
        </w:rPr>
        <w:t xml:space="preserve">– </w:t>
      </w:r>
      <w:r w:rsidR="003608AC" w:rsidRPr="003608AC">
        <w:rPr>
          <w:rFonts w:ascii="Times New Roman" w:hAnsi="Times New Roman"/>
          <w:sz w:val="28"/>
          <w:szCs w:val="28"/>
        </w:rPr>
        <w:t>1 749 042,97498</w:t>
      </w:r>
      <w:r w:rsidR="003608AC" w:rsidRPr="003608AC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рублей, в том числе:</w:t>
      </w:r>
    </w:p>
    <w:p w14:paraId="4BAC67C6" w14:textId="4B2F5019" w:rsidR="00E71347" w:rsidRPr="003451CB" w:rsidRDefault="00E71347" w:rsidP="003608A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3608AC" w:rsidRPr="003608AC">
        <w:rPr>
          <w:rFonts w:ascii="Times New Roman" w:hAnsi="Times New Roman"/>
          <w:sz w:val="28"/>
          <w:szCs w:val="28"/>
        </w:rPr>
        <w:t>152 432,13843</w:t>
      </w:r>
      <w:r w:rsidR="003608AC" w:rsidRPr="003608AC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3015FDCF" w14:textId="2ED28DC9" w:rsidR="00E71347" w:rsidRPr="003451CB" w:rsidRDefault="00E71347" w:rsidP="003608A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</w:t>
      </w:r>
      <w:r w:rsidR="006E2927">
        <w:rPr>
          <w:rFonts w:ascii="Times New Roman" w:hAnsi="Times New Roman"/>
          <w:sz w:val="28"/>
          <w:szCs w:val="28"/>
        </w:rPr>
        <w:t xml:space="preserve">ого бюджета, формируемого в том </w:t>
      </w:r>
      <w:r w:rsidRPr="003451CB">
        <w:rPr>
          <w:rFonts w:ascii="Times New Roman" w:hAnsi="Times New Roman"/>
          <w:sz w:val="28"/>
          <w:szCs w:val="28"/>
        </w:rPr>
        <w:t xml:space="preserve">числе за счет средств федерального бюджета, в сумме </w:t>
      </w:r>
      <w:r w:rsidR="003608AC" w:rsidRPr="003608AC">
        <w:rPr>
          <w:rFonts w:ascii="Times New Roman" w:hAnsi="Times New Roman"/>
          <w:sz w:val="28"/>
          <w:szCs w:val="28"/>
        </w:rPr>
        <w:t>1 596 610,83655</w:t>
      </w:r>
      <w:r w:rsidR="005C12E7" w:rsidRPr="005C12E7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14:paraId="56B6B0BC" w14:textId="77777777" w:rsidR="00E71347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14:paraId="39A70187" w14:textId="77777777" w:rsidR="00E71347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14:paraId="56F25ABA" w14:textId="77777777" w:rsidR="00E71347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14:paraId="2A8F84BD" w14:textId="64572AFB" w:rsidR="00E71347" w:rsidRPr="00B013A5" w:rsidRDefault="00E71347" w:rsidP="008D6653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8D6653" w:rsidRPr="008D6653">
        <w:rPr>
          <w:rFonts w:ascii="Times New Roman" w:hAnsi="Times New Roman"/>
          <w:sz w:val="28"/>
          <w:szCs w:val="28"/>
        </w:rPr>
        <w:t>45 756,930960</w:t>
      </w:r>
      <w:r w:rsidR="008D6653">
        <w:rPr>
          <w:rFonts w:ascii="Times New Roman" w:hAnsi="Times New Roman"/>
          <w:sz w:val="28"/>
          <w:szCs w:val="28"/>
        </w:rPr>
        <w:t xml:space="preserve"> </w:t>
      </w:r>
      <w:r w:rsidRPr="00B013A5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5EE4011A" w14:textId="26236D8B" w:rsidR="0061469F" w:rsidRDefault="00E71347" w:rsidP="00E71347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5D27B9">
        <w:rPr>
          <w:rFonts w:ascii="Times New Roman" w:hAnsi="Times New Roman"/>
          <w:sz w:val="28"/>
          <w:szCs w:val="28"/>
        </w:rPr>
        <w:t>457 848,79217</w:t>
      </w:r>
      <w:r w:rsidRPr="00C16AED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14:paraId="6C0B365B" w14:textId="3845857A" w:rsidR="0061469F" w:rsidRPr="0061469F" w:rsidRDefault="0061469F" w:rsidP="003608A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3608AC" w:rsidRPr="003608AC">
        <w:rPr>
          <w:rFonts w:ascii="Times New Roman" w:hAnsi="Times New Roman"/>
          <w:sz w:val="28"/>
          <w:szCs w:val="28"/>
        </w:rPr>
        <w:t>17 092,18729</w:t>
      </w:r>
      <w:r w:rsidR="003608AC" w:rsidRPr="003608AC">
        <w:rPr>
          <w:rFonts w:ascii="Times New Roman" w:hAnsi="Times New Roman"/>
          <w:sz w:val="28"/>
          <w:szCs w:val="28"/>
        </w:rPr>
        <w:t xml:space="preserve"> </w:t>
      </w:r>
      <w:r w:rsidRPr="0061469F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14:paraId="65EA3A32" w14:textId="4A54325D" w:rsidR="00E71347" w:rsidRPr="00E8085F" w:rsidRDefault="0061469F" w:rsidP="003608A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3608AC" w:rsidRPr="003608AC">
        <w:rPr>
          <w:rFonts w:ascii="Times New Roman" w:hAnsi="Times New Roman"/>
          <w:sz w:val="28"/>
          <w:szCs w:val="28"/>
        </w:rPr>
        <w:t>30 142,38000</w:t>
      </w:r>
      <w:r w:rsidR="003608AC" w:rsidRPr="003608AC">
        <w:rPr>
          <w:rFonts w:ascii="Times New Roman" w:hAnsi="Times New Roman"/>
          <w:sz w:val="28"/>
          <w:szCs w:val="28"/>
        </w:rPr>
        <w:t xml:space="preserve"> </w:t>
      </w:r>
      <w:r w:rsidRPr="0061469F">
        <w:rPr>
          <w:rFonts w:ascii="Times New Roman" w:hAnsi="Times New Roman"/>
          <w:sz w:val="28"/>
          <w:szCs w:val="28"/>
        </w:rPr>
        <w:t>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14:paraId="65C77CCF" w14:textId="2FDF9028" w:rsidR="006D3E46" w:rsidRPr="00091ACB" w:rsidRDefault="007033BA" w:rsidP="00224E50">
      <w:pPr>
        <w:pStyle w:val="a5"/>
        <w:spacing w:after="0" w:line="336" w:lineRule="auto"/>
        <w:ind w:left="0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</w:t>
      </w:r>
      <w:r w:rsidR="006F5931" w:rsidRPr="003451CB">
        <w:rPr>
          <w:rFonts w:ascii="Times New Roman" w:hAnsi="Times New Roman"/>
          <w:sz w:val="28"/>
          <w:szCs w:val="28"/>
        </w:rPr>
        <w:t>в</w:t>
      </w:r>
      <w:r w:rsidR="005B5F8A" w:rsidRPr="003451CB">
        <w:rPr>
          <w:rFonts w:ascii="Times New Roman" w:hAnsi="Times New Roman"/>
          <w:sz w:val="28"/>
          <w:szCs w:val="28"/>
        </w:rPr>
        <w:t xml:space="preserve"> приложении 2 «Перечень мероприятий муниципальной Программы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20</w:t>
      </w:r>
      <w:r w:rsidR="002C4310">
        <w:rPr>
          <w:rFonts w:ascii="Times New Roman" w:hAnsi="Times New Roman"/>
          <w:sz w:val="28"/>
          <w:szCs w:val="28"/>
        </w:rPr>
        <w:t>20</w:t>
      </w:r>
      <w:r w:rsidR="005B5F8A" w:rsidRPr="003451CB">
        <w:rPr>
          <w:rFonts w:ascii="Times New Roman" w:hAnsi="Times New Roman"/>
          <w:sz w:val="28"/>
          <w:szCs w:val="28"/>
        </w:rPr>
        <w:t>-20</w:t>
      </w:r>
      <w:r w:rsidR="002C4310">
        <w:rPr>
          <w:rFonts w:ascii="Times New Roman" w:hAnsi="Times New Roman"/>
          <w:sz w:val="28"/>
          <w:szCs w:val="28"/>
        </w:rPr>
        <w:t>22</w:t>
      </w:r>
      <w:r w:rsidR="005B5F8A" w:rsidRPr="003451CB">
        <w:rPr>
          <w:rFonts w:ascii="Times New Roman" w:hAnsi="Times New Roman"/>
          <w:sz w:val="28"/>
          <w:szCs w:val="28"/>
        </w:rPr>
        <w:t xml:space="preserve"> годы» к муниципальной</w:t>
      </w:r>
      <w:r w:rsidR="00B1598D" w:rsidRPr="003451CB">
        <w:rPr>
          <w:rFonts w:ascii="Times New Roman" w:hAnsi="Times New Roman"/>
          <w:sz w:val="28"/>
          <w:szCs w:val="28"/>
        </w:rPr>
        <w:t xml:space="preserve"> Программе </w:t>
      </w:r>
      <w:r w:rsidR="005F73BE" w:rsidRPr="003451CB">
        <w:rPr>
          <w:rFonts w:ascii="Times New Roman" w:hAnsi="Times New Roman"/>
          <w:sz w:val="28"/>
          <w:szCs w:val="28"/>
        </w:rPr>
        <w:t>мероприятия</w:t>
      </w:r>
      <w:r w:rsidR="005F73BE">
        <w:rPr>
          <w:rFonts w:ascii="Times New Roman" w:hAnsi="Times New Roman"/>
          <w:sz w:val="28"/>
          <w:szCs w:val="28"/>
        </w:rPr>
        <w:t xml:space="preserve"> </w:t>
      </w:r>
      <w:r w:rsidR="003608AC" w:rsidRPr="003608AC">
        <w:rPr>
          <w:rFonts w:ascii="Times New Roman" w:hAnsi="Times New Roman"/>
          <w:sz w:val="28"/>
          <w:szCs w:val="28"/>
        </w:rPr>
        <w:t>1</w:t>
      </w:r>
      <w:r w:rsidR="003608AC">
        <w:rPr>
          <w:rFonts w:ascii="Times New Roman" w:hAnsi="Times New Roman"/>
          <w:sz w:val="28"/>
          <w:szCs w:val="28"/>
        </w:rPr>
        <w:t xml:space="preserve">.5, 1.5.3, </w:t>
      </w:r>
      <w:r w:rsidR="005C12E7">
        <w:rPr>
          <w:rFonts w:ascii="Times New Roman" w:hAnsi="Times New Roman"/>
          <w:sz w:val="28"/>
          <w:szCs w:val="28"/>
        </w:rPr>
        <w:t xml:space="preserve">, 3.1, 3.1.1, 3.6, 3.6.1, </w:t>
      </w:r>
      <w:r w:rsidR="00B25521">
        <w:rPr>
          <w:rFonts w:ascii="Times New Roman" w:hAnsi="Times New Roman"/>
          <w:sz w:val="28"/>
          <w:szCs w:val="28"/>
        </w:rPr>
        <w:t>3.14, 3.14.1, 3.14.2,</w:t>
      </w:r>
      <w:r w:rsidR="00E8085F">
        <w:rPr>
          <w:rFonts w:ascii="Times New Roman" w:hAnsi="Times New Roman"/>
          <w:sz w:val="28"/>
          <w:szCs w:val="28"/>
        </w:rPr>
        <w:t xml:space="preserve"> </w:t>
      </w:r>
      <w:r w:rsidR="00EF0EE2" w:rsidRPr="003451CB">
        <w:rPr>
          <w:rFonts w:ascii="Times New Roman" w:hAnsi="Times New Roman"/>
          <w:sz w:val="28"/>
          <w:szCs w:val="28"/>
        </w:rPr>
        <w:t>строки</w:t>
      </w:r>
      <w:r w:rsidR="00B20068">
        <w:rPr>
          <w:rFonts w:ascii="Times New Roman" w:hAnsi="Times New Roman"/>
          <w:sz w:val="28"/>
          <w:szCs w:val="28"/>
        </w:rPr>
        <w:t xml:space="preserve"> «Всего по разделу 1-2</w:t>
      </w:r>
      <w:r w:rsidR="008C6C28" w:rsidRPr="008C6C28">
        <w:rPr>
          <w:rFonts w:ascii="Times New Roman" w:hAnsi="Times New Roman"/>
          <w:sz w:val="28"/>
          <w:szCs w:val="28"/>
        </w:rPr>
        <w:t xml:space="preserve">», </w:t>
      </w:r>
      <w:r w:rsidR="00B25521" w:rsidRPr="00B25521">
        <w:rPr>
          <w:rFonts w:ascii="Times New Roman" w:hAnsi="Times New Roman"/>
          <w:sz w:val="28"/>
          <w:szCs w:val="28"/>
        </w:rPr>
        <w:t xml:space="preserve">«Всего по разделу 3», </w:t>
      </w:r>
      <w:r w:rsidR="00D053F2" w:rsidRPr="00D053F2">
        <w:rPr>
          <w:rFonts w:ascii="Times New Roman" w:hAnsi="Times New Roman"/>
          <w:sz w:val="28"/>
          <w:szCs w:val="28"/>
        </w:rPr>
        <w:t xml:space="preserve">«Всего </w:t>
      </w:r>
      <w:r w:rsidR="00D053F2" w:rsidRPr="00091ACB">
        <w:rPr>
          <w:rFonts w:ascii="Times New Roman" w:hAnsi="Times New Roman"/>
          <w:sz w:val="28"/>
          <w:szCs w:val="28"/>
        </w:rPr>
        <w:t xml:space="preserve">по программе» </w:t>
      </w:r>
      <w:r w:rsidR="00C87E6F" w:rsidRPr="00091ACB">
        <w:rPr>
          <w:rFonts w:ascii="Times New Roman" w:hAnsi="Times New Roman"/>
          <w:sz w:val="28"/>
          <w:szCs w:val="28"/>
        </w:rPr>
        <w:t>изложить</w:t>
      </w:r>
      <w:r w:rsidR="005B5F8A" w:rsidRPr="00091ACB">
        <w:rPr>
          <w:rFonts w:ascii="Times New Roman" w:hAnsi="Times New Roman"/>
          <w:sz w:val="28"/>
          <w:szCs w:val="28"/>
        </w:rPr>
        <w:t xml:space="preserve"> в редакции согласно </w:t>
      </w:r>
      <w:r w:rsidR="001F3C67" w:rsidRPr="00091ACB">
        <w:rPr>
          <w:rFonts w:ascii="Times New Roman" w:hAnsi="Times New Roman"/>
          <w:sz w:val="28"/>
          <w:szCs w:val="28"/>
        </w:rPr>
        <w:t>приложению</w:t>
      </w:r>
      <w:r w:rsidR="00EF0EE2" w:rsidRPr="00091AC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310BF993" w14:textId="77777777" w:rsidR="00091ACB" w:rsidRPr="00091ACB" w:rsidRDefault="00091ACB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районной газете «Волжская новь» и на официальном сайте Администрации муниципального района Волжский Самарской области (</w:t>
      </w:r>
      <w:hyperlink r:id="rId9" w:history="1">
        <w:r w:rsidR="00250FCF" w:rsidRPr="00F93166">
          <w:rPr>
            <w:rStyle w:val="ac"/>
            <w:rFonts w:ascii="Times New Roman" w:eastAsia="Times New Roman" w:hAnsi="Times New Roman"/>
            <w:sz w:val="28"/>
            <w:szCs w:val="28"/>
            <w:lang w:eastAsia="ru-RU"/>
          </w:rPr>
          <w:t>http://v-adm63.ru/</w:t>
        </w:r>
      </w:hyperlink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14:paraId="33725737" w14:textId="77777777" w:rsidR="006D3E46" w:rsidRPr="006D3E46" w:rsidRDefault="006D3E46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ACB">
        <w:rPr>
          <w:rFonts w:ascii="Times New Roman" w:hAnsi="Times New Roman"/>
          <w:sz w:val="28"/>
          <w:szCs w:val="28"/>
        </w:rPr>
        <w:t>Настоящее постановление</w:t>
      </w:r>
      <w:r w:rsidRPr="006D3E46">
        <w:rPr>
          <w:rFonts w:ascii="Times New Roman" w:hAnsi="Times New Roman"/>
          <w:sz w:val="28"/>
          <w:szCs w:val="28"/>
        </w:rPr>
        <w:t xml:space="preserve"> вступает в силу со дня официального опубликования.</w:t>
      </w:r>
    </w:p>
    <w:p w14:paraId="4488B884" w14:textId="77777777" w:rsidR="009F6175" w:rsidRPr="003451CB" w:rsidRDefault="009F6175" w:rsidP="0021341C">
      <w:pPr>
        <w:pStyle w:val="a5"/>
        <w:numPr>
          <w:ilvl w:val="0"/>
          <w:numId w:val="10"/>
        </w:numPr>
        <w:spacing w:after="0" w:line="336" w:lineRule="auto"/>
        <w:ind w:left="0" w:right="-31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</w:t>
      </w:r>
      <w:r w:rsidR="00E77A83">
        <w:rPr>
          <w:rFonts w:ascii="Times New Roman" w:hAnsi="Times New Roman"/>
          <w:sz w:val="28"/>
          <w:szCs w:val="28"/>
        </w:rPr>
        <w:t>возложить на заместителя Главы</w:t>
      </w:r>
      <w:r w:rsidR="00E77A83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77A83">
        <w:rPr>
          <w:rFonts w:ascii="Times New Roman" w:hAnsi="Times New Roman"/>
          <w:sz w:val="28"/>
          <w:szCs w:val="28"/>
        </w:rPr>
        <w:t xml:space="preserve"> Н.Ю.Корякину</w:t>
      </w:r>
      <w:r w:rsidRPr="003451CB">
        <w:rPr>
          <w:rFonts w:ascii="Times New Roman" w:hAnsi="Times New Roman"/>
          <w:sz w:val="28"/>
          <w:szCs w:val="28"/>
        </w:rPr>
        <w:t>.</w:t>
      </w:r>
    </w:p>
    <w:p w14:paraId="4C1B6A22" w14:textId="77777777" w:rsidR="00C8332A" w:rsidRDefault="00C8332A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2C36D72" w14:textId="77777777"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E4A991D" w14:textId="77777777" w:rsidR="00D84BEE" w:rsidRPr="003451CB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EE0BA2F" w14:textId="167EA15B" w:rsidR="009F6175" w:rsidRPr="003451CB" w:rsidRDefault="008C6C28" w:rsidP="009F61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166ED">
        <w:rPr>
          <w:rFonts w:ascii="Times New Roman" w:hAnsi="Times New Roman"/>
          <w:sz w:val="28"/>
          <w:szCs w:val="28"/>
        </w:rPr>
        <w:t>а</w:t>
      </w:r>
      <w:r w:rsidR="009F6175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E31AA">
        <w:rPr>
          <w:rFonts w:ascii="Times New Roman" w:hAnsi="Times New Roman"/>
          <w:sz w:val="28"/>
          <w:szCs w:val="28"/>
        </w:rPr>
        <w:tab/>
      </w:r>
      <w:r w:rsidR="003A0554">
        <w:rPr>
          <w:rFonts w:ascii="Times New Roman" w:hAnsi="Times New Roman"/>
          <w:sz w:val="28"/>
          <w:szCs w:val="28"/>
        </w:rPr>
        <w:tab/>
      </w:r>
      <w:r w:rsidR="003A0554">
        <w:rPr>
          <w:rFonts w:ascii="Times New Roman" w:hAnsi="Times New Roman"/>
          <w:sz w:val="28"/>
          <w:szCs w:val="28"/>
        </w:rPr>
        <w:tab/>
      </w:r>
      <w:r w:rsidR="00E166ED">
        <w:rPr>
          <w:rFonts w:ascii="Times New Roman" w:hAnsi="Times New Roman"/>
          <w:sz w:val="28"/>
          <w:szCs w:val="28"/>
        </w:rPr>
        <w:t xml:space="preserve">         </w:t>
      </w:r>
      <w:r w:rsidR="003A0554">
        <w:rPr>
          <w:rFonts w:ascii="Times New Roman" w:hAnsi="Times New Roman"/>
          <w:sz w:val="28"/>
          <w:szCs w:val="28"/>
        </w:rPr>
        <w:t xml:space="preserve"> </w:t>
      </w:r>
      <w:r w:rsidR="00E166ED">
        <w:rPr>
          <w:rFonts w:ascii="Times New Roman" w:hAnsi="Times New Roman"/>
          <w:sz w:val="28"/>
          <w:szCs w:val="28"/>
        </w:rPr>
        <w:t>Е.А.Макридин</w:t>
      </w:r>
    </w:p>
    <w:p w14:paraId="0E539650" w14:textId="77777777"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7BA2AA5" w14:textId="77777777"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C02BC87" w14:textId="77777777"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00776EA" w14:textId="77777777" w:rsidR="00515F7B" w:rsidRPr="009F6175" w:rsidRDefault="0061615F" w:rsidP="005B5F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Каменская</w:t>
      </w:r>
      <w:r w:rsidR="0075429D">
        <w:rPr>
          <w:rFonts w:ascii="Times New Roman" w:hAnsi="Times New Roman"/>
          <w:sz w:val="28"/>
          <w:szCs w:val="28"/>
        </w:rPr>
        <w:t xml:space="preserve"> </w:t>
      </w:r>
      <w:r w:rsidRPr="0061615F">
        <w:rPr>
          <w:rFonts w:ascii="Times New Roman" w:hAnsi="Times New Roman"/>
          <w:sz w:val="28"/>
          <w:szCs w:val="28"/>
        </w:rPr>
        <w:t>203775</w:t>
      </w:r>
      <w:r w:rsidR="00250FCF">
        <w:rPr>
          <w:rFonts w:ascii="Times New Roman" w:hAnsi="Times New Roman"/>
          <w:sz w:val="28"/>
          <w:szCs w:val="28"/>
        </w:rPr>
        <w:t>8 доб. 236</w:t>
      </w:r>
    </w:p>
    <w:sectPr w:rsidR="00515F7B" w:rsidRPr="009F6175" w:rsidSect="0042185D">
      <w:headerReference w:type="default" r:id="rId10"/>
      <w:headerReference w:type="first" r:id="rId11"/>
      <w:pgSz w:w="11906" w:h="16838"/>
      <w:pgMar w:top="993" w:right="737" w:bottom="709" w:left="1588" w:header="135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C9D10" w14:textId="77777777" w:rsidR="005C1517" w:rsidRDefault="005C1517" w:rsidP="002306FB">
      <w:pPr>
        <w:spacing w:after="0" w:line="240" w:lineRule="auto"/>
      </w:pPr>
      <w:r>
        <w:separator/>
      </w:r>
    </w:p>
  </w:endnote>
  <w:endnote w:type="continuationSeparator" w:id="0">
    <w:p w14:paraId="342A0ABE" w14:textId="77777777" w:rsidR="005C1517" w:rsidRDefault="005C1517" w:rsidP="0023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BB49F" w14:textId="77777777" w:rsidR="005C1517" w:rsidRDefault="005C1517" w:rsidP="002306FB">
      <w:pPr>
        <w:spacing w:after="0" w:line="240" w:lineRule="auto"/>
      </w:pPr>
      <w:r>
        <w:separator/>
      </w:r>
    </w:p>
  </w:footnote>
  <w:footnote w:type="continuationSeparator" w:id="0">
    <w:p w14:paraId="2CF3D568" w14:textId="77777777" w:rsidR="005C1517" w:rsidRDefault="005C1517" w:rsidP="0023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406922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D7AB64D" w14:textId="3ED06E1D" w:rsidR="002306FB" w:rsidRPr="00C9451B" w:rsidRDefault="00DE4C6E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C9451B">
          <w:rPr>
            <w:rFonts w:ascii="Times New Roman" w:hAnsi="Times New Roman"/>
            <w:sz w:val="28"/>
            <w:szCs w:val="28"/>
          </w:rPr>
          <w:fldChar w:fldCharType="begin"/>
        </w:r>
        <w:r w:rsidR="002306FB" w:rsidRPr="00C9451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9451B">
          <w:rPr>
            <w:rFonts w:ascii="Times New Roman" w:hAnsi="Times New Roman"/>
            <w:sz w:val="28"/>
            <w:szCs w:val="28"/>
          </w:rPr>
          <w:fldChar w:fldCharType="separate"/>
        </w:r>
        <w:r w:rsidR="006E2927">
          <w:rPr>
            <w:rFonts w:ascii="Times New Roman" w:hAnsi="Times New Roman"/>
            <w:noProof/>
            <w:sz w:val="28"/>
            <w:szCs w:val="28"/>
          </w:rPr>
          <w:t>2</w:t>
        </w:r>
        <w:r w:rsidRPr="00C9451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7B0645E" w14:textId="77777777" w:rsidR="002306FB" w:rsidRDefault="002306F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87A28" w14:textId="77777777" w:rsidR="002306FB" w:rsidRDefault="002306FB">
    <w:pPr>
      <w:pStyle w:val="a8"/>
      <w:jc w:val="center"/>
    </w:pPr>
  </w:p>
  <w:p w14:paraId="105324FB" w14:textId="77777777" w:rsidR="002306FB" w:rsidRDefault="002306F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12590"/>
    <w:multiLevelType w:val="multilevel"/>
    <w:tmpl w:val="9FBEC1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51F6F7D"/>
    <w:multiLevelType w:val="hybridMultilevel"/>
    <w:tmpl w:val="4FC6CACA"/>
    <w:lvl w:ilvl="0" w:tplc="8DEAABC0">
      <w:start w:val="2013"/>
      <w:numFmt w:val="decimal"/>
      <w:lvlText w:val="%1"/>
      <w:lvlJc w:val="left"/>
      <w:pPr>
        <w:ind w:left="12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17D04CCD"/>
    <w:multiLevelType w:val="hybridMultilevel"/>
    <w:tmpl w:val="94807B60"/>
    <w:lvl w:ilvl="0" w:tplc="BA6437F8">
      <w:start w:val="201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804ACC"/>
    <w:multiLevelType w:val="hybridMultilevel"/>
    <w:tmpl w:val="E0C6B170"/>
    <w:lvl w:ilvl="0" w:tplc="99C6A732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7519DF"/>
    <w:multiLevelType w:val="hybridMultilevel"/>
    <w:tmpl w:val="2F620A72"/>
    <w:lvl w:ilvl="0" w:tplc="7DAEDD08">
      <w:start w:val="201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D2626B"/>
    <w:multiLevelType w:val="multilevel"/>
    <w:tmpl w:val="3E5E2D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6" w15:restartNumberingAfterBreak="0">
    <w:nsid w:val="51D40075"/>
    <w:multiLevelType w:val="hybridMultilevel"/>
    <w:tmpl w:val="EA848954"/>
    <w:lvl w:ilvl="0" w:tplc="D4BA5B3E">
      <w:start w:val="2011"/>
      <w:numFmt w:val="decimal"/>
      <w:lvlText w:val="%1"/>
      <w:lvlJc w:val="left"/>
      <w:pPr>
        <w:ind w:left="19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7" w15:restartNumberingAfterBreak="0">
    <w:nsid w:val="52C47F82"/>
    <w:multiLevelType w:val="hybridMultilevel"/>
    <w:tmpl w:val="D390E244"/>
    <w:lvl w:ilvl="0" w:tplc="66EE5986">
      <w:start w:val="2011"/>
      <w:numFmt w:val="decimal"/>
      <w:lvlText w:val="%1"/>
      <w:lvlJc w:val="left"/>
      <w:pPr>
        <w:ind w:left="25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8" w15:restartNumberingAfterBreak="0">
    <w:nsid w:val="552D6670"/>
    <w:multiLevelType w:val="hybridMultilevel"/>
    <w:tmpl w:val="8AF2D614"/>
    <w:lvl w:ilvl="0" w:tplc="35008B90">
      <w:start w:val="201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4C23B2A"/>
    <w:multiLevelType w:val="hybridMultilevel"/>
    <w:tmpl w:val="0434BD26"/>
    <w:lvl w:ilvl="0" w:tplc="1F6CF96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3474C3B"/>
    <w:multiLevelType w:val="hybridMultilevel"/>
    <w:tmpl w:val="2B96678C"/>
    <w:lvl w:ilvl="0" w:tplc="B336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794D474B"/>
    <w:multiLevelType w:val="hybridMultilevel"/>
    <w:tmpl w:val="9F1EBF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5C4"/>
    <w:rsid w:val="00000736"/>
    <w:rsid w:val="000013D5"/>
    <w:rsid w:val="000015BD"/>
    <w:rsid w:val="00004F53"/>
    <w:rsid w:val="00005CC3"/>
    <w:rsid w:val="00005CD8"/>
    <w:rsid w:val="00005E7C"/>
    <w:rsid w:val="00007B23"/>
    <w:rsid w:val="000119C4"/>
    <w:rsid w:val="00011B93"/>
    <w:rsid w:val="00015278"/>
    <w:rsid w:val="000207A0"/>
    <w:rsid w:val="00020DF6"/>
    <w:rsid w:val="00032E1A"/>
    <w:rsid w:val="00033AD1"/>
    <w:rsid w:val="0003419C"/>
    <w:rsid w:val="00043499"/>
    <w:rsid w:val="00045B32"/>
    <w:rsid w:val="00045CB9"/>
    <w:rsid w:val="00047F5C"/>
    <w:rsid w:val="00052753"/>
    <w:rsid w:val="00055FB3"/>
    <w:rsid w:val="0006333E"/>
    <w:rsid w:val="000708D1"/>
    <w:rsid w:val="00070F38"/>
    <w:rsid w:val="00075D30"/>
    <w:rsid w:val="000819F1"/>
    <w:rsid w:val="00091ACB"/>
    <w:rsid w:val="00096548"/>
    <w:rsid w:val="000A1845"/>
    <w:rsid w:val="000A5290"/>
    <w:rsid w:val="000B1E92"/>
    <w:rsid w:val="000B507F"/>
    <w:rsid w:val="000C4D4E"/>
    <w:rsid w:val="000D1E22"/>
    <w:rsid w:val="000D36BC"/>
    <w:rsid w:val="000D4294"/>
    <w:rsid w:val="000D4300"/>
    <w:rsid w:val="000F289D"/>
    <w:rsid w:val="000F6C97"/>
    <w:rsid w:val="00103EEE"/>
    <w:rsid w:val="00106455"/>
    <w:rsid w:val="001106AD"/>
    <w:rsid w:val="001139A4"/>
    <w:rsid w:val="0011761F"/>
    <w:rsid w:val="00117E9A"/>
    <w:rsid w:val="001203D6"/>
    <w:rsid w:val="00120400"/>
    <w:rsid w:val="001274E8"/>
    <w:rsid w:val="00134A4B"/>
    <w:rsid w:val="00135378"/>
    <w:rsid w:val="001358C6"/>
    <w:rsid w:val="0014062D"/>
    <w:rsid w:val="00142306"/>
    <w:rsid w:val="00144F64"/>
    <w:rsid w:val="00152DE1"/>
    <w:rsid w:val="00157FDA"/>
    <w:rsid w:val="001634D2"/>
    <w:rsid w:val="001679B2"/>
    <w:rsid w:val="00167E2C"/>
    <w:rsid w:val="00173D95"/>
    <w:rsid w:val="001749A7"/>
    <w:rsid w:val="001835CC"/>
    <w:rsid w:val="001903B7"/>
    <w:rsid w:val="00190FD1"/>
    <w:rsid w:val="0019604B"/>
    <w:rsid w:val="001B0735"/>
    <w:rsid w:val="001B25E5"/>
    <w:rsid w:val="001B362B"/>
    <w:rsid w:val="001B420F"/>
    <w:rsid w:val="001B5992"/>
    <w:rsid w:val="001C1657"/>
    <w:rsid w:val="001C6F0F"/>
    <w:rsid w:val="001D33F5"/>
    <w:rsid w:val="001E31AA"/>
    <w:rsid w:val="001E3B3D"/>
    <w:rsid w:val="001F3C67"/>
    <w:rsid w:val="001F52DF"/>
    <w:rsid w:val="00200C31"/>
    <w:rsid w:val="00200E4F"/>
    <w:rsid w:val="00201872"/>
    <w:rsid w:val="00202CBF"/>
    <w:rsid w:val="00211F45"/>
    <w:rsid w:val="0021341C"/>
    <w:rsid w:val="00221B1C"/>
    <w:rsid w:val="00221B28"/>
    <w:rsid w:val="00221C36"/>
    <w:rsid w:val="0022297B"/>
    <w:rsid w:val="00224E50"/>
    <w:rsid w:val="002306FB"/>
    <w:rsid w:val="00235300"/>
    <w:rsid w:val="00237711"/>
    <w:rsid w:val="002379F0"/>
    <w:rsid w:val="00242226"/>
    <w:rsid w:val="002445C4"/>
    <w:rsid w:val="00247236"/>
    <w:rsid w:val="002473B8"/>
    <w:rsid w:val="00250FCF"/>
    <w:rsid w:val="00251826"/>
    <w:rsid w:val="00252A2B"/>
    <w:rsid w:val="00256A1E"/>
    <w:rsid w:val="00260085"/>
    <w:rsid w:val="00267659"/>
    <w:rsid w:val="00276D6E"/>
    <w:rsid w:val="00283075"/>
    <w:rsid w:val="002835A0"/>
    <w:rsid w:val="00285574"/>
    <w:rsid w:val="00290FBA"/>
    <w:rsid w:val="002A33B7"/>
    <w:rsid w:val="002A3A10"/>
    <w:rsid w:val="002A45CD"/>
    <w:rsid w:val="002A6B24"/>
    <w:rsid w:val="002A7C2F"/>
    <w:rsid w:val="002B2F1E"/>
    <w:rsid w:val="002B3CB3"/>
    <w:rsid w:val="002C102D"/>
    <w:rsid w:val="002C4310"/>
    <w:rsid w:val="002C4BCC"/>
    <w:rsid w:val="002D437F"/>
    <w:rsid w:val="002D7172"/>
    <w:rsid w:val="002E6BB6"/>
    <w:rsid w:val="002F2D2B"/>
    <w:rsid w:val="002F56C6"/>
    <w:rsid w:val="00300A33"/>
    <w:rsid w:val="00302764"/>
    <w:rsid w:val="0030471A"/>
    <w:rsid w:val="0031225C"/>
    <w:rsid w:val="0031228B"/>
    <w:rsid w:val="003133B6"/>
    <w:rsid w:val="00315D0E"/>
    <w:rsid w:val="00320DFA"/>
    <w:rsid w:val="00331594"/>
    <w:rsid w:val="00340A35"/>
    <w:rsid w:val="00341673"/>
    <w:rsid w:val="003428A9"/>
    <w:rsid w:val="003451CB"/>
    <w:rsid w:val="00347903"/>
    <w:rsid w:val="00352AA4"/>
    <w:rsid w:val="003608AC"/>
    <w:rsid w:val="00360B35"/>
    <w:rsid w:val="003619F1"/>
    <w:rsid w:val="003661DF"/>
    <w:rsid w:val="00373251"/>
    <w:rsid w:val="0037756D"/>
    <w:rsid w:val="00383208"/>
    <w:rsid w:val="00384E9A"/>
    <w:rsid w:val="00386A37"/>
    <w:rsid w:val="0039192E"/>
    <w:rsid w:val="003A0554"/>
    <w:rsid w:val="003A1CBC"/>
    <w:rsid w:val="003B35F2"/>
    <w:rsid w:val="003B7E91"/>
    <w:rsid w:val="003C0588"/>
    <w:rsid w:val="003C6A23"/>
    <w:rsid w:val="003D682F"/>
    <w:rsid w:val="003E7981"/>
    <w:rsid w:val="003F0681"/>
    <w:rsid w:val="003F108C"/>
    <w:rsid w:val="00400E36"/>
    <w:rsid w:val="00400F32"/>
    <w:rsid w:val="0040219D"/>
    <w:rsid w:val="004052C1"/>
    <w:rsid w:val="00405F87"/>
    <w:rsid w:val="00406A3F"/>
    <w:rsid w:val="0041085A"/>
    <w:rsid w:val="00411583"/>
    <w:rsid w:val="00421289"/>
    <w:rsid w:val="0042185D"/>
    <w:rsid w:val="0043071D"/>
    <w:rsid w:val="00434926"/>
    <w:rsid w:val="00435298"/>
    <w:rsid w:val="0043598E"/>
    <w:rsid w:val="00454ECB"/>
    <w:rsid w:val="0046310C"/>
    <w:rsid w:val="00463429"/>
    <w:rsid w:val="004676FC"/>
    <w:rsid w:val="00475D92"/>
    <w:rsid w:val="00480066"/>
    <w:rsid w:val="00483036"/>
    <w:rsid w:val="004A2CF6"/>
    <w:rsid w:val="004A6284"/>
    <w:rsid w:val="004A7B8E"/>
    <w:rsid w:val="004B1DED"/>
    <w:rsid w:val="004B5C99"/>
    <w:rsid w:val="004B6B02"/>
    <w:rsid w:val="004C1DBA"/>
    <w:rsid w:val="004C23CE"/>
    <w:rsid w:val="004D0705"/>
    <w:rsid w:val="004D45CF"/>
    <w:rsid w:val="004E067A"/>
    <w:rsid w:val="004F0085"/>
    <w:rsid w:val="004F4C9C"/>
    <w:rsid w:val="004F6FB2"/>
    <w:rsid w:val="00502779"/>
    <w:rsid w:val="00515F7B"/>
    <w:rsid w:val="005163B6"/>
    <w:rsid w:val="0052102E"/>
    <w:rsid w:val="0052126E"/>
    <w:rsid w:val="00522596"/>
    <w:rsid w:val="00524ED6"/>
    <w:rsid w:val="005255E1"/>
    <w:rsid w:val="00531A82"/>
    <w:rsid w:val="00543725"/>
    <w:rsid w:val="005464C9"/>
    <w:rsid w:val="00551469"/>
    <w:rsid w:val="005579F6"/>
    <w:rsid w:val="00557A82"/>
    <w:rsid w:val="0056120C"/>
    <w:rsid w:val="005710DB"/>
    <w:rsid w:val="005736F1"/>
    <w:rsid w:val="0058252D"/>
    <w:rsid w:val="00591A35"/>
    <w:rsid w:val="00591B5C"/>
    <w:rsid w:val="00594292"/>
    <w:rsid w:val="00594C79"/>
    <w:rsid w:val="005A2039"/>
    <w:rsid w:val="005A5520"/>
    <w:rsid w:val="005B5F8A"/>
    <w:rsid w:val="005C0539"/>
    <w:rsid w:val="005C12E7"/>
    <w:rsid w:val="005C1517"/>
    <w:rsid w:val="005C3F69"/>
    <w:rsid w:val="005C527B"/>
    <w:rsid w:val="005D27B9"/>
    <w:rsid w:val="005D2A0A"/>
    <w:rsid w:val="005E0ACE"/>
    <w:rsid w:val="005F048D"/>
    <w:rsid w:val="005F2F02"/>
    <w:rsid w:val="005F3BAD"/>
    <w:rsid w:val="005F56BE"/>
    <w:rsid w:val="005F73BE"/>
    <w:rsid w:val="006013DF"/>
    <w:rsid w:val="0061469F"/>
    <w:rsid w:val="0061615F"/>
    <w:rsid w:val="006236CB"/>
    <w:rsid w:val="006336E1"/>
    <w:rsid w:val="00634076"/>
    <w:rsid w:val="006433CF"/>
    <w:rsid w:val="00657543"/>
    <w:rsid w:val="006577F3"/>
    <w:rsid w:val="00661DD5"/>
    <w:rsid w:val="0066520C"/>
    <w:rsid w:val="00671829"/>
    <w:rsid w:val="00677788"/>
    <w:rsid w:val="00681E93"/>
    <w:rsid w:val="00686C88"/>
    <w:rsid w:val="006922BA"/>
    <w:rsid w:val="00696B8F"/>
    <w:rsid w:val="00697037"/>
    <w:rsid w:val="00697CF2"/>
    <w:rsid w:val="006A409E"/>
    <w:rsid w:val="006B15F2"/>
    <w:rsid w:val="006B17F2"/>
    <w:rsid w:val="006B64B2"/>
    <w:rsid w:val="006D029F"/>
    <w:rsid w:val="006D15E9"/>
    <w:rsid w:val="006D3E46"/>
    <w:rsid w:val="006D7BE9"/>
    <w:rsid w:val="006D7D2F"/>
    <w:rsid w:val="006E2927"/>
    <w:rsid w:val="006E36FD"/>
    <w:rsid w:val="006F063B"/>
    <w:rsid w:val="006F5931"/>
    <w:rsid w:val="006F7499"/>
    <w:rsid w:val="006F780C"/>
    <w:rsid w:val="00701115"/>
    <w:rsid w:val="00701494"/>
    <w:rsid w:val="00702154"/>
    <w:rsid w:val="00702A2F"/>
    <w:rsid w:val="007033BA"/>
    <w:rsid w:val="00704721"/>
    <w:rsid w:val="00705A7F"/>
    <w:rsid w:val="00712F60"/>
    <w:rsid w:val="00714DF7"/>
    <w:rsid w:val="00714EDE"/>
    <w:rsid w:val="007224C2"/>
    <w:rsid w:val="00725CB4"/>
    <w:rsid w:val="0073751F"/>
    <w:rsid w:val="00747AD9"/>
    <w:rsid w:val="007500AA"/>
    <w:rsid w:val="00752C4E"/>
    <w:rsid w:val="0075429D"/>
    <w:rsid w:val="007636E9"/>
    <w:rsid w:val="007639DB"/>
    <w:rsid w:val="007763C1"/>
    <w:rsid w:val="00786D01"/>
    <w:rsid w:val="007946FF"/>
    <w:rsid w:val="00797443"/>
    <w:rsid w:val="007A55A3"/>
    <w:rsid w:val="007C467C"/>
    <w:rsid w:val="007C57C4"/>
    <w:rsid w:val="007C6E0E"/>
    <w:rsid w:val="007D5976"/>
    <w:rsid w:val="007D6B98"/>
    <w:rsid w:val="007E0103"/>
    <w:rsid w:val="007E17E0"/>
    <w:rsid w:val="007E289F"/>
    <w:rsid w:val="007F3F46"/>
    <w:rsid w:val="007F4EDF"/>
    <w:rsid w:val="00804D31"/>
    <w:rsid w:val="008063CB"/>
    <w:rsid w:val="00807B82"/>
    <w:rsid w:val="008254EE"/>
    <w:rsid w:val="00846AFB"/>
    <w:rsid w:val="00850261"/>
    <w:rsid w:val="00851BD2"/>
    <w:rsid w:val="0086330E"/>
    <w:rsid w:val="00873E18"/>
    <w:rsid w:val="0087748E"/>
    <w:rsid w:val="00877686"/>
    <w:rsid w:val="00880B4D"/>
    <w:rsid w:val="008869A9"/>
    <w:rsid w:val="0089017E"/>
    <w:rsid w:val="00893130"/>
    <w:rsid w:val="00894BBC"/>
    <w:rsid w:val="008A381F"/>
    <w:rsid w:val="008A6204"/>
    <w:rsid w:val="008A7850"/>
    <w:rsid w:val="008A7DF6"/>
    <w:rsid w:val="008B66B2"/>
    <w:rsid w:val="008C5804"/>
    <w:rsid w:val="008C6C28"/>
    <w:rsid w:val="008D2AAF"/>
    <w:rsid w:val="008D350F"/>
    <w:rsid w:val="008D58FD"/>
    <w:rsid w:val="008D6653"/>
    <w:rsid w:val="008D7362"/>
    <w:rsid w:val="008E173C"/>
    <w:rsid w:val="008F7694"/>
    <w:rsid w:val="0090310A"/>
    <w:rsid w:val="009052AA"/>
    <w:rsid w:val="0090542A"/>
    <w:rsid w:val="00911A75"/>
    <w:rsid w:val="009144B6"/>
    <w:rsid w:val="00915D39"/>
    <w:rsid w:val="0091735E"/>
    <w:rsid w:val="00926B66"/>
    <w:rsid w:val="00931499"/>
    <w:rsid w:val="00945A3C"/>
    <w:rsid w:val="009563B0"/>
    <w:rsid w:val="009577A1"/>
    <w:rsid w:val="00962172"/>
    <w:rsid w:val="009811F3"/>
    <w:rsid w:val="0099288D"/>
    <w:rsid w:val="009A161D"/>
    <w:rsid w:val="009A19E4"/>
    <w:rsid w:val="009A3C5A"/>
    <w:rsid w:val="009A78AC"/>
    <w:rsid w:val="009C2ED3"/>
    <w:rsid w:val="009D0732"/>
    <w:rsid w:val="009D69F8"/>
    <w:rsid w:val="009F600C"/>
    <w:rsid w:val="009F6175"/>
    <w:rsid w:val="00A27FEE"/>
    <w:rsid w:val="00A3080C"/>
    <w:rsid w:val="00A308BC"/>
    <w:rsid w:val="00A334EE"/>
    <w:rsid w:val="00A3614E"/>
    <w:rsid w:val="00A51156"/>
    <w:rsid w:val="00A5561B"/>
    <w:rsid w:val="00A56791"/>
    <w:rsid w:val="00A63B63"/>
    <w:rsid w:val="00A74A8E"/>
    <w:rsid w:val="00A75C3B"/>
    <w:rsid w:val="00A76F26"/>
    <w:rsid w:val="00A80A61"/>
    <w:rsid w:val="00A81093"/>
    <w:rsid w:val="00A91175"/>
    <w:rsid w:val="00A96299"/>
    <w:rsid w:val="00AB4F76"/>
    <w:rsid w:val="00AC2779"/>
    <w:rsid w:val="00AC767A"/>
    <w:rsid w:val="00AD29D1"/>
    <w:rsid w:val="00AE2FC2"/>
    <w:rsid w:val="00AE499B"/>
    <w:rsid w:val="00AF050E"/>
    <w:rsid w:val="00B013A5"/>
    <w:rsid w:val="00B1060A"/>
    <w:rsid w:val="00B1563A"/>
    <w:rsid w:val="00B1598D"/>
    <w:rsid w:val="00B20068"/>
    <w:rsid w:val="00B249F3"/>
    <w:rsid w:val="00B25521"/>
    <w:rsid w:val="00B31AC1"/>
    <w:rsid w:val="00B361D3"/>
    <w:rsid w:val="00B454E7"/>
    <w:rsid w:val="00B46982"/>
    <w:rsid w:val="00B667EA"/>
    <w:rsid w:val="00B73C5C"/>
    <w:rsid w:val="00B748F9"/>
    <w:rsid w:val="00B84C2C"/>
    <w:rsid w:val="00B8799B"/>
    <w:rsid w:val="00B9217D"/>
    <w:rsid w:val="00B9639F"/>
    <w:rsid w:val="00BA222B"/>
    <w:rsid w:val="00BA3E63"/>
    <w:rsid w:val="00BA4896"/>
    <w:rsid w:val="00BA62CF"/>
    <w:rsid w:val="00BA7202"/>
    <w:rsid w:val="00BB36D7"/>
    <w:rsid w:val="00BB6EB5"/>
    <w:rsid w:val="00BC278E"/>
    <w:rsid w:val="00BC5F22"/>
    <w:rsid w:val="00BD3328"/>
    <w:rsid w:val="00BD7C51"/>
    <w:rsid w:val="00BE5403"/>
    <w:rsid w:val="00BE7542"/>
    <w:rsid w:val="00C01324"/>
    <w:rsid w:val="00C063F0"/>
    <w:rsid w:val="00C13E72"/>
    <w:rsid w:val="00C14D6F"/>
    <w:rsid w:val="00C16AED"/>
    <w:rsid w:val="00C223EE"/>
    <w:rsid w:val="00C30235"/>
    <w:rsid w:val="00C31C0C"/>
    <w:rsid w:val="00C33AF2"/>
    <w:rsid w:val="00C37F61"/>
    <w:rsid w:val="00C425FB"/>
    <w:rsid w:val="00C61F7F"/>
    <w:rsid w:val="00C62A02"/>
    <w:rsid w:val="00C80E14"/>
    <w:rsid w:val="00C814A6"/>
    <w:rsid w:val="00C8332A"/>
    <w:rsid w:val="00C87E6F"/>
    <w:rsid w:val="00C94418"/>
    <w:rsid w:val="00C9451B"/>
    <w:rsid w:val="00CA45C7"/>
    <w:rsid w:val="00CB4A01"/>
    <w:rsid w:val="00CC03EA"/>
    <w:rsid w:val="00CC3DA5"/>
    <w:rsid w:val="00CC550E"/>
    <w:rsid w:val="00CC5E90"/>
    <w:rsid w:val="00CD012B"/>
    <w:rsid w:val="00CD0F3B"/>
    <w:rsid w:val="00CD73E6"/>
    <w:rsid w:val="00CE0E60"/>
    <w:rsid w:val="00CE24F1"/>
    <w:rsid w:val="00CE3122"/>
    <w:rsid w:val="00D030A0"/>
    <w:rsid w:val="00D053F2"/>
    <w:rsid w:val="00D063F2"/>
    <w:rsid w:val="00D118C5"/>
    <w:rsid w:val="00D13180"/>
    <w:rsid w:val="00D26528"/>
    <w:rsid w:val="00D277D1"/>
    <w:rsid w:val="00D30AF8"/>
    <w:rsid w:val="00D330EB"/>
    <w:rsid w:val="00D54C35"/>
    <w:rsid w:val="00D62830"/>
    <w:rsid w:val="00D62EBF"/>
    <w:rsid w:val="00D65196"/>
    <w:rsid w:val="00D678FE"/>
    <w:rsid w:val="00D75BC7"/>
    <w:rsid w:val="00D77CCF"/>
    <w:rsid w:val="00D82F26"/>
    <w:rsid w:val="00D84BEE"/>
    <w:rsid w:val="00D9088C"/>
    <w:rsid w:val="00D96801"/>
    <w:rsid w:val="00D97376"/>
    <w:rsid w:val="00DA0D48"/>
    <w:rsid w:val="00DA75CB"/>
    <w:rsid w:val="00DB4ED6"/>
    <w:rsid w:val="00DB5FF4"/>
    <w:rsid w:val="00DC0040"/>
    <w:rsid w:val="00DC1D9E"/>
    <w:rsid w:val="00DC712D"/>
    <w:rsid w:val="00DD6F07"/>
    <w:rsid w:val="00DD7783"/>
    <w:rsid w:val="00DE0AC9"/>
    <w:rsid w:val="00DE1982"/>
    <w:rsid w:val="00DE4C6E"/>
    <w:rsid w:val="00DE71C4"/>
    <w:rsid w:val="00DF03F6"/>
    <w:rsid w:val="00DF2DF9"/>
    <w:rsid w:val="00E0180D"/>
    <w:rsid w:val="00E061D2"/>
    <w:rsid w:val="00E166ED"/>
    <w:rsid w:val="00E257DA"/>
    <w:rsid w:val="00E26FA3"/>
    <w:rsid w:val="00E336C8"/>
    <w:rsid w:val="00E4059A"/>
    <w:rsid w:val="00E433C2"/>
    <w:rsid w:val="00E4400E"/>
    <w:rsid w:val="00E46D37"/>
    <w:rsid w:val="00E53C21"/>
    <w:rsid w:val="00E6005D"/>
    <w:rsid w:val="00E637F2"/>
    <w:rsid w:val="00E6626E"/>
    <w:rsid w:val="00E710EE"/>
    <w:rsid w:val="00E71347"/>
    <w:rsid w:val="00E71FAF"/>
    <w:rsid w:val="00E730DA"/>
    <w:rsid w:val="00E73AA5"/>
    <w:rsid w:val="00E765A1"/>
    <w:rsid w:val="00E77A83"/>
    <w:rsid w:val="00E8085F"/>
    <w:rsid w:val="00E83DA2"/>
    <w:rsid w:val="00E860BD"/>
    <w:rsid w:val="00E909FA"/>
    <w:rsid w:val="00E92A0F"/>
    <w:rsid w:val="00EB27AF"/>
    <w:rsid w:val="00EB5885"/>
    <w:rsid w:val="00ED2E86"/>
    <w:rsid w:val="00ED4145"/>
    <w:rsid w:val="00ED42AD"/>
    <w:rsid w:val="00ED46AD"/>
    <w:rsid w:val="00ED5073"/>
    <w:rsid w:val="00ED5398"/>
    <w:rsid w:val="00ED54CE"/>
    <w:rsid w:val="00ED5BF0"/>
    <w:rsid w:val="00ED6973"/>
    <w:rsid w:val="00EE4B38"/>
    <w:rsid w:val="00EE7F05"/>
    <w:rsid w:val="00EF0EE2"/>
    <w:rsid w:val="00EF1B74"/>
    <w:rsid w:val="00EF2F53"/>
    <w:rsid w:val="00EF418F"/>
    <w:rsid w:val="00EF51FA"/>
    <w:rsid w:val="00EF7A34"/>
    <w:rsid w:val="00F01594"/>
    <w:rsid w:val="00F05E99"/>
    <w:rsid w:val="00F1199F"/>
    <w:rsid w:val="00F119B4"/>
    <w:rsid w:val="00F20EEC"/>
    <w:rsid w:val="00F24B36"/>
    <w:rsid w:val="00F2508B"/>
    <w:rsid w:val="00F37105"/>
    <w:rsid w:val="00F4234D"/>
    <w:rsid w:val="00F45C65"/>
    <w:rsid w:val="00F562A8"/>
    <w:rsid w:val="00F608FD"/>
    <w:rsid w:val="00F61B3A"/>
    <w:rsid w:val="00F655AA"/>
    <w:rsid w:val="00F72589"/>
    <w:rsid w:val="00F73FE9"/>
    <w:rsid w:val="00F75A82"/>
    <w:rsid w:val="00F81029"/>
    <w:rsid w:val="00F82246"/>
    <w:rsid w:val="00F904D0"/>
    <w:rsid w:val="00F9454F"/>
    <w:rsid w:val="00F94651"/>
    <w:rsid w:val="00F9482C"/>
    <w:rsid w:val="00F967AA"/>
    <w:rsid w:val="00FA2713"/>
    <w:rsid w:val="00FA2753"/>
    <w:rsid w:val="00FB429C"/>
    <w:rsid w:val="00FC3ECB"/>
    <w:rsid w:val="00FC6B2B"/>
    <w:rsid w:val="00FD03A3"/>
    <w:rsid w:val="00FE7604"/>
    <w:rsid w:val="00FF1465"/>
    <w:rsid w:val="00FF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8CB0"/>
  <w15:docId w15:val="{8D8FCB79-9195-45C4-8537-D1D9E899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46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FB2"/>
    <w:pPr>
      <w:ind w:left="720"/>
      <w:contextualSpacing/>
    </w:pPr>
  </w:style>
  <w:style w:type="paragraph" w:customStyle="1" w:styleId="ConsNormal">
    <w:name w:val="ConsNormal"/>
    <w:rsid w:val="0057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Document Map"/>
    <w:basedOn w:val="a"/>
    <w:link w:val="a7"/>
    <w:semiHidden/>
    <w:rsid w:val="00435298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435298"/>
    <w:rPr>
      <w:rFonts w:ascii="Tahoma" w:eastAsia="Times New Roman" w:hAnsi="Tahoma" w:cs="Tahoma"/>
      <w:shd w:val="clear" w:color="auto" w:fill="000080"/>
    </w:rPr>
  </w:style>
  <w:style w:type="paragraph" w:styleId="a8">
    <w:name w:val="header"/>
    <w:basedOn w:val="a"/>
    <w:link w:val="a9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06F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06FB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250FCF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DE7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1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-adm63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esktop\&#1085;&#1086;&#1074;&#1077;&#1081;&#1096;&#1072;&#1103;%20&#1080;&#1085;&#1089;&#1090;&#1088;&#1091;&#1082;&#1094;&#1080;&#1103;\&#1073;&#1083;&#1072;&#1085;&#1082;&#1080;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6F64-4698-4669-ACA9-4E7FF0A3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40</TotalTime>
  <Pages>1</Pages>
  <Words>1001</Words>
  <Characters>5711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 User</cp:lastModifiedBy>
  <cp:revision>8</cp:revision>
  <cp:lastPrinted>2021-08-02T08:15:00Z</cp:lastPrinted>
  <dcterms:created xsi:type="dcterms:W3CDTF">2021-12-28T10:37:00Z</dcterms:created>
  <dcterms:modified xsi:type="dcterms:W3CDTF">2022-02-10T10:26:00Z</dcterms:modified>
</cp:coreProperties>
</file>