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3C3E" w14:textId="77777777"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 wp14:anchorId="0969A9D5" wp14:editId="35A4F40C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BCA60" w14:textId="77777777"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14:paraId="34FF9307" w14:textId="77777777"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14:paraId="4BB83854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7555BE9C" w14:textId="77777777"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14:paraId="757E6D8A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3D458A" w14:textId="77777777"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20</w:t>
      </w:r>
      <w:r w:rsidR="00BB6EB5">
        <w:rPr>
          <w:rFonts w:ascii="Times New Roman" w:hAnsi="Times New Roman"/>
          <w:sz w:val="32"/>
          <w:szCs w:val="32"/>
        </w:rPr>
        <w:t>21</w:t>
      </w:r>
      <w:r w:rsidRPr="003451CB">
        <w:rPr>
          <w:rFonts w:ascii="Times New Roman" w:hAnsi="Times New Roman"/>
          <w:sz w:val="32"/>
          <w:szCs w:val="32"/>
        </w:rPr>
        <w:t xml:space="preserve">  №____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14:paraId="5FA18317" w14:textId="77777777"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522EFFE4" w14:textId="77777777"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701BB54D" w14:textId="77777777"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5E0ACE">
        <w:rPr>
          <w:rFonts w:ascii="Times New Roman" w:hAnsi="Times New Roman"/>
          <w:sz w:val="28"/>
          <w:szCs w:val="28"/>
        </w:rPr>
        <w:t xml:space="preserve"> 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14:paraId="72074541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F8B93D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E71EEB" w14:textId="77777777" w:rsidR="007033BA" w:rsidRPr="00851BD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от муниципального бюджетного учреждения «Управление градостроительства и жилищно-коммунального хозяйства» Волжского района Самарской области,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 области ПОСТАНОВЛЯЕТ:</w:t>
      </w:r>
    </w:p>
    <w:p w14:paraId="5099FB55" w14:textId="77777777"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851BD2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 xml:space="preserve">годы, утвержденную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14:paraId="65C77CCF" w14:textId="2E2F1244" w:rsidR="006D3E46" w:rsidRPr="00091ACB" w:rsidRDefault="007033BA" w:rsidP="00224E50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</w:t>
      </w:r>
      <w:r w:rsidR="005B5F8A" w:rsidRPr="003451CB">
        <w:rPr>
          <w:rFonts w:ascii="Times New Roman" w:hAnsi="Times New Roman"/>
          <w:sz w:val="28"/>
          <w:szCs w:val="28"/>
        </w:rPr>
        <w:lastRenderedPageBreak/>
        <w:t>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</w:t>
      </w:r>
      <w:r w:rsidR="005F73BE" w:rsidRPr="003451CB">
        <w:rPr>
          <w:rFonts w:ascii="Times New Roman" w:hAnsi="Times New Roman"/>
          <w:sz w:val="28"/>
          <w:szCs w:val="28"/>
        </w:rPr>
        <w:t>мероприятия</w:t>
      </w:r>
      <w:r w:rsidR="005F73BE">
        <w:rPr>
          <w:rFonts w:ascii="Times New Roman" w:hAnsi="Times New Roman"/>
          <w:sz w:val="28"/>
          <w:szCs w:val="28"/>
        </w:rPr>
        <w:t xml:space="preserve"> </w:t>
      </w:r>
      <w:r w:rsidR="00385969">
        <w:rPr>
          <w:rFonts w:ascii="Times New Roman" w:hAnsi="Times New Roman"/>
          <w:sz w:val="28"/>
          <w:szCs w:val="28"/>
        </w:rPr>
        <w:t>2.3, 2.3.1, 2.3.2, 2.7, 2.7.1, 2.7.2, 2.8, 2.8.1, 2.8.2</w:t>
      </w:r>
      <w:r w:rsidR="00E8085F">
        <w:rPr>
          <w:rFonts w:ascii="Times New Roman" w:hAnsi="Times New Roman"/>
          <w:sz w:val="28"/>
          <w:szCs w:val="28"/>
        </w:rPr>
        <w:t xml:space="preserve">, </w:t>
      </w:r>
      <w:r w:rsidR="00E166ED">
        <w:rPr>
          <w:rFonts w:ascii="Times New Roman" w:hAnsi="Times New Roman"/>
          <w:sz w:val="28"/>
          <w:szCs w:val="28"/>
        </w:rPr>
        <w:t>3.1, 3.1.1, 3.1.2, 3.6, 3.6.1, 3.6.2</w:t>
      </w:r>
      <w:r w:rsidR="00385969">
        <w:rPr>
          <w:rFonts w:ascii="Times New Roman" w:hAnsi="Times New Roman"/>
          <w:sz w:val="28"/>
          <w:szCs w:val="28"/>
        </w:rPr>
        <w:t>, 3.13, 3.13.1, 3.13.2,</w:t>
      </w:r>
      <w:r w:rsidR="00F9482C" w:rsidRPr="00F9482C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r w:rsidR="00250FCF">
        <w:rPr>
          <w:rFonts w:ascii="Times New Roman" w:hAnsi="Times New Roman"/>
          <w:sz w:val="28"/>
          <w:szCs w:val="28"/>
        </w:rPr>
        <w:t>«Всего по разделу 3</w:t>
      </w:r>
      <w:r w:rsidR="00250FCF" w:rsidRPr="008C6C28">
        <w:rPr>
          <w:rFonts w:ascii="Times New Roman" w:hAnsi="Times New Roman"/>
          <w:sz w:val="28"/>
          <w:szCs w:val="28"/>
        </w:rPr>
        <w:t>»,</w:t>
      </w:r>
      <w:r w:rsidR="00250FCF" w:rsidRPr="00D053F2">
        <w:rPr>
          <w:rFonts w:ascii="Times New Roman" w:hAnsi="Times New Roman"/>
          <w:sz w:val="28"/>
          <w:szCs w:val="28"/>
        </w:rPr>
        <w:t xml:space="preserve">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10BF993" w14:textId="77777777"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районной газете «Волжская новь» и на официальном сайте Администрации муниципального района Волжский Самарской области (</w:t>
      </w:r>
      <w:hyperlink r:id="rId9" w:history="1">
        <w:r w:rsidR="00250FCF" w:rsidRPr="00F93166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http://v-adm63.ru/</w:t>
        </w:r>
      </w:hyperlink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33725737" w14:textId="77777777"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14:paraId="4488B884" w14:textId="77777777"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</w:t>
      </w:r>
      <w:r w:rsidR="00E77A83">
        <w:rPr>
          <w:rFonts w:ascii="Times New Roman" w:hAnsi="Times New Roman"/>
          <w:sz w:val="28"/>
          <w:szCs w:val="28"/>
        </w:rPr>
        <w:t>возложить на заместителя Главы</w:t>
      </w:r>
      <w:r w:rsidR="00E77A83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77A83">
        <w:rPr>
          <w:rFonts w:ascii="Times New Roman" w:hAnsi="Times New Roman"/>
          <w:sz w:val="28"/>
          <w:szCs w:val="28"/>
        </w:rPr>
        <w:t xml:space="preserve"> Н.Ю.Корякину</w:t>
      </w:r>
      <w:r w:rsidRPr="003451CB">
        <w:rPr>
          <w:rFonts w:ascii="Times New Roman" w:hAnsi="Times New Roman"/>
          <w:sz w:val="28"/>
          <w:szCs w:val="28"/>
        </w:rPr>
        <w:t>.</w:t>
      </w:r>
    </w:p>
    <w:p w14:paraId="4C1B6A22" w14:textId="77777777"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2C36D72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E4A991D" w14:textId="77777777"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EE0BA2F" w14:textId="167EA15B"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166ED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E166ED">
        <w:rPr>
          <w:rFonts w:ascii="Times New Roman" w:hAnsi="Times New Roman"/>
          <w:sz w:val="28"/>
          <w:szCs w:val="28"/>
        </w:rPr>
        <w:t xml:space="preserve">         </w:t>
      </w:r>
      <w:r w:rsidR="003A0554">
        <w:rPr>
          <w:rFonts w:ascii="Times New Roman" w:hAnsi="Times New Roman"/>
          <w:sz w:val="28"/>
          <w:szCs w:val="28"/>
        </w:rPr>
        <w:t xml:space="preserve"> </w:t>
      </w:r>
      <w:r w:rsidR="00E166ED">
        <w:rPr>
          <w:rFonts w:ascii="Times New Roman" w:hAnsi="Times New Roman"/>
          <w:sz w:val="28"/>
          <w:szCs w:val="28"/>
        </w:rPr>
        <w:t>Е.А.Макридин</w:t>
      </w:r>
    </w:p>
    <w:p w14:paraId="0E539650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7BA2AA5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C02BC87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00776EA" w14:textId="77777777" w:rsidR="00515F7B" w:rsidRPr="009F6175" w:rsidRDefault="0061615F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</w:t>
      </w:r>
      <w:r w:rsidR="0075429D">
        <w:rPr>
          <w:rFonts w:ascii="Times New Roman" w:hAnsi="Times New Roman"/>
          <w:sz w:val="28"/>
          <w:szCs w:val="28"/>
        </w:rPr>
        <w:t xml:space="preserve"> </w:t>
      </w:r>
      <w:r w:rsidRPr="0061615F">
        <w:rPr>
          <w:rFonts w:ascii="Times New Roman" w:hAnsi="Times New Roman"/>
          <w:sz w:val="28"/>
          <w:szCs w:val="28"/>
        </w:rPr>
        <w:t>203775</w:t>
      </w:r>
      <w:r w:rsidR="00250FCF">
        <w:rPr>
          <w:rFonts w:ascii="Times New Roman" w:hAnsi="Times New Roman"/>
          <w:sz w:val="28"/>
          <w:szCs w:val="28"/>
        </w:rPr>
        <w:t>8 доб. 236</w:t>
      </w:r>
    </w:p>
    <w:sectPr w:rsidR="00515F7B" w:rsidRPr="009F6175" w:rsidSect="0042185D">
      <w:headerReference w:type="default" r:id="rId10"/>
      <w:headerReference w:type="first" r:id="rId11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1F2C3" w14:textId="77777777" w:rsidR="006E4650" w:rsidRDefault="006E4650" w:rsidP="002306FB">
      <w:pPr>
        <w:spacing w:after="0" w:line="240" w:lineRule="auto"/>
      </w:pPr>
      <w:r>
        <w:separator/>
      </w:r>
    </w:p>
  </w:endnote>
  <w:endnote w:type="continuationSeparator" w:id="0">
    <w:p w14:paraId="49D26CB0" w14:textId="77777777" w:rsidR="006E4650" w:rsidRDefault="006E4650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6454E" w14:textId="77777777" w:rsidR="006E4650" w:rsidRDefault="006E4650" w:rsidP="002306FB">
      <w:pPr>
        <w:spacing w:after="0" w:line="240" w:lineRule="auto"/>
      </w:pPr>
      <w:r>
        <w:separator/>
      </w:r>
    </w:p>
  </w:footnote>
  <w:footnote w:type="continuationSeparator" w:id="0">
    <w:p w14:paraId="520B4494" w14:textId="77777777" w:rsidR="006E4650" w:rsidRDefault="006E4650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D7AB64D" w14:textId="77777777"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400F32">
          <w:rPr>
            <w:rFonts w:ascii="Times New Roman" w:hAnsi="Times New Roman"/>
            <w:noProof/>
            <w:sz w:val="28"/>
            <w:szCs w:val="28"/>
          </w:rPr>
          <w:t>2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7B0645E" w14:textId="77777777"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87A28" w14:textId="77777777" w:rsidR="002306FB" w:rsidRDefault="002306FB">
    <w:pPr>
      <w:pStyle w:val="a8"/>
      <w:jc w:val="center"/>
    </w:pPr>
  </w:p>
  <w:p w14:paraId="105324FB" w14:textId="77777777"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 w15:restartNumberingAfterBreak="0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 w15:restartNumberingAfterBreak="0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8D1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36BC"/>
    <w:rsid w:val="000D4294"/>
    <w:rsid w:val="000D4300"/>
    <w:rsid w:val="000F289D"/>
    <w:rsid w:val="000F6C97"/>
    <w:rsid w:val="00103EEE"/>
    <w:rsid w:val="00106455"/>
    <w:rsid w:val="001106AD"/>
    <w:rsid w:val="0011761F"/>
    <w:rsid w:val="00117E9A"/>
    <w:rsid w:val="001203D6"/>
    <w:rsid w:val="00120400"/>
    <w:rsid w:val="001263CF"/>
    <w:rsid w:val="001274E8"/>
    <w:rsid w:val="00134A4B"/>
    <w:rsid w:val="00135378"/>
    <w:rsid w:val="001358C6"/>
    <w:rsid w:val="0014062D"/>
    <w:rsid w:val="00142306"/>
    <w:rsid w:val="00144F64"/>
    <w:rsid w:val="00152DE1"/>
    <w:rsid w:val="00157FDA"/>
    <w:rsid w:val="001634D2"/>
    <w:rsid w:val="001679B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24E50"/>
    <w:rsid w:val="002306FB"/>
    <w:rsid w:val="00235300"/>
    <w:rsid w:val="00237711"/>
    <w:rsid w:val="002379F0"/>
    <w:rsid w:val="00242226"/>
    <w:rsid w:val="002445C4"/>
    <w:rsid w:val="00247236"/>
    <w:rsid w:val="002473B8"/>
    <w:rsid w:val="00250FCF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90FBA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E6BB6"/>
    <w:rsid w:val="002F2D2B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28A9"/>
    <w:rsid w:val="003451CB"/>
    <w:rsid w:val="00347903"/>
    <w:rsid w:val="00352AA4"/>
    <w:rsid w:val="00360B35"/>
    <w:rsid w:val="003619F1"/>
    <w:rsid w:val="003661DF"/>
    <w:rsid w:val="00373251"/>
    <w:rsid w:val="0037756D"/>
    <w:rsid w:val="00383208"/>
    <w:rsid w:val="00384E9A"/>
    <w:rsid w:val="00385969"/>
    <w:rsid w:val="00386A37"/>
    <w:rsid w:val="0039192E"/>
    <w:rsid w:val="003A0554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0F32"/>
    <w:rsid w:val="0040219D"/>
    <w:rsid w:val="004052C1"/>
    <w:rsid w:val="00405F87"/>
    <w:rsid w:val="00406A3F"/>
    <w:rsid w:val="0041085A"/>
    <w:rsid w:val="00411583"/>
    <w:rsid w:val="00421289"/>
    <w:rsid w:val="0042185D"/>
    <w:rsid w:val="0043071D"/>
    <w:rsid w:val="00435298"/>
    <w:rsid w:val="0043598E"/>
    <w:rsid w:val="00454ECB"/>
    <w:rsid w:val="0046310C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3F69"/>
    <w:rsid w:val="005C527B"/>
    <w:rsid w:val="005D2A0A"/>
    <w:rsid w:val="005E0ACE"/>
    <w:rsid w:val="005F048D"/>
    <w:rsid w:val="005F2F02"/>
    <w:rsid w:val="005F56BE"/>
    <w:rsid w:val="005F73BE"/>
    <w:rsid w:val="006013DF"/>
    <w:rsid w:val="0061469F"/>
    <w:rsid w:val="0061615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36FD"/>
    <w:rsid w:val="006E4650"/>
    <w:rsid w:val="006F063B"/>
    <w:rsid w:val="006F5931"/>
    <w:rsid w:val="006F7499"/>
    <w:rsid w:val="006F780C"/>
    <w:rsid w:val="00701115"/>
    <w:rsid w:val="0070149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51BD2"/>
    <w:rsid w:val="0086330E"/>
    <w:rsid w:val="00873E18"/>
    <w:rsid w:val="0087748E"/>
    <w:rsid w:val="00877686"/>
    <w:rsid w:val="00880B4D"/>
    <w:rsid w:val="008869A9"/>
    <w:rsid w:val="0089017E"/>
    <w:rsid w:val="00893130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3080C"/>
    <w:rsid w:val="00A308BC"/>
    <w:rsid w:val="00A334EE"/>
    <w:rsid w:val="00A3614E"/>
    <w:rsid w:val="00A51156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31AC1"/>
    <w:rsid w:val="00B361D3"/>
    <w:rsid w:val="00B454E7"/>
    <w:rsid w:val="00B46982"/>
    <w:rsid w:val="00B667EA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4ED6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F03F6"/>
    <w:rsid w:val="00DF2DF9"/>
    <w:rsid w:val="00E0180D"/>
    <w:rsid w:val="00E061D2"/>
    <w:rsid w:val="00E166ED"/>
    <w:rsid w:val="00E257DA"/>
    <w:rsid w:val="00E26FA3"/>
    <w:rsid w:val="00E336C8"/>
    <w:rsid w:val="00E4059A"/>
    <w:rsid w:val="00E433C2"/>
    <w:rsid w:val="00E4400E"/>
    <w:rsid w:val="00E46D37"/>
    <w:rsid w:val="00E53C21"/>
    <w:rsid w:val="00E6005D"/>
    <w:rsid w:val="00E637F2"/>
    <w:rsid w:val="00E6626E"/>
    <w:rsid w:val="00E710EE"/>
    <w:rsid w:val="00E71347"/>
    <w:rsid w:val="00E71FAF"/>
    <w:rsid w:val="00E730DA"/>
    <w:rsid w:val="00E73AA5"/>
    <w:rsid w:val="00E765A1"/>
    <w:rsid w:val="00E77A83"/>
    <w:rsid w:val="00E8085F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1B74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82246"/>
    <w:rsid w:val="00F904D0"/>
    <w:rsid w:val="00F9454F"/>
    <w:rsid w:val="00F94651"/>
    <w:rsid w:val="00F9482C"/>
    <w:rsid w:val="00F967AA"/>
    <w:rsid w:val="00FA2713"/>
    <w:rsid w:val="00FB429C"/>
    <w:rsid w:val="00FC3ECB"/>
    <w:rsid w:val="00FC6B2B"/>
    <w:rsid w:val="00FD03A3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8CB0"/>
  <w15:docId w15:val="{8D8FCB79-9195-45C4-8537-D1D9E899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250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-adm63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01C78-A8EE-46BA-85E3-FF83D8EC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User</cp:lastModifiedBy>
  <cp:revision>21</cp:revision>
  <cp:lastPrinted>2021-08-02T08:15:00Z</cp:lastPrinted>
  <dcterms:created xsi:type="dcterms:W3CDTF">2021-03-02T10:06:00Z</dcterms:created>
  <dcterms:modified xsi:type="dcterms:W3CDTF">2021-12-09T10:47:00Z</dcterms:modified>
</cp:coreProperties>
</file>